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C42" w:rsidRPr="009A529D" w:rsidRDefault="00917072" w:rsidP="00541C42">
      <w:pPr>
        <w:pStyle w:val="TitelTitreTitolo"/>
        <w:rPr>
          <w:rFonts w:cs="Arial"/>
          <w:u w:val="single"/>
        </w:rPr>
      </w:pPr>
      <w:bookmarkStart w:id="0" w:name="tmArbTit"/>
      <w:r>
        <w:rPr>
          <w:rFonts w:cs="Arial"/>
          <w:noProof/>
          <w:lang w:eastAsia="de-CH"/>
        </w:rPr>
        <w:drawing>
          <wp:anchor distT="0" distB="0" distL="114300" distR="114300" simplePos="0" relativeHeight="251657728" behindDoc="0" locked="0" layoutInCell="1" allowOverlap="1">
            <wp:simplePos x="0" y="0"/>
            <wp:positionH relativeFrom="column">
              <wp:posOffset>7833360</wp:posOffset>
            </wp:positionH>
            <wp:positionV relativeFrom="paragraph">
              <wp:posOffset>-24765</wp:posOffset>
            </wp:positionV>
            <wp:extent cx="781050" cy="609600"/>
            <wp:effectExtent l="19050" t="0" r="0" b="0"/>
            <wp:wrapNone/>
            <wp:docPr id="2" name="Bild 1" descr="C:\Users\u8114\Desktop\Bil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C:\Users\u8114\Desktop\Bild1.png"/>
                    <pic:cNvPicPr>
                      <a:picLocks noChangeAspect="1" noChangeArrowheads="1"/>
                    </pic:cNvPicPr>
                  </pic:nvPicPr>
                  <pic:blipFill>
                    <a:blip r:embed="rId7" cstate="print"/>
                    <a:srcRect/>
                    <a:stretch>
                      <a:fillRect/>
                    </a:stretch>
                  </pic:blipFill>
                  <pic:spPr bwMode="auto">
                    <a:xfrm>
                      <a:off x="0" y="0"/>
                      <a:ext cx="781050" cy="609600"/>
                    </a:xfrm>
                    <a:prstGeom prst="rect">
                      <a:avLst/>
                    </a:prstGeom>
                    <a:noFill/>
                    <a:ln w="9525">
                      <a:noFill/>
                      <a:miter lim="800000"/>
                      <a:headEnd/>
                      <a:tailEnd/>
                    </a:ln>
                  </pic:spPr>
                </pic:pic>
              </a:graphicData>
            </a:graphic>
          </wp:anchor>
        </w:drawing>
      </w:r>
      <w:r w:rsidR="009E6D7B" w:rsidRPr="009A529D">
        <w:rPr>
          <w:rFonts w:cs="Arial"/>
          <w:u w:val="single"/>
        </w:rPr>
        <w:fldChar w:fldCharType="begin">
          <w:ffData>
            <w:name w:val="tmArbTit"/>
            <w:enabled/>
            <w:calcOnExit w:val="0"/>
            <w:textInput/>
          </w:ffData>
        </w:fldChar>
      </w:r>
      <w:r w:rsidR="003533E3" w:rsidRPr="009A529D">
        <w:rPr>
          <w:rFonts w:cs="Arial"/>
          <w:u w:val="single"/>
        </w:rPr>
        <w:instrText xml:space="preserve"> FORMTEXT </w:instrText>
      </w:r>
      <w:r w:rsidR="009E6D7B" w:rsidRPr="009A529D">
        <w:rPr>
          <w:rFonts w:cs="Arial"/>
          <w:u w:val="single"/>
        </w:rPr>
      </w:r>
      <w:r w:rsidR="009E6D7B" w:rsidRPr="009A529D">
        <w:rPr>
          <w:rFonts w:cs="Arial"/>
          <w:u w:val="single"/>
        </w:rPr>
        <w:fldChar w:fldCharType="separate"/>
      </w:r>
      <w:r w:rsidR="00A572EA" w:rsidRPr="009A529D">
        <w:rPr>
          <w:rFonts w:cs="Arial"/>
          <w:u w:val="single"/>
        </w:rPr>
        <w:t>Drehbuch</w:t>
      </w:r>
      <w:r w:rsidR="009E6D7B" w:rsidRPr="009A529D">
        <w:rPr>
          <w:rFonts w:cs="Arial"/>
          <w:u w:val="single"/>
        </w:rPr>
        <w:fldChar w:fldCharType="end"/>
      </w:r>
      <w:bookmarkEnd w:id="0"/>
      <w:r w:rsidR="00DC48BD" w:rsidRPr="009A529D">
        <w:rPr>
          <w:rFonts w:cs="Arial"/>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850"/>
        <w:gridCol w:w="1134"/>
        <w:gridCol w:w="851"/>
        <w:gridCol w:w="850"/>
        <w:gridCol w:w="4678"/>
        <w:gridCol w:w="3544"/>
        <w:gridCol w:w="2345"/>
      </w:tblGrid>
      <w:tr w:rsidR="00940BC8" w:rsidRPr="009A529D" w:rsidTr="002C19FB">
        <w:tc>
          <w:tcPr>
            <w:tcW w:w="14786" w:type="dxa"/>
            <w:gridSpan w:val="8"/>
          </w:tcPr>
          <w:p w:rsidR="00940BC8" w:rsidRPr="009A529D" w:rsidRDefault="00940BC8" w:rsidP="00940BC8">
            <w:pPr>
              <w:pStyle w:val="TextkrperCorpsdetexteCorpodeltesto"/>
              <w:tabs>
                <w:tab w:val="left" w:pos="9639"/>
              </w:tabs>
              <w:spacing w:after="120"/>
              <w:rPr>
                <w:rFonts w:cs="Arial"/>
              </w:rPr>
            </w:pPr>
            <w:bookmarkStart w:id="1" w:name="tmStart"/>
            <w:bookmarkEnd w:id="1"/>
            <w:r w:rsidRPr="00940BC8">
              <w:rPr>
                <w:rFonts w:cs="Arial"/>
                <w:b/>
              </w:rPr>
              <w:t>Organisation:</w:t>
            </w:r>
            <w:r w:rsidRPr="009A529D">
              <w:rPr>
                <w:rFonts w:cs="Arial"/>
              </w:rPr>
              <w:t xml:space="preserve"> ZSO Emmen </w:t>
            </w:r>
            <w:r>
              <w:rPr>
                <w:rFonts w:cs="Arial"/>
              </w:rPr>
              <w:t>KATA-Hi Zug 1 + 2</w:t>
            </w:r>
            <w:r>
              <w:rPr>
                <w:rFonts w:cs="Arial"/>
              </w:rPr>
              <w:tab/>
            </w:r>
            <w:r w:rsidRPr="00940BC8">
              <w:rPr>
                <w:rFonts w:cs="Arial"/>
                <w:b/>
              </w:rPr>
              <w:t>Datum:</w:t>
            </w:r>
            <w:r>
              <w:rPr>
                <w:rFonts w:cs="Arial"/>
              </w:rPr>
              <w:t xml:space="preserve"> 15. und 16. März 2011</w:t>
            </w:r>
          </w:p>
          <w:p w:rsidR="00940BC8" w:rsidRPr="009A529D" w:rsidRDefault="00940BC8" w:rsidP="000D21C6">
            <w:pPr>
              <w:pStyle w:val="TextkrperCorpsdetexteCorpodeltesto"/>
              <w:tabs>
                <w:tab w:val="left" w:pos="6663"/>
                <w:tab w:val="left" w:pos="9639"/>
              </w:tabs>
              <w:spacing w:before="0" w:after="120"/>
              <w:rPr>
                <w:rFonts w:cs="Arial"/>
              </w:rPr>
            </w:pPr>
            <w:r w:rsidRPr="00940BC8">
              <w:rPr>
                <w:rFonts w:cs="Arial"/>
                <w:b/>
              </w:rPr>
              <w:t>Übungsleiter:</w:t>
            </w:r>
            <w:r>
              <w:rPr>
                <w:rFonts w:cs="Arial"/>
              </w:rPr>
              <w:t xml:space="preserve"> </w:t>
            </w:r>
            <w:r w:rsidRPr="009A529D">
              <w:rPr>
                <w:rFonts w:cs="Arial"/>
              </w:rPr>
              <w:t>Peter Monn / Christian Durscher</w:t>
            </w:r>
            <w:r>
              <w:rPr>
                <w:rFonts w:cs="Arial"/>
              </w:rPr>
              <w:tab/>
            </w:r>
            <w:r>
              <w:rPr>
                <w:rFonts w:cs="Arial"/>
              </w:rPr>
              <w:tab/>
            </w:r>
            <w:r w:rsidRPr="00940BC8">
              <w:rPr>
                <w:rFonts w:cs="Arial"/>
                <w:b/>
              </w:rPr>
              <w:t>Übung:</w:t>
            </w:r>
            <w:r w:rsidRPr="009A529D">
              <w:rPr>
                <w:rFonts w:cs="Arial"/>
              </w:rPr>
              <w:t xml:space="preserve"> Erdbeben im Raum Luzern</w:t>
            </w:r>
          </w:p>
        </w:tc>
      </w:tr>
      <w:tr w:rsidR="00A572EA" w:rsidRPr="009A529D" w:rsidTr="00AF66D9">
        <w:tc>
          <w:tcPr>
            <w:tcW w:w="534" w:type="dxa"/>
          </w:tcPr>
          <w:p w:rsidR="00A572EA" w:rsidRPr="009A529D" w:rsidRDefault="00A572EA" w:rsidP="002F7873">
            <w:pPr>
              <w:pStyle w:val="TextkrperCorpsdetexteCorpodeltesto"/>
              <w:rPr>
                <w:rFonts w:cs="Arial"/>
              </w:rPr>
            </w:pPr>
            <w:r w:rsidRPr="009A529D">
              <w:rPr>
                <w:rFonts w:cs="Arial"/>
              </w:rPr>
              <w:t>Nr.</w:t>
            </w:r>
          </w:p>
        </w:tc>
        <w:tc>
          <w:tcPr>
            <w:tcW w:w="850" w:type="dxa"/>
          </w:tcPr>
          <w:p w:rsidR="00A572EA" w:rsidRPr="009A529D" w:rsidRDefault="00A572EA" w:rsidP="002F7873">
            <w:pPr>
              <w:pStyle w:val="TextkrperCorpsdetexteCorpodeltesto"/>
              <w:rPr>
                <w:rFonts w:cs="Arial"/>
              </w:rPr>
            </w:pPr>
            <w:r w:rsidRPr="009A529D">
              <w:rPr>
                <w:rFonts w:cs="Arial"/>
              </w:rPr>
              <w:t>Zeit</w:t>
            </w:r>
          </w:p>
        </w:tc>
        <w:tc>
          <w:tcPr>
            <w:tcW w:w="1134" w:type="dxa"/>
          </w:tcPr>
          <w:p w:rsidR="00A572EA" w:rsidRPr="009A529D" w:rsidRDefault="00A572EA" w:rsidP="002F7873">
            <w:pPr>
              <w:pStyle w:val="TextkrperCorpsdetexteCorpodeltesto"/>
              <w:rPr>
                <w:rFonts w:cs="Arial"/>
              </w:rPr>
            </w:pPr>
            <w:r w:rsidRPr="009A529D">
              <w:rPr>
                <w:rFonts w:cs="Arial"/>
              </w:rPr>
              <w:t>Mittel</w:t>
            </w:r>
          </w:p>
        </w:tc>
        <w:tc>
          <w:tcPr>
            <w:tcW w:w="851" w:type="dxa"/>
          </w:tcPr>
          <w:p w:rsidR="00A572EA" w:rsidRPr="009A529D" w:rsidRDefault="00A572EA" w:rsidP="002F7873">
            <w:pPr>
              <w:pStyle w:val="TextkrperCorpsdetexteCorpodeltesto"/>
              <w:rPr>
                <w:rFonts w:cs="Arial"/>
              </w:rPr>
            </w:pPr>
            <w:r w:rsidRPr="009A529D">
              <w:rPr>
                <w:rFonts w:cs="Arial"/>
              </w:rPr>
              <w:t>Von</w:t>
            </w:r>
          </w:p>
        </w:tc>
        <w:tc>
          <w:tcPr>
            <w:tcW w:w="850" w:type="dxa"/>
          </w:tcPr>
          <w:p w:rsidR="00A572EA" w:rsidRPr="009A529D" w:rsidRDefault="00A572EA" w:rsidP="002F7873">
            <w:pPr>
              <w:pStyle w:val="TextkrperCorpsdetexteCorpodeltesto"/>
              <w:rPr>
                <w:rFonts w:cs="Arial"/>
              </w:rPr>
            </w:pPr>
            <w:r w:rsidRPr="009A529D">
              <w:rPr>
                <w:rFonts w:cs="Arial"/>
              </w:rPr>
              <w:t>An</w:t>
            </w:r>
          </w:p>
        </w:tc>
        <w:tc>
          <w:tcPr>
            <w:tcW w:w="4678" w:type="dxa"/>
          </w:tcPr>
          <w:p w:rsidR="00A572EA" w:rsidRPr="009A529D" w:rsidRDefault="00A572EA" w:rsidP="002F7873">
            <w:pPr>
              <w:pStyle w:val="TextkrperCorpsdetexteCorpodeltesto"/>
              <w:rPr>
                <w:rFonts w:cs="Arial"/>
              </w:rPr>
            </w:pPr>
            <w:r w:rsidRPr="009A529D">
              <w:rPr>
                <w:rFonts w:cs="Arial"/>
              </w:rPr>
              <w:t>Befehl, Lageveränderung, Dilemmas</w:t>
            </w:r>
          </w:p>
        </w:tc>
        <w:tc>
          <w:tcPr>
            <w:tcW w:w="3544" w:type="dxa"/>
          </w:tcPr>
          <w:p w:rsidR="00A572EA" w:rsidRPr="009A529D" w:rsidRDefault="00A572EA" w:rsidP="002F7873">
            <w:pPr>
              <w:pStyle w:val="TextkrperCorpsdetexteCorpodeltesto"/>
              <w:rPr>
                <w:rFonts w:cs="Arial"/>
              </w:rPr>
            </w:pPr>
            <w:r w:rsidRPr="009A529D">
              <w:rPr>
                <w:rFonts w:cs="Arial"/>
              </w:rPr>
              <w:t>Mögliche Reaktionen</w:t>
            </w:r>
          </w:p>
        </w:tc>
        <w:tc>
          <w:tcPr>
            <w:tcW w:w="2345" w:type="dxa"/>
          </w:tcPr>
          <w:p w:rsidR="00A572EA" w:rsidRPr="009A529D" w:rsidRDefault="00A572EA" w:rsidP="002F7873">
            <w:pPr>
              <w:pStyle w:val="TextkrperCorpsdetexteCorpodeltesto"/>
              <w:rPr>
                <w:rFonts w:cs="Arial"/>
              </w:rPr>
            </w:pPr>
            <w:r w:rsidRPr="009A529D">
              <w:rPr>
                <w:rFonts w:cs="Arial"/>
              </w:rPr>
              <w:t>Bemerkung</w:t>
            </w:r>
          </w:p>
        </w:tc>
      </w:tr>
      <w:tr w:rsidR="00A572EA" w:rsidRPr="009A529D" w:rsidTr="00AF66D9">
        <w:trPr>
          <w:trHeight w:val="1560"/>
        </w:trPr>
        <w:tc>
          <w:tcPr>
            <w:tcW w:w="534" w:type="dxa"/>
          </w:tcPr>
          <w:p w:rsidR="00A572EA" w:rsidRPr="009A529D" w:rsidRDefault="002C1BEC" w:rsidP="002F7873">
            <w:pPr>
              <w:pStyle w:val="TextkrperCorpsdetexteCorpodeltesto"/>
              <w:rPr>
                <w:rFonts w:cs="Arial"/>
                <w:sz w:val="20"/>
                <w:szCs w:val="20"/>
              </w:rPr>
            </w:pPr>
            <w:r>
              <w:rPr>
                <w:rFonts w:cs="Arial"/>
                <w:sz w:val="20"/>
                <w:szCs w:val="20"/>
              </w:rPr>
              <w:t>1</w:t>
            </w:r>
          </w:p>
        </w:tc>
        <w:tc>
          <w:tcPr>
            <w:tcW w:w="850" w:type="dxa"/>
          </w:tcPr>
          <w:p w:rsidR="002D0BAB" w:rsidRDefault="002D0BAB" w:rsidP="00FF3FFE">
            <w:pPr>
              <w:pStyle w:val="TextkrperCorpsdetexteCorpodeltesto"/>
              <w:spacing w:before="60"/>
              <w:rPr>
                <w:rFonts w:cs="Arial"/>
                <w:sz w:val="20"/>
                <w:szCs w:val="20"/>
              </w:rPr>
            </w:pPr>
            <w:r w:rsidRPr="009A529D">
              <w:rPr>
                <w:rFonts w:cs="Arial"/>
                <w:sz w:val="20"/>
                <w:szCs w:val="20"/>
              </w:rPr>
              <w:t>07:00</w:t>
            </w:r>
          </w:p>
          <w:p w:rsidR="005978BB" w:rsidRPr="009A529D" w:rsidRDefault="005978BB" w:rsidP="00FF3FFE">
            <w:pPr>
              <w:pStyle w:val="TextkrperCorpsdetexteCorpodeltesto"/>
              <w:spacing w:before="60"/>
              <w:rPr>
                <w:rFonts w:cs="Arial"/>
                <w:sz w:val="20"/>
                <w:szCs w:val="20"/>
              </w:rPr>
            </w:pPr>
            <w:r>
              <w:rPr>
                <w:rFonts w:cs="Arial"/>
                <w:sz w:val="20"/>
                <w:szCs w:val="20"/>
              </w:rPr>
              <w:t>bis</w:t>
            </w:r>
          </w:p>
          <w:p w:rsidR="002D0BAB" w:rsidRPr="009A529D" w:rsidRDefault="002D0BAB" w:rsidP="00FF3FFE">
            <w:pPr>
              <w:pStyle w:val="TextkrperCorpsdetexteCorpodeltesto"/>
              <w:spacing w:before="60"/>
              <w:rPr>
                <w:rFonts w:cs="Arial"/>
                <w:sz w:val="20"/>
                <w:szCs w:val="20"/>
              </w:rPr>
            </w:pPr>
            <w:r w:rsidRPr="009A529D">
              <w:rPr>
                <w:rFonts w:cs="Arial"/>
                <w:sz w:val="20"/>
                <w:szCs w:val="20"/>
              </w:rPr>
              <w:t>08:00</w:t>
            </w:r>
          </w:p>
        </w:tc>
        <w:tc>
          <w:tcPr>
            <w:tcW w:w="1134" w:type="dxa"/>
          </w:tcPr>
          <w:p w:rsidR="002D0BAB" w:rsidRPr="009A529D" w:rsidRDefault="003B0328" w:rsidP="002F7873">
            <w:pPr>
              <w:pStyle w:val="TextkrperCorpsdetexteCorpodeltesto"/>
              <w:rPr>
                <w:rFonts w:cs="Arial"/>
                <w:sz w:val="20"/>
                <w:szCs w:val="20"/>
              </w:rPr>
            </w:pPr>
            <w:r w:rsidRPr="009A529D">
              <w:rPr>
                <w:rFonts w:cs="Arial"/>
                <w:sz w:val="20"/>
                <w:szCs w:val="20"/>
              </w:rPr>
              <w:t>mündlich</w:t>
            </w:r>
          </w:p>
        </w:tc>
        <w:tc>
          <w:tcPr>
            <w:tcW w:w="851" w:type="dxa"/>
          </w:tcPr>
          <w:p w:rsidR="00A572EA" w:rsidRPr="009A529D" w:rsidRDefault="00A572EA" w:rsidP="002F7873">
            <w:pPr>
              <w:pStyle w:val="TextkrperCorpsdetexteCorpodeltesto"/>
              <w:rPr>
                <w:rFonts w:cs="Arial"/>
                <w:sz w:val="20"/>
                <w:szCs w:val="20"/>
              </w:rPr>
            </w:pPr>
          </w:p>
        </w:tc>
        <w:tc>
          <w:tcPr>
            <w:tcW w:w="850" w:type="dxa"/>
          </w:tcPr>
          <w:p w:rsidR="00A572EA" w:rsidRPr="009A529D" w:rsidRDefault="00A572EA" w:rsidP="002F7873">
            <w:pPr>
              <w:pStyle w:val="TextkrperCorpsdetexteCorpodeltesto"/>
              <w:rPr>
                <w:rFonts w:cs="Arial"/>
                <w:sz w:val="20"/>
                <w:szCs w:val="20"/>
              </w:rPr>
            </w:pPr>
          </w:p>
        </w:tc>
        <w:tc>
          <w:tcPr>
            <w:tcW w:w="4678" w:type="dxa"/>
          </w:tcPr>
          <w:p w:rsidR="002D0BAB" w:rsidRPr="009A529D" w:rsidRDefault="009A529D" w:rsidP="002C19FB">
            <w:pPr>
              <w:numPr>
                <w:ilvl w:val="0"/>
                <w:numId w:val="16"/>
              </w:numPr>
              <w:overflowPunct/>
              <w:autoSpaceDE/>
              <w:autoSpaceDN/>
              <w:adjustRightInd/>
              <w:textAlignment w:val="auto"/>
              <w:rPr>
                <w:rFonts w:cs="Arial"/>
                <w:sz w:val="20"/>
                <w:szCs w:val="20"/>
              </w:rPr>
            </w:pPr>
            <w:r w:rsidRPr="009A529D">
              <w:rPr>
                <w:rFonts w:cs="Arial"/>
                <w:sz w:val="20"/>
                <w:szCs w:val="20"/>
              </w:rPr>
              <w:t>Appell der Figuranten und anschliessend verschieben nach Cham.</w:t>
            </w:r>
          </w:p>
          <w:p w:rsidR="009A529D" w:rsidRPr="009A529D" w:rsidRDefault="009A529D" w:rsidP="002C19FB">
            <w:pPr>
              <w:numPr>
                <w:ilvl w:val="0"/>
                <w:numId w:val="16"/>
              </w:numPr>
              <w:overflowPunct/>
              <w:autoSpaceDE/>
              <w:autoSpaceDN/>
              <w:adjustRightInd/>
              <w:textAlignment w:val="auto"/>
              <w:rPr>
                <w:rFonts w:cs="Arial"/>
                <w:sz w:val="20"/>
                <w:szCs w:val="20"/>
              </w:rPr>
            </w:pPr>
            <w:r w:rsidRPr="009A529D">
              <w:rPr>
                <w:rFonts w:cs="Arial"/>
                <w:sz w:val="20"/>
                <w:szCs w:val="20"/>
              </w:rPr>
              <w:t>Einrichten der Arbeitsplätze und Instruktion der Figuranten (ÜLG)</w:t>
            </w:r>
          </w:p>
          <w:p w:rsidR="002D0BAB" w:rsidRPr="009A529D" w:rsidRDefault="002D0BAB" w:rsidP="002C19FB">
            <w:pPr>
              <w:numPr>
                <w:ilvl w:val="0"/>
                <w:numId w:val="16"/>
              </w:numPr>
              <w:overflowPunct/>
              <w:autoSpaceDE/>
              <w:autoSpaceDN/>
              <w:adjustRightInd/>
              <w:textAlignment w:val="auto"/>
              <w:rPr>
                <w:rFonts w:cs="Arial"/>
                <w:sz w:val="20"/>
                <w:szCs w:val="20"/>
              </w:rPr>
            </w:pPr>
            <w:r w:rsidRPr="009A529D">
              <w:rPr>
                <w:rFonts w:cs="Arial"/>
                <w:sz w:val="20"/>
                <w:szCs w:val="20"/>
              </w:rPr>
              <w:t>Organisatorisches Vorbereiten der Administration im Hübeli</w:t>
            </w:r>
          </w:p>
          <w:p w:rsidR="002D0BAB" w:rsidRPr="009A529D" w:rsidRDefault="002D0BAB" w:rsidP="002C19FB">
            <w:pPr>
              <w:numPr>
                <w:ilvl w:val="0"/>
                <w:numId w:val="16"/>
              </w:numPr>
              <w:rPr>
                <w:rFonts w:cs="Arial"/>
                <w:sz w:val="20"/>
                <w:szCs w:val="20"/>
              </w:rPr>
            </w:pPr>
            <w:r w:rsidRPr="009A529D">
              <w:rPr>
                <w:rFonts w:cs="Arial"/>
                <w:sz w:val="20"/>
                <w:szCs w:val="20"/>
              </w:rPr>
              <w:t>Absprachen mit Materialwart (Fahrzeuge und Material)</w:t>
            </w:r>
          </w:p>
        </w:tc>
        <w:tc>
          <w:tcPr>
            <w:tcW w:w="3544" w:type="dxa"/>
          </w:tcPr>
          <w:p w:rsidR="00A572EA" w:rsidRPr="009A529D" w:rsidRDefault="002D0BAB" w:rsidP="002C19FB">
            <w:pPr>
              <w:pStyle w:val="TextkrperCorpsdetexteCorpodeltesto"/>
              <w:numPr>
                <w:ilvl w:val="0"/>
                <w:numId w:val="16"/>
              </w:numPr>
              <w:ind w:left="459" w:hanging="425"/>
              <w:rPr>
                <w:rFonts w:cs="Arial"/>
                <w:sz w:val="20"/>
                <w:szCs w:val="20"/>
              </w:rPr>
            </w:pPr>
            <w:r w:rsidRPr="009A529D">
              <w:rPr>
                <w:rFonts w:cs="Arial"/>
                <w:sz w:val="20"/>
                <w:szCs w:val="20"/>
              </w:rPr>
              <w:t>Vergessenes noch erledigen</w:t>
            </w:r>
          </w:p>
        </w:tc>
        <w:tc>
          <w:tcPr>
            <w:tcW w:w="2345" w:type="dxa"/>
          </w:tcPr>
          <w:p w:rsidR="00A572EA" w:rsidRPr="009A529D" w:rsidRDefault="009A529D" w:rsidP="009A529D">
            <w:pPr>
              <w:pStyle w:val="TextkrperCorpsdetexteCorpodeltesto"/>
              <w:ind w:left="459" w:hanging="425"/>
              <w:rPr>
                <w:rFonts w:cs="Arial"/>
                <w:sz w:val="20"/>
                <w:szCs w:val="20"/>
              </w:rPr>
            </w:pPr>
            <w:r w:rsidRPr="009A529D">
              <w:rPr>
                <w:rFonts w:cs="Arial"/>
                <w:sz w:val="20"/>
                <w:szCs w:val="20"/>
              </w:rPr>
              <w:t>Material ist vor Ort</w:t>
            </w:r>
          </w:p>
        </w:tc>
      </w:tr>
      <w:tr w:rsidR="002D0BAB" w:rsidRPr="009A529D" w:rsidTr="00AF66D9">
        <w:trPr>
          <w:trHeight w:val="735"/>
        </w:trPr>
        <w:tc>
          <w:tcPr>
            <w:tcW w:w="534" w:type="dxa"/>
          </w:tcPr>
          <w:p w:rsidR="002D0BAB" w:rsidRPr="009A529D" w:rsidRDefault="002C1BEC" w:rsidP="002F7873">
            <w:pPr>
              <w:pStyle w:val="TextkrperCorpsdetexteCorpodeltesto"/>
              <w:rPr>
                <w:rFonts w:cs="Arial"/>
                <w:sz w:val="20"/>
                <w:szCs w:val="20"/>
              </w:rPr>
            </w:pPr>
            <w:r>
              <w:rPr>
                <w:rFonts w:cs="Arial"/>
                <w:sz w:val="20"/>
                <w:szCs w:val="20"/>
              </w:rPr>
              <w:t>2</w:t>
            </w:r>
          </w:p>
        </w:tc>
        <w:tc>
          <w:tcPr>
            <w:tcW w:w="850" w:type="dxa"/>
          </w:tcPr>
          <w:p w:rsidR="002D0BAB" w:rsidRDefault="002D0BAB" w:rsidP="00FF3FFE">
            <w:pPr>
              <w:pStyle w:val="TextkrperCorpsdetexteCorpodeltesto"/>
              <w:spacing w:before="60"/>
              <w:rPr>
                <w:rFonts w:cs="Arial"/>
                <w:sz w:val="20"/>
                <w:szCs w:val="20"/>
              </w:rPr>
            </w:pPr>
            <w:r w:rsidRPr="009A529D">
              <w:rPr>
                <w:rFonts w:cs="Arial"/>
                <w:sz w:val="20"/>
                <w:szCs w:val="20"/>
              </w:rPr>
              <w:t>08:00</w:t>
            </w:r>
          </w:p>
          <w:p w:rsidR="005978BB" w:rsidRPr="009A529D" w:rsidRDefault="005978BB" w:rsidP="00FF3FFE">
            <w:pPr>
              <w:pStyle w:val="TextkrperCorpsdetexteCorpodeltesto"/>
              <w:spacing w:before="60"/>
              <w:rPr>
                <w:rFonts w:cs="Arial"/>
                <w:sz w:val="20"/>
                <w:szCs w:val="20"/>
              </w:rPr>
            </w:pPr>
            <w:r>
              <w:rPr>
                <w:rFonts w:cs="Arial"/>
                <w:sz w:val="20"/>
                <w:szCs w:val="20"/>
              </w:rPr>
              <w:t>bis</w:t>
            </w:r>
          </w:p>
          <w:p w:rsidR="002D0BAB" w:rsidRPr="009A529D" w:rsidRDefault="002D0BAB" w:rsidP="00FF3FFE">
            <w:pPr>
              <w:pStyle w:val="TextkrperCorpsdetexteCorpodeltesto"/>
              <w:spacing w:before="60"/>
              <w:rPr>
                <w:rFonts w:cs="Arial"/>
                <w:sz w:val="20"/>
                <w:szCs w:val="20"/>
              </w:rPr>
            </w:pPr>
            <w:r w:rsidRPr="009A529D">
              <w:rPr>
                <w:rFonts w:cs="Arial"/>
                <w:sz w:val="20"/>
                <w:szCs w:val="20"/>
              </w:rPr>
              <w:t>08:15</w:t>
            </w:r>
          </w:p>
        </w:tc>
        <w:tc>
          <w:tcPr>
            <w:tcW w:w="1134" w:type="dxa"/>
          </w:tcPr>
          <w:p w:rsidR="002D0BAB" w:rsidRPr="009A529D" w:rsidRDefault="002D0BAB" w:rsidP="002F7873">
            <w:pPr>
              <w:pStyle w:val="TextkrperCorpsdetexteCorpodeltesto"/>
              <w:rPr>
                <w:rFonts w:cs="Arial"/>
                <w:sz w:val="20"/>
                <w:szCs w:val="20"/>
              </w:rPr>
            </w:pPr>
            <w:r w:rsidRPr="009A529D">
              <w:rPr>
                <w:rFonts w:cs="Arial"/>
                <w:sz w:val="20"/>
                <w:szCs w:val="20"/>
              </w:rPr>
              <w:t>ZSO</w:t>
            </w:r>
            <w:r w:rsidR="009A529D" w:rsidRPr="009A529D">
              <w:rPr>
                <w:rFonts w:cs="Arial"/>
                <w:sz w:val="20"/>
                <w:szCs w:val="20"/>
              </w:rPr>
              <w:t xml:space="preserve"> Emme</w:t>
            </w:r>
          </w:p>
        </w:tc>
        <w:tc>
          <w:tcPr>
            <w:tcW w:w="851" w:type="dxa"/>
          </w:tcPr>
          <w:p w:rsidR="002D0BAB" w:rsidRPr="009A529D" w:rsidRDefault="009A529D" w:rsidP="002F7873">
            <w:pPr>
              <w:pStyle w:val="TextkrperCorpsdetexteCorpodeltesto"/>
              <w:rPr>
                <w:rFonts w:cs="Arial"/>
                <w:sz w:val="20"/>
                <w:szCs w:val="20"/>
              </w:rPr>
            </w:pPr>
            <w:r w:rsidRPr="009A529D">
              <w:rPr>
                <w:rFonts w:cs="Arial"/>
                <w:sz w:val="20"/>
                <w:szCs w:val="20"/>
              </w:rPr>
              <w:t>Kdt. Emme</w:t>
            </w:r>
          </w:p>
        </w:tc>
        <w:tc>
          <w:tcPr>
            <w:tcW w:w="850" w:type="dxa"/>
          </w:tcPr>
          <w:p w:rsidR="002D0BAB" w:rsidRPr="009A529D" w:rsidRDefault="009A529D" w:rsidP="002F7873">
            <w:pPr>
              <w:pStyle w:val="TextkrperCorpsdetexteCorpodeltesto"/>
              <w:rPr>
                <w:rFonts w:cs="Arial"/>
                <w:sz w:val="20"/>
                <w:szCs w:val="20"/>
              </w:rPr>
            </w:pPr>
            <w:r w:rsidRPr="009A529D">
              <w:rPr>
                <w:rFonts w:cs="Arial"/>
                <w:sz w:val="20"/>
                <w:szCs w:val="20"/>
              </w:rPr>
              <w:t>Mann-schaft</w:t>
            </w:r>
          </w:p>
        </w:tc>
        <w:tc>
          <w:tcPr>
            <w:tcW w:w="4678" w:type="dxa"/>
          </w:tcPr>
          <w:p w:rsidR="002D0BAB" w:rsidRPr="009A529D" w:rsidRDefault="00766AF1" w:rsidP="002C19FB">
            <w:pPr>
              <w:pStyle w:val="TextkrperCorpsdetexteCorpodeltesto"/>
              <w:numPr>
                <w:ilvl w:val="0"/>
                <w:numId w:val="16"/>
              </w:numPr>
              <w:rPr>
                <w:rFonts w:cs="Arial"/>
                <w:sz w:val="20"/>
                <w:szCs w:val="20"/>
              </w:rPr>
            </w:pPr>
            <w:r w:rsidRPr="009A529D">
              <w:rPr>
                <w:rFonts w:cs="Arial"/>
                <w:sz w:val="20"/>
                <w:szCs w:val="20"/>
              </w:rPr>
              <w:t>Eintrittsmusterung durch ZSO</w:t>
            </w:r>
          </w:p>
        </w:tc>
        <w:tc>
          <w:tcPr>
            <w:tcW w:w="3544" w:type="dxa"/>
          </w:tcPr>
          <w:p w:rsidR="002D0BAB" w:rsidRPr="009A529D" w:rsidRDefault="00766AF1" w:rsidP="002C19FB">
            <w:pPr>
              <w:pStyle w:val="TextkrperCorpsdetexteCorpodeltesto"/>
              <w:numPr>
                <w:ilvl w:val="0"/>
                <w:numId w:val="16"/>
              </w:numPr>
              <w:ind w:left="459" w:hanging="425"/>
              <w:rPr>
                <w:rFonts w:cs="Arial"/>
                <w:sz w:val="20"/>
                <w:szCs w:val="20"/>
              </w:rPr>
            </w:pPr>
            <w:r w:rsidRPr="009A529D">
              <w:rPr>
                <w:rFonts w:cs="Arial"/>
                <w:sz w:val="20"/>
                <w:szCs w:val="20"/>
              </w:rPr>
              <w:t>Personalstand</w:t>
            </w:r>
            <w:r w:rsidR="005978BB">
              <w:rPr>
                <w:rFonts w:cs="Arial"/>
                <w:sz w:val="20"/>
                <w:szCs w:val="20"/>
              </w:rPr>
              <w:t>es</w:t>
            </w:r>
            <w:r w:rsidRPr="009A529D">
              <w:rPr>
                <w:rFonts w:cs="Arial"/>
                <w:sz w:val="20"/>
                <w:szCs w:val="20"/>
              </w:rPr>
              <w:t xml:space="preserve"> Änderung</w:t>
            </w:r>
            <w:r w:rsidR="005978BB">
              <w:rPr>
                <w:rFonts w:cs="Arial"/>
                <w:sz w:val="20"/>
                <w:szCs w:val="20"/>
              </w:rPr>
              <w:t>en</w:t>
            </w:r>
          </w:p>
        </w:tc>
        <w:tc>
          <w:tcPr>
            <w:tcW w:w="2345" w:type="dxa"/>
          </w:tcPr>
          <w:p w:rsidR="002D0BAB" w:rsidRPr="009A529D" w:rsidRDefault="002D0BAB" w:rsidP="009A529D">
            <w:pPr>
              <w:pStyle w:val="TextkrperCorpsdetexteCorpodeltesto"/>
              <w:ind w:left="317" w:hanging="283"/>
              <w:rPr>
                <w:rFonts w:cs="Arial"/>
                <w:sz w:val="20"/>
                <w:szCs w:val="20"/>
              </w:rPr>
            </w:pPr>
          </w:p>
        </w:tc>
      </w:tr>
      <w:tr w:rsidR="00487653" w:rsidRPr="005978BB" w:rsidTr="000C794D">
        <w:trPr>
          <w:trHeight w:val="4906"/>
        </w:trPr>
        <w:tc>
          <w:tcPr>
            <w:tcW w:w="534" w:type="dxa"/>
          </w:tcPr>
          <w:p w:rsidR="00487653" w:rsidRPr="009A529D" w:rsidRDefault="002C1BEC" w:rsidP="002C19FB">
            <w:pPr>
              <w:pStyle w:val="TextkrperCorpsdetexteCorpodeltesto"/>
              <w:rPr>
                <w:rFonts w:cs="Arial"/>
                <w:sz w:val="20"/>
                <w:szCs w:val="20"/>
              </w:rPr>
            </w:pPr>
            <w:r>
              <w:rPr>
                <w:rFonts w:cs="Arial"/>
                <w:sz w:val="20"/>
                <w:szCs w:val="20"/>
              </w:rPr>
              <w:t>3</w:t>
            </w:r>
          </w:p>
        </w:tc>
        <w:tc>
          <w:tcPr>
            <w:tcW w:w="850" w:type="dxa"/>
          </w:tcPr>
          <w:p w:rsidR="00487653" w:rsidRPr="009A529D" w:rsidRDefault="00487653" w:rsidP="002C19FB">
            <w:pPr>
              <w:pStyle w:val="TextkrperCorpsdetexteCorpodeltesto"/>
              <w:rPr>
                <w:rFonts w:cs="Arial"/>
                <w:sz w:val="20"/>
                <w:szCs w:val="20"/>
              </w:rPr>
            </w:pPr>
            <w:r w:rsidRPr="009A529D">
              <w:rPr>
                <w:rFonts w:cs="Arial"/>
                <w:sz w:val="20"/>
                <w:szCs w:val="20"/>
              </w:rPr>
              <w:t>08:</w:t>
            </w:r>
            <w:r>
              <w:rPr>
                <w:rFonts w:cs="Arial"/>
                <w:sz w:val="20"/>
                <w:szCs w:val="20"/>
              </w:rPr>
              <w:t>15</w:t>
            </w:r>
          </w:p>
        </w:tc>
        <w:tc>
          <w:tcPr>
            <w:tcW w:w="1134" w:type="dxa"/>
          </w:tcPr>
          <w:p w:rsidR="00487653" w:rsidRPr="009A529D" w:rsidRDefault="00487653" w:rsidP="002C19FB">
            <w:pPr>
              <w:pStyle w:val="TextkrperCorpsdetexteCorpodeltesto"/>
              <w:rPr>
                <w:rFonts w:cs="Arial"/>
                <w:sz w:val="20"/>
                <w:szCs w:val="20"/>
              </w:rPr>
            </w:pPr>
            <w:r w:rsidRPr="009A529D">
              <w:rPr>
                <w:rFonts w:cs="Arial"/>
                <w:sz w:val="20"/>
                <w:szCs w:val="20"/>
              </w:rPr>
              <w:t>mündlich</w:t>
            </w:r>
          </w:p>
        </w:tc>
        <w:tc>
          <w:tcPr>
            <w:tcW w:w="851" w:type="dxa"/>
          </w:tcPr>
          <w:p w:rsidR="00487653" w:rsidRPr="009A529D" w:rsidRDefault="00487653" w:rsidP="002C19FB">
            <w:pPr>
              <w:pStyle w:val="TextkrperCorpsdetexteCorpodeltesto"/>
              <w:rPr>
                <w:rFonts w:cs="Arial"/>
                <w:sz w:val="20"/>
                <w:szCs w:val="20"/>
              </w:rPr>
            </w:pPr>
            <w:r w:rsidRPr="009A529D">
              <w:rPr>
                <w:rFonts w:cs="Arial"/>
                <w:sz w:val="20"/>
                <w:szCs w:val="20"/>
              </w:rPr>
              <w:t>Kdt</w:t>
            </w:r>
            <w:r w:rsidR="00662673">
              <w:rPr>
                <w:rFonts w:cs="Arial"/>
                <w:sz w:val="20"/>
                <w:szCs w:val="20"/>
              </w:rPr>
              <w:t xml:space="preserve"> ZSO</w:t>
            </w:r>
          </w:p>
          <w:p w:rsidR="00487653" w:rsidRPr="009A529D" w:rsidRDefault="00487653" w:rsidP="002C19FB">
            <w:pPr>
              <w:pStyle w:val="TextkrperCorpsdetexteCorpodeltesto"/>
              <w:rPr>
                <w:rFonts w:cs="Arial"/>
                <w:sz w:val="20"/>
                <w:szCs w:val="20"/>
              </w:rPr>
            </w:pPr>
            <w:r w:rsidRPr="009A529D">
              <w:rPr>
                <w:rFonts w:cs="Arial"/>
                <w:sz w:val="20"/>
                <w:szCs w:val="20"/>
              </w:rPr>
              <w:t>(ÜL)</w:t>
            </w:r>
          </w:p>
        </w:tc>
        <w:tc>
          <w:tcPr>
            <w:tcW w:w="850" w:type="dxa"/>
          </w:tcPr>
          <w:p w:rsidR="00487653" w:rsidRPr="009A529D" w:rsidRDefault="00487653" w:rsidP="002C19FB">
            <w:pPr>
              <w:pStyle w:val="TextkrperCorpsdetexteCorpodeltesto"/>
              <w:rPr>
                <w:rFonts w:cs="Arial"/>
                <w:sz w:val="20"/>
                <w:szCs w:val="20"/>
              </w:rPr>
            </w:pPr>
            <w:r w:rsidRPr="009A529D">
              <w:rPr>
                <w:rFonts w:cs="Arial"/>
                <w:sz w:val="20"/>
                <w:szCs w:val="20"/>
              </w:rPr>
              <w:t>Zfhr</w:t>
            </w:r>
          </w:p>
        </w:tc>
        <w:tc>
          <w:tcPr>
            <w:tcW w:w="4678" w:type="dxa"/>
          </w:tcPr>
          <w:p w:rsidR="00487653" w:rsidRPr="009A529D" w:rsidRDefault="00487653" w:rsidP="002C19FB">
            <w:pPr>
              <w:pStyle w:val="TextkrperCorpsdetexteCorpodeltesto"/>
              <w:numPr>
                <w:ilvl w:val="0"/>
                <w:numId w:val="16"/>
              </w:numPr>
              <w:rPr>
                <w:rFonts w:cs="Arial"/>
                <w:sz w:val="20"/>
                <w:szCs w:val="20"/>
              </w:rPr>
            </w:pPr>
            <w:r w:rsidRPr="009A529D">
              <w:rPr>
                <w:rFonts w:cs="Arial"/>
                <w:sz w:val="20"/>
                <w:szCs w:val="20"/>
              </w:rPr>
              <w:t xml:space="preserve">Befehlsausgabe für die Übung Erdbeben im Raum </w:t>
            </w:r>
            <w:r>
              <w:rPr>
                <w:rFonts w:cs="Arial"/>
                <w:sz w:val="20"/>
                <w:szCs w:val="20"/>
              </w:rPr>
              <w:t>Zug</w:t>
            </w:r>
            <w:r w:rsidRPr="009A529D">
              <w:rPr>
                <w:rFonts w:cs="Arial"/>
                <w:sz w:val="20"/>
                <w:szCs w:val="20"/>
              </w:rPr>
              <w:t>, Schadenplatz Bekanntgabe (Cham)</w:t>
            </w:r>
          </w:p>
          <w:p w:rsidR="00487653" w:rsidRPr="009A529D" w:rsidRDefault="00487653" w:rsidP="002C19FB">
            <w:pPr>
              <w:pStyle w:val="TextkrperCorpsdetexteCorpodeltesto"/>
              <w:numPr>
                <w:ilvl w:val="0"/>
                <w:numId w:val="16"/>
              </w:numPr>
              <w:rPr>
                <w:rFonts w:cs="Arial"/>
                <w:sz w:val="20"/>
                <w:szCs w:val="20"/>
              </w:rPr>
            </w:pPr>
            <w:r w:rsidRPr="009A529D">
              <w:rPr>
                <w:rFonts w:cs="Arial"/>
                <w:sz w:val="20"/>
                <w:szCs w:val="20"/>
              </w:rPr>
              <w:t xml:space="preserve">Verschiebung, der Zfhr organisiert, meldet sich beim EL FW (Christian Durscher / Peter Monn) </w:t>
            </w:r>
          </w:p>
          <w:p w:rsidR="00487653" w:rsidRPr="009A529D" w:rsidRDefault="00487653" w:rsidP="00353338">
            <w:pPr>
              <w:pStyle w:val="TextkrperCorpsdetexteCorpodeltesto"/>
              <w:jc w:val="both"/>
              <w:rPr>
                <w:rFonts w:cs="Arial"/>
                <w:sz w:val="20"/>
                <w:szCs w:val="20"/>
              </w:rPr>
            </w:pPr>
            <w:r w:rsidRPr="009A529D">
              <w:rPr>
                <w:rFonts w:cs="Arial"/>
                <w:b/>
                <w:sz w:val="20"/>
                <w:szCs w:val="20"/>
              </w:rPr>
              <w:t>O:</w:t>
            </w:r>
            <w:r w:rsidRPr="009A529D">
              <w:rPr>
                <w:rFonts w:cs="Arial"/>
                <w:sz w:val="20"/>
                <w:szCs w:val="20"/>
              </w:rPr>
              <w:t xml:space="preserve"> </w:t>
            </w:r>
            <w:r w:rsidR="00353338">
              <w:rPr>
                <w:rFonts w:cs="Arial"/>
                <w:sz w:val="20"/>
                <w:szCs w:val="20"/>
              </w:rPr>
              <w:t xml:space="preserve">Erdbeben Raum Zug Epizentrum Cham, Partner der BS sind alle im Einsatz und personell überfordert. Der KFS Zug hat bei ein überortliches Begehren für einen Einsatz des ZS gestellt. Der Kanton Luzern hat dies bewilligt und die ZSO Emmen diesen Auftrag </w:t>
            </w:r>
            <w:r w:rsidR="00CF2033">
              <w:rPr>
                <w:rFonts w:cs="Arial"/>
                <w:sz w:val="20"/>
                <w:szCs w:val="20"/>
              </w:rPr>
              <w:t>erteilt-</w:t>
            </w:r>
            <w:r w:rsidR="00353338">
              <w:rPr>
                <w:rFonts w:cs="Arial"/>
                <w:sz w:val="20"/>
                <w:szCs w:val="20"/>
              </w:rPr>
              <w:t xml:space="preserve">  </w:t>
            </w:r>
            <w:r w:rsidRPr="009A529D">
              <w:rPr>
                <w:rFonts w:cs="Arial"/>
                <w:sz w:val="20"/>
                <w:szCs w:val="20"/>
              </w:rPr>
              <w:t xml:space="preserve"> </w:t>
            </w:r>
          </w:p>
          <w:p w:rsidR="00487653" w:rsidRPr="009A529D" w:rsidRDefault="00487653" w:rsidP="00940BC8">
            <w:pPr>
              <w:pStyle w:val="TextkrperCorpsdetexteCorpodeltesto"/>
              <w:rPr>
                <w:rFonts w:cs="Arial"/>
                <w:sz w:val="20"/>
                <w:szCs w:val="20"/>
              </w:rPr>
            </w:pPr>
            <w:r w:rsidRPr="009A529D">
              <w:rPr>
                <w:rFonts w:cs="Arial"/>
                <w:b/>
                <w:sz w:val="20"/>
                <w:szCs w:val="20"/>
              </w:rPr>
              <w:t>A:</w:t>
            </w:r>
            <w:r w:rsidRPr="009A529D">
              <w:rPr>
                <w:rFonts w:cs="Arial"/>
                <w:sz w:val="20"/>
                <w:szCs w:val="20"/>
              </w:rPr>
              <w:t xml:space="preserve"> </w:t>
            </w:r>
            <w:r w:rsidR="00CF2033">
              <w:rPr>
                <w:rFonts w:cs="Arial"/>
                <w:sz w:val="20"/>
                <w:szCs w:val="20"/>
              </w:rPr>
              <w:t>Ich will mit einem Zug Unterstützung im Raum Cham die Einsatzkräfte wärend 8 Stunden unterstützen.</w:t>
            </w:r>
          </w:p>
          <w:p w:rsidR="00487653" w:rsidRDefault="00487653" w:rsidP="00940BC8">
            <w:pPr>
              <w:pStyle w:val="TextkrperCorpsdetexteCorpodeltesto"/>
              <w:rPr>
                <w:rFonts w:cs="Arial"/>
                <w:sz w:val="20"/>
                <w:szCs w:val="20"/>
              </w:rPr>
            </w:pPr>
            <w:r w:rsidRPr="009A529D">
              <w:rPr>
                <w:rFonts w:cs="Arial"/>
                <w:b/>
                <w:sz w:val="20"/>
                <w:szCs w:val="20"/>
              </w:rPr>
              <w:t>A:</w:t>
            </w:r>
            <w:r w:rsidRPr="009A529D">
              <w:rPr>
                <w:rFonts w:cs="Arial"/>
                <w:sz w:val="20"/>
                <w:szCs w:val="20"/>
              </w:rPr>
              <w:t xml:space="preserve"> </w:t>
            </w:r>
            <w:r w:rsidR="00CF2033">
              <w:rPr>
                <w:rFonts w:cs="Arial"/>
                <w:sz w:val="20"/>
                <w:szCs w:val="20"/>
              </w:rPr>
              <w:t>Du, verschiebst mit dem KATA-HI-Zug ins Ausbildungszentrum Cham.</w:t>
            </w:r>
          </w:p>
          <w:p w:rsidR="00CF2033" w:rsidRDefault="00CF2033" w:rsidP="00940BC8">
            <w:pPr>
              <w:pStyle w:val="TextkrperCorpsdetexteCorpodeltesto"/>
              <w:rPr>
                <w:rFonts w:cs="Arial"/>
                <w:sz w:val="20"/>
                <w:szCs w:val="20"/>
              </w:rPr>
            </w:pPr>
            <w:r>
              <w:rPr>
                <w:rFonts w:cs="Arial"/>
                <w:sz w:val="20"/>
                <w:szCs w:val="20"/>
              </w:rPr>
              <w:t>Du, meldest dich schnellst möglichst beim EL-FW in Cham.</w:t>
            </w:r>
          </w:p>
          <w:p w:rsidR="00CF2033" w:rsidRPr="009A529D" w:rsidRDefault="00CF2033" w:rsidP="00940BC8">
            <w:pPr>
              <w:pStyle w:val="TextkrperCorpsdetexteCorpodeltesto"/>
              <w:rPr>
                <w:rFonts w:cs="Arial"/>
                <w:sz w:val="20"/>
                <w:szCs w:val="20"/>
              </w:rPr>
            </w:pPr>
            <w:r>
              <w:rPr>
                <w:rFonts w:cs="Arial"/>
                <w:sz w:val="20"/>
                <w:szCs w:val="20"/>
              </w:rPr>
              <w:lastRenderedPageBreak/>
              <w:t>Du, organisierst den Schadenplatz Schönau selbstständig und führst die zu erledigenden Arbeiten autonom durch.</w:t>
            </w:r>
          </w:p>
          <w:p w:rsidR="00CF2033" w:rsidRPr="009A529D" w:rsidRDefault="00487653" w:rsidP="00940BC8">
            <w:pPr>
              <w:pStyle w:val="TextkrperCorpsdetexteCorpodeltesto"/>
              <w:rPr>
                <w:rFonts w:cs="Arial"/>
                <w:sz w:val="20"/>
                <w:szCs w:val="20"/>
              </w:rPr>
            </w:pPr>
            <w:r w:rsidRPr="009A529D">
              <w:rPr>
                <w:rFonts w:cs="Arial"/>
                <w:b/>
                <w:sz w:val="20"/>
                <w:szCs w:val="20"/>
              </w:rPr>
              <w:t>B:</w:t>
            </w:r>
            <w:r w:rsidRPr="009A529D">
              <w:rPr>
                <w:rFonts w:cs="Arial"/>
                <w:sz w:val="20"/>
                <w:szCs w:val="20"/>
              </w:rPr>
              <w:t xml:space="preserve"> </w:t>
            </w:r>
            <w:r w:rsidR="007739BE">
              <w:rPr>
                <w:rFonts w:cs="Arial"/>
                <w:sz w:val="20"/>
                <w:szCs w:val="20"/>
              </w:rPr>
              <w:t xml:space="preserve">Das gesamte </w:t>
            </w:r>
            <w:r w:rsidR="00CF2033">
              <w:rPr>
                <w:rFonts w:cs="Arial"/>
                <w:sz w:val="20"/>
                <w:szCs w:val="20"/>
              </w:rPr>
              <w:t>Material der ZSO steht Dir zur Verfügung. Die 4 Fahrzeuge ste</w:t>
            </w:r>
            <w:r w:rsidR="003F360A">
              <w:rPr>
                <w:rFonts w:cs="Arial"/>
                <w:sz w:val="20"/>
                <w:szCs w:val="20"/>
              </w:rPr>
              <w:t>hen für deinen Zug zur bereit</w:t>
            </w:r>
            <w:r w:rsidR="00CF2033">
              <w:rPr>
                <w:rFonts w:cs="Arial"/>
                <w:sz w:val="20"/>
                <w:szCs w:val="20"/>
              </w:rPr>
              <w:t xml:space="preserve">. Die Verpflegung steht ab 11:30 Uhr </w:t>
            </w:r>
            <w:r w:rsidR="003F360A">
              <w:rPr>
                <w:rFonts w:cs="Arial"/>
                <w:sz w:val="20"/>
                <w:szCs w:val="20"/>
              </w:rPr>
              <w:t>im Hübeli bereit. Das organisieren der Verpflegung des Zuges ist deine Sache. Alle sich auf dem Schadenplatz befindenden Personen werden vom ZS verpflegt. D</w:t>
            </w:r>
            <w:r w:rsidR="007739BE">
              <w:rPr>
                <w:rFonts w:cs="Arial"/>
                <w:sz w:val="20"/>
                <w:szCs w:val="20"/>
              </w:rPr>
              <w:t>er ÜL oder der ÜLG sind die A</w:t>
            </w:r>
            <w:r w:rsidR="003F360A">
              <w:rPr>
                <w:rFonts w:cs="Arial"/>
                <w:sz w:val="20"/>
                <w:szCs w:val="20"/>
              </w:rPr>
              <w:t xml:space="preserve">nsprechspersonen in Notfällen. Ich erwarte stündlich eine Meldung über den Stand der Arbeiten. </w:t>
            </w:r>
          </w:p>
          <w:p w:rsidR="00487653" w:rsidRPr="009A529D" w:rsidRDefault="00487653" w:rsidP="003F360A">
            <w:pPr>
              <w:pStyle w:val="TextkrperCorpsdetexteCorpodeltesto"/>
              <w:rPr>
                <w:rFonts w:cs="Arial"/>
                <w:sz w:val="20"/>
                <w:szCs w:val="20"/>
              </w:rPr>
            </w:pPr>
            <w:r w:rsidRPr="009A529D">
              <w:rPr>
                <w:rFonts w:cs="Arial"/>
                <w:b/>
                <w:sz w:val="20"/>
                <w:szCs w:val="20"/>
              </w:rPr>
              <w:t>S:</w:t>
            </w:r>
            <w:r w:rsidRPr="009A529D">
              <w:rPr>
                <w:rFonts w:cs="Arial"/>
                <w:sz w:val="20"/>
                <w:szCs w:val="20"/>
              </w:rPr>
              <w:t xml:space="preserve"> </w:t>
            </w:r>
            <w:r w:rsidR="003F360A">
              <w:rPr>
                <w:rFonts w:cs="Arial"/>
                <w:sz w:val="20"/>
                <w:szCs w:val="20"/>
              </w:rPr>
              <w:t>Mein Standort ist zur Zeit in Emmen und danach punktuell in Cham. Der EL-FW</w:t>
            </w:r>
            <w:r w:rsidR="007739BE">
              <w:rPr>
                <w:rFonts w:cs="Arial"/>
                <w:sz w:val="20"/>
                <w:szCs w:val="20"/>
              </w:rPr>
              <w:t xml:space="preserve"> wird sich </w:t>
            </w:r>
            <w:r w:rsidR="003F360A">
              <w:rPr>
                <w:rFonts w:cs="Arial"/>
                <w:sz w:val="20"/>
                <w:szCs w:val="20"/>
              </w:rPr>
              <w:t xml:space="preserve"> </w:t>
            </w:r>
            <w:r w:rsidR="007739BE">
              <w:rPr>
                <w:rFonts w:cs="Arial"/>
                <w:sz w:val="20"/>
                <w:szCs w:val="20"/>
              </w:rPr>
              <w:t>im Raum Schönau aufhalten.</w:t>
            </w:r>
          </w:p>
        </w:tc>
        <w:tc>
          <w:tcPr>
            <w:tcW w:w="3544" w:type="dxa"/>
          </w:tcPr>
          <w:p w:rsidR="00487653" w:rsidRDefault="00487653" w:rsidP="002C19FB">
            <w:pPr>
              <w:pStyle w:val="TextkrperCorpsdetexteCorpodeltesto"/>
              <w:numPr>
                <w:ilvl w:val="0"/>
                <w:numId w:val="16"/>
              </w:numPr>
              <w:ind w:left="459" w:hanging="425"/>
              <w:rPr>
                <w:rFonts w:cs="Arial"/>
                <w:sz w:val="20"/>
                <w:szCs w:val="20"/>
              </w:rPr>
            </w:pPr>
            <w:r w:rsidRPr="009A529D">
              <w:rPr>
                <w:rFonts w:cs="Arial"/>
                <w:sz w:val="20"/>
                <w:szCs w:val="20"/>
              </w:rPr>
              <w:lastRenderedPageBreak/>
              <w:t xml:space="preserve"> Zfhr zieht sich </w:t>
            </w:r>
            <w:r>
              <w:rPr>
                <w:rFonts w:cs="Arial"/>
                <w:sz w:val="20"/>
                <w:szCs w:val="20"/>
              </w:rPr>
              <w:t xml:space="preserve">mit seinem Kader </w:t>
            </w:r>
            <w:r w:rsidRPr="009A529D">
              <w:rPr>
                <w:rFonts w:cs="Arial"/>
                <w:sz w:val="20"/>
                <w:szCs w:val="20"/>
              </w:rPr>
              <w:t>für eine kurze Besprechung zurück. Nach der Besprechung verschiebt er mit einer Gruppe nach Cham.</w:t>
            </w:r>
          </w:p>
          <w:p w:rsidR="00487653" w:rsidRPr="009A529D" w:rsidRDefault="00487653" w:rsidP="002C19FB">
            <w:pPr>
              <w:pStyle w:val="TextkrperCorpsdetexteCorpodeltesto"/>
              <w:numPr>
                <w:ilvl w:val="0"/>
                <w:numId w:val="16"/>
              </w:numPr>
              <w:ind w:left="459" w:hanging="425"/>
              <w:rPr>
                <w:rFonts w:cs="Arial"/>
                <w:sz w:val="20"/>
                <w:szCs w:val="20"/>
              </w:rPr>
            </w:pPr>
            <w:r>
              <w:rPr>
                <w:rFonts w:cs="Arial"/>
                <w:sz w:val="20"/>
                <w:szCs w:val="20"/>
              </w:rPr>
              <w:t>Er nimmt auch einen Geräte-anhänger mit.</w:t>
            </w:r>
          </w:p>
        </w:tc>
        <w:tc>
          <w:tcPr>
            <w:tcW w:w="2345" w:type="dxa"/>
          </w:tcPr>
          <w:p w:rsidR="00487653" w:rsidRPr="005978BB" w:rsidRDefault="00487653" w:rsidP="002C19FB">
            <w:pPr>
              <w:pStyle w:val="TextkrperCorpsdetexteCorpodeltesto"/>
              <w:ind w:left="33" w:firstLine="1"/>
              <w:rPr>
                <w:rFonts w:cs="Arial"/>
                <w:sz w:val="20"/>
                <w:szCs w:val="20"/>
              </w:rPr>
            </w:pPr>
            <w:r w:rsidRPr="005978BB">
              <w:rPr>
                <w:rFonts w:cs="Arial"/>
                <w:sz w:val="20"/>
                <w:szCs w:val="20"/>
              </w:rPr>
              <w:t>4 FZ stehen zur Verf. (39 Pers. können transportiert werden.</w:t>
            </w:r>
          </w:p>
          <w:p w:rsidR="00487653" w:rsidRPr="005978BB" w:rsidRDefault="00487653" w:rsidP="002C19FB">
            <w:pPr>
              <w:pStyle w:val="TextkrperCorpsdetexteCorpodeltesto"/>
              <w:ind w:left="33" w:firstLine="1"/>
              <w:rPr>
                <w:rFonts w:cs="Arial"/>
                <w:sz w:val="20"/>
                <w:szCs w:val="20"/>
              </w:rPr>
            </w:pPr>
            <w:r w:rsidRPr="005978BB">
              <w:rPr>
                <w:rFonts w:cs="Arial"/>
                <w:sz w:val="20"/>
                <w:szCs w:val="20"/>
              </w:rPr>
              <w:t>Es stehen 7 Anhänger zur Verf. Welches Material wird benötigt</w:t>
            </w:r>
          </w:p>
          <w:p w:rsidR="00487653" w:rsidRPr="005978BB" w:rsidRDefault="00487653" w:rsidP="002C19FB">
            <w:pPr>
              <w:pStyle w:val="TextkrperCorpsdetexteCorpodeltesto"/>
              <w:ind w:left="33" w:firstLine="1"/>
              <w:rPr>
                <w:rFonts w:cs="Arial"/>
                <w:sz w:val="20"/>
                <w:szCs w:val="20"/>
              </w:rPr>
            </w:pPr>
            <w:r w:rsidRPr="005978BB">
              <w:rPr>
                <w:rFonts w:cs="Arial"/>
                <w:sz w:val="20"/>
                <w:szCs w:val="20"/>
              </w:rPr>
              <w:t xml:space="preserve">Die ÜL bewertet die Verschiebung (ideal Variante, der  Zfhr verschiebt sich mit einem FZ mit einer Gruppe und einem Anhänger schnellst möglichst, der Rest kommt nach. 10:15 Uhr ganzer Zug und Material auf Platz. </w:t>
            </w:r>
          </w:p>
          <w:p w:rsidR="00487653" w:rsidRPr="005978BB" w:rsidRDefault="00487653" w:rsidP="002C19FB">
            <w:pPr>
              <w:pStyle w:val="TextkrperCorpsdetexteCorpodeltesto"/>
              <w:ind w:left="317" w:hanging="283"/>
              <w:rPr>
                <w:rFonts w:cs="Arial"/>
                <w:sz w:val="20"/>
                <w:szCs w:val="20"/>
              </w:rPr>
            </w:pPr>
            <w:r w:rsidRPr="005978BB">
              <w:rPr>
                <w:rFonts w:cs="Arial"/>
                <w:sz w:val="20"/>
                <w:szCs w:val="20"/>
              </w:rPr>
              <w:t xml:space="preserve"> </w:t>
            </w:r>
          </w:p>
        </w:tc>
      </w:tr>
      <w:tr w:rsidR="00487653" w:rsidRPr="005978BB" w:rsidTr="00AF66D9">
        <w:trPr>
          <w:trHeight w:val="300"/>
        </w:trPr>
        <w:tc>
          <w:tcPr>
            <w:tcW w:w="534" w:type="dxa"/>
          </w:tcPr>
          <w:p w:rsidR="00487653" w:rsidRPr="009A529D" w:rsidRDefault="002C1BEC" w:rsidP="002F7873">
            <w:pPr>
              <w:pStyle w:val="TextkrperCorpsdetexteCorpodeltesto"/>
              <w:rPr>
                <w:rFonts w:cs="Arial"/>
                <w:sz w:val="20"/>
                <w:szCs w:val="20"/>
              </w:rPr>
            </w:pPr>
            <w:r>
              <w:rPr>
                <w:rFonts w:cs="Arial"/>
                <w:sz w:val="20"/>
                <w:szCs w:val="20"/>
              </w:rPr>
              <w:lastRenderedPageBreak/>
              <w:t>4</w:t>
            </w:r>
          </w:p>
        </w:tc>
        <w:tc>
          <w:tcPr>
            <w:tcW w:w="850" w:type="dxa"/>
          </w:tcPr>
          <w:p w:rsidR="00487653" w:rsidRPr="009A529D" w:rsidRDefault="00487653" w:rsidP="00487653">
            <w:pPr>
              <w:pStyle w:val="TextkrperCorpsdetexteCorpodeltesto"/>
              <w:rPr>
                <w:rFonts w:cs="Arial"/>
                <w:sz w:val="20"/>
                <w:szCs w:val="20"/>
              </w:rPr>
            </w:pPr>
            <w:r w:rsidRPr="009A529D">
              <w:rPr>
                <w:rFonts w:cs="Arial"/>
                <w:sz w:val="20"/>
                <w:szCs w:val="20"/>
              </w:rPr>
              <w:t>08:</w:t>
            </w:r>
            <w:r>
              <w:rPr>
                <w:rFonts w:cs="Arial"/>
                <w:sz w:val="20"/>
                <w:szCs w:val="20"/>
              </w:rPr>
              <w:t>20</w:t>
            </w:r>
          </w:p>
        </w:tc>
        <w:tc>
          <w:tcPr>
            <w:tcW w:w="1134" w:type="dxa"/>
          </w:tcPr>
          <w:p w:rsidR="00487653" w:rsidRPr="009A529D" w:rsidRDefault="00487653" w:rsidP="002F7873">
            <w:pPr>
              <w:pStyle w:val="TextkrperCorpsdetexteCorpodeltesto"/>
              <w:rPr>
                <w:rFonts w:cs="Arial"/>
                <w:sz w:val="20"/>
                <w:szCs w:val="20"/>
              </w:rPr>
            </w:pPr>
            <w:r w:rsidRPr="009A529D">
              <w:rPr>
                <w:rFonts w:cs="Arial"/>
                <w:sz w:val="20"/>
                <w:szCs w:val="20"/>
              </w:rPr>
              <w:t>mündlich</w:t>
            </w:r>
          </w:p>
        </w:tc>
        <w:tc>
          <w:tcPr>
            <w:tcW w:w="851" w:type="dxa"/>
          </w:tcPr>
          <w:p w:rsidR="00487653" w:rsidRPr="009A529D" w:rsidRDefault="00487653" w:rsidP="002F7873">
            <w:pPr>
              <w:pStyle w:val="TextkrperCorpsdetexteCorpodeltesto"/>
              <w:rPr>
                <w:rFonts w:cs="Arial"/>
                <w:sz w:val="20"/>
                <w:szCs w:val="20"/>
              </w:rPr>
            </w:pPr>
            <w:r w:rsidRPr="009A529D">
              <w:rPr>
                <w:rFonts w:cs="Arial"/>
                <w:sz w:val="20"/>
                <w:szCs w:val="20"/>
              </w:rPr>
              <w:t>ÜL</w:t>
            </w:r>
          </w:p>
        </w:tc>
        <w:tc>
          <w:tcPr>
            <w:tcW w:w="850" w:type="dxa"/>
          </w:tcPr>
          <w:p w:rsidR="00487653" w:rsidRPr="009A529D" w:rsidRDefault="00487653" w:rsidP="002F7873">
            <w:pPr>
              <w:pStyle w:val="TextkrperCorpsdetexteCorpodeltesto"/>
              <w:rPr>
                <w:rFonts w:cs="Arial"/>
                <w:sz w:val="20"/>
                <w:szCs w:val="20"/>
              </w:rPr>
            </w:pPr>
            <w:r w:rsidRPr="009A529D">
              <w:rPr>
                <w:rFonts w:cs="Arial"/>
                <w:sz w:val="20"/>
                <w:szCs w:val="20"/>
              </w:rPr>
              <w:t>AdZS</w:t>
            </w:r>
          </w:p>
        </w:tc>
        <w:tc>
          <w:tcPr>
            <w:tcW w:w="4678" w:type="dxa"/>
          </w:tcPr>
          <w:p w:rsidR="00487653" w:rsidRPr="009A529D" w:rsidRDefault="00487653" w:rsidP="00487653">
            <w:pPr>
              <w:pStyle w:val="TextkrperCorpsdetexteCorpodeltesto"/>
              <w:ind w:left="34"/>
              <w:rPr>
                <w:rFonts w:cs="Arial"/>
                <w:b/>
                <w:sz w:val="20"/>
                <w:szCs w:val="20"/>
              </w:rPr>
            </w:pPr>
            <w:r>
              <w:rPr>
                <w:rFonts w:cs="Arial"/>
                <w:b/>
                <w:sz w:val="20"/>
                <w:szCs w:val="20"/>
              </w:rPr>
              <w:t xml:space="preserve">Lagedarstellung / </w:t>
            </w:r>
            <w:r w:rsidRPr="009A529D">
              <w:rPr>
                <w:rFonts w:cs="Arial"/>
                <w:b/>
                <w:sz w:val="20"/>
                <w:szCs w:val="20"/>
              </w:rPr>
              <w:t>Übungsbestimmungen</w:t>
            </w:r>
          </w:p>
          <w:p w:rsidR="00487653" w:rsidRPr="009A529D" w:rsidRDefault="00487653" w:rsidP="002C19FB">
            <w:pPr>
              <w:pStyle w:val="Listenabsatz"/>
              <w:numPr>
                <w:ilvl w:val="0"/>
                <w:numId w:val="17"/>
              </w:numPr>
              <w:spacing w:after="0"/>
              <w:rPr>
                <w:rFonts w:ascii="Arial" w:hAnsi="Arial" w:cs="Arial"/>
                <w:b/>
              </w:rPr>
            </w:pPr>
            <w:r w:rsidRPr="009A529D">
              <w:rPr>
                <w:rFonts w:ascii="Arial" w:hAnsi="Arial" w:cs="Arial"/>
              </w:rPr>
              <w:t xml:space="preserve">Die Übung beginnt mit einer  Befehlsausgabe am </w:t>
            </w:r>
            <w:r>
              <w:rPr>
                <w:rFonts w:ascii="Arial" w:hAnsi="Arial" w:cs="Arial"/>
              </w:rPr>
              <w:t>M</w:t>
            </w:r>
            <w:r w:rsidRPr="009A529D">
              <w:rPr>
                <w:rFonts w:ascii="Arial" w:hAnsi="Arial" w:cs="Arial"/>
              </w:rPr>
              <w:t xml:space="preserve">orgen </w:t>
            </w:r>
          </w:p>
          <w:p w:rsidR="00487653" w:rsidRPr="009A529D" w:rsidRDefault="00487653" w:rsidP="002C19FB">
            <w:pPr>
              <w:pStyle w:val="Listenabsatz"/>
              <w:numPr>
                <w:ilvl w:val="0"/>
                <w:numId w:val="17"/>
              </w:numPr>
              <w:spacing w:after="0"/>
              <w:rPr>
                <w:rFonts w:ascii="Arial" w:hAnsi="Arial" w:cs="Arial"/>
                <w:b/>
              </w:rPr>
            </w:pPr>
            <w:r w:rsidRPr="009A529D">
              <w:rPr>
                <w:rFonts w:ascii="Arial" w:hAnsi="Arial" w:cs="Arial"/>
              </w:rPr>
              <w:t>08:25 Uhr</w:t>
            </w:r>
          </w:p>
          <w:p w:rsidR="00487653" w:rsidRPr="009A529D" w:rsidRDefault="00487653" w:rsidP="002C19FB">
            <w:pPr>
              <w:pStyle w:val="Listenabsatz"/>
              <w:numPr>
                <w:ilvl w:val="0"/>
                <w:numId w:val="17"/>
              </w:numPr>
              <w:spacing w:after="0"/>
              <w:rPr>
                <w:rFonts w:ascii="Arial" w:hAnsi="Arial" w:cs="Arial"/>
                <w:b/>
              </w:rPr>
            </w:pPr>
            <w:r w:rsidRPr="009A529D">
              <w:rPr>
                <w:rFonts w:ascii="Arial" w:hAnsi="Arial" w:cs="Arial"/>
              </w:rPr>
              <w:t>Alles kann eingesetzt werden was vom ZS vorhanden ist</w:t>
            </w:r>
          </w:p>
          <w:p w:rsidR="00487653" w:rsidRPr="009A529D" w:rsidRDefault="00487653" w:rsidP="002C19FB">
            <w:pPr>
              <w:pStyle w:val="Listenabsatz"/>
              <w:numPr>
                <w:ilvl w:val="0"/>
                <w:numId w:val="17"/>
              </w:numPr>
              <w:spacing w:after="0"/>
              <w:rPr>
                <w:rFonts w:ascii="Arial" w:hAnsi="Arial" w:cs="Arial"/>
                <w:b/>
              </w:rPr>
            </w:pPr>
            <w:r w:rsidRPr="009A529D">
              <w:rPr>
                <w:rFonts w:ascii="Arial" w:hAnsi="Arial" w:cs="Arial"/>
              </w:rPr>
              <w:t>Übungsleiter am Dienstag Peter Monn / Mittwoch Christian Durscher</w:t>
            </w:r>
          </w:p>
          <w:p w:rsidR="00487653" w:rsidRPr="009A529D" w:rsidRDefault="00487653" w:rsidP="002C19FB">
            <w:pPr>
              <w:pStyle w:val="Listenabsatz"/>
              <w:numPr>
                <w:ilvl w:val="0"/>
                <w:numId w:val="17"/>
              </w:numPr>
              <w:spacing w:after="0"/>
              <w:rPr>
                <w:rFonts w:ascii="Arial" w:hAnsi="Arial" w:cs="Arial"/>
                <w:b/>
              </w:rPr>
            </w:pPr>
            <w:r w:rsidRPr="009A529D">
              <w:rPr>
                <w:rFonts w:ascii="Arial" w:hAnsi="Arial" w:cs="Arial"/>
              </w:rPr>
              <w:t>Übungsende gem. Übungsleiter</w:t>
            </w:r>
          </w:p>
          <w:p w:rsidR="00487653" w:rsidRPr="009A529D" w:rsidRDefault="00487653" w:rsidP="002C19FB">
            <w:pPr>
              <w:pStyle w:val="Listenabsatz"/>
              <w:numPr>
                <w:ilvl w:val="0"/>
                <w:numId w:val="17"/>
              </w:numPr>
              <w:spacing w:after="0"/>
              <w:rPr>
                <w:rFonts w:ascii="Arial" w:hAnsi="Arial" w:cs="Arial"/>
                <w:b/>
              </w:rPr>
            </w:pPr>
            <w:r w:rsidRPr="009A529D">
              <w:rPr>
                <w:rFonts w:ascii="Arial" w:hAnsi="Arial" w:cs="Arial"/>
              </w:rPr>
              <w:t>Funk</w:t>
            </w:r>
            <w:r>
              <w:rPr>
                <w:rFonts w:ascii="Arial" w:hAnsi="Arial" w:cs="Arial"/>
              </w:rPr>
              <w:t>,</w:t>
            </w:r>
            <w:r w:rsidRPr="009A529D">
              <w:rPr>
                <w:rFonts w:ascii="Arial" w:hAnsi="Arial" w:cs="Arial"/>
              </w:rPr>
              <w:t xml:space="preserve"> Natel</w:t>
            </w:r>
            <w:r>
              <w:rPr>
                <w:rFonts w:ascii="Arial" w:hAnsi="Arial" w:cs="Arial"/>
              </w:rPr>
              <w:t xml:space="preserve"> und Polycom</w:t>
            </w:r>
          </w:p>
          <w:p w:rsidR="00487653" w:rsidRPr="009A529D" w:rsidRDefault="00487653" w:rsidP="002C19FB">
            <w:pPr>
              <w:pStyle w:val="Listenabsatz"/>
              <w:numPr>
                <w:ilvl w:val="0"/>
                <w:numId w:val="17"/>
              </w:numPr>
              <w:spacing w:after="0"/>
              <w:rPr>
                <w:rFonts w:ascii="Arial" w:hAnsi="Arial" w:cs="Arial"/>
                <w:b/>
              </w:rPr>
            </w:pPr>
            <w:r w:rsidRPr="009A529D">
              <w:rPr>
                <w:rFonts w:ascii="Arial" w:hAnsi="Arial" w:cs="Arial"/>
              </w:rPr>
              <w:t>Füstü sind auch im Einsatz, evtl. wird der Einsatzleiter kontaktiert</w:t>
            </w:r>
          </w:p>
          <w:p w:rsidR="00487653" w:rsidRPr="009A529D" w:rsidRDefault="00487653" w:rsidP="002C19FB">
            <w:pPr>
              <w:pStyle w:val="Listenabsatz"/>
              <w:numPr>
                <w:ilvl w:val="0"/>
                <w:numId w:val="17"/>
              </w:numPr>
              <w:spacing w:after="0"/>
              <w:rPr>
                <w:rFonts w:ascii="Arial" w:hAnsi="Arial" w:cs="Arial"/>
                <w:b/>
              </w:rPr>
            </w:pPr>
            <w:r w:rsidRPr="009A529D">
              <w:rPr>
                <w:rFonts w:ascii="Arial" w:hAnsi="Arial" w:cs="Arial"/>
              </w:rPr>
              <w:t>Verpflegung wird auf Schadenplatz geliefert</w:t>
            </w:r>
          </w:p>
          <w:p w:rsidR="00487653" w:rsidRPr="009A529D" w:rsidRDefault="00487653" w:rsidP="002C19FB">
            <w:pPr>
              <w:pStyle w:val="Listenabsatz"/>
              <w:numPr>
                <w:ilvl w:val="0"/>
                <w:numId w:val="17"/>
              </w:numPr>
              <w:spacing w:after="0"/>
              <w:rPr>
                <w:rFonts w:ascii="Arial" w:hAnsi="Arial" w:cs="Arial"/>
                <w:b/>
              </w:rPr>
            </w:pPr>
            <w:r w:rsidRPr="009A529D">
              <w:rPr>
                <w:rFonts w:ascii="Arial" w:hAnsi="Arial" w:cs="Arial"/>
              </w:rPr>
              <w:t>Einsatzplätze werden am Schadenplatz bekannt gegeben</w:t>
            </w:r>
          </w:p>
          <w:p w:rsidR="00487653" w:rsidRPr="009A529D" w:rsidRDefault="00487653" w:rsidP="002C19FB">
            <w:pPr>
              <w:pStyle w:val="Listenabsatz"/>
              <w:numPr>
                <w:ilvl w:val="0"/>
                <w:numId w:val="17"/>
              </w:numPr>
              <w:spacing w:after="0"/>
              <w:rPr>
                <w:rFonts w:ascii="Arial" w:hAnsi="Arial" w:cs="Arial"/>
                <w:b/>
              </w:rPr>
            </w:pPr>
            <w:r w:rsidRPr="009A529D">
              <w:rPr>
                <w:rFonts w:ascii="Arial" w:hAnsi="Arial" w:cs="Arial"/>
              </w:rPr>
              <w:t>Schiedsrichter sind markiert</w:t>
            </w:r>
          </w:p>
          <w:p w:rsidR="00487653" w:rsidRPr="009A529D" w:rsidRDefault="00487653" w:rsidP="002C19FB">
            <w:pPr>
              <w:pStyle w:val="Listenabsatz"/>
              <w:numPr>
                <w:ilvl w:val="0"/>
                <w:numId w:val="17"/>
              </w:numPr>
              <w:spacing w:after="0"/>
              <w:rPr>
                <w:rFonts w:ascii="Arial" w:hAnsi="Arial" w:cs="Arial"/>
                <w:b/>
              </w:rPr>
            </w:pPr>
            <w:r w:rsidRPr="009A529D">
              <w:rPr>
                <w:rFonts w:ascii="Arial" w:hAnsi="Arial" w:cs="Arial"/>
              </w:rPr>
              <w:t>Wohngebäude im Schadengebiet sind alle zerstört und nicht zu gebrauchen</w:t>
            </w:r>
          </w:p>
          <w:p w:rsidR="00487653" w:rsidRPr="009A529D" w:rsidRDefault="00487653" w:rsidP="002C19FB">
            <w:pPr>
              <w:pStyle w:val="Listenabsatz"/>
              <w:numPr>
                <w:ilvl w:val="0"/>
                <w:numId w:val="17"/>
              </w:numPr>
              <w:spacing w:after="0"/>
              <w:rPr>
                <w:rFonts w:ascii="Arial" w:hAnsi="Arial" w:cs="Arial"/>
                <w:b/>
              </w:rPr>
            </w:pPr>
            <w:r w:rsidRPr="009A529D">
              <w:rPr>
                <w:rFonts w:ascii="Arial" w:hAnsi="Arial" w:cs="Arial"/>
              </w:rPr>
              <w:t>Das Übungsgelände darf ohne Befehl des ÜL nicht verlassen werden</w:t>
            </w:r>
          </w:p>
          <w:p w:rsidR="00487653" w:rsidRPr="009A529D" w:rsidRDefault="00487653" w:rsidP="002C19FB">
            <w:pPr>
              <w:pStyle w:val="Listenabsatz"/>
              <w:numPr>
                <w:ilvl w:val="0"/>
                <w:numId w:val="17"/>
              </w:numPr>
              <w:spacing w:after="0"/>
              <w:rPr>
                <w:rFonts w:ascii="Arial" w:hAnsi="Arial" w:cs="Arial"/>
                <w:b/>
              </w:rPr>
            </w:pPr>
            <w:r w:rsidRPr="009A529D">
              <w:rPr>
                <w:rFonts w:ascii="Arial" w:hAnsi="Arial" w:cs="Arial"/>
              </w:rPr>
              <w:t>Übungsunterbrüche kann nur der ÜL Befehlen</w:t>
            </w:r>
          </w:p>
          <w:p w:rsidR="00487653" w:rsidRPr="009A529D" w:rsidRDefault="00487653" w:rsidP="002C19FB">
            <w:pPr>
              <w:pStyle w:val="Listenabsatz"/>
              <w:numPr>
                <w:ilvl w:val="0"/>
                <w:numId w:val="17"/>
              </w:numPr>
              <w:spacing w:after="0"/>
              <w:rPr>
                <w:rFonts w:ascii="Arial" w:hAnsi="Arial" w:cs="Arial"/>
                <w:b/>
              </w:rPr>
            </w:pPr>
            <w:r w:rsidRPr="009A529D">
              <w:rPr>
                <w:rFonts w:ascii="Arial" w:hAnsi="Arial" w:cs="Arial"/>
              </w:rPr>
              <w:t>Bei besonderen Ereignissen ist der UL zu benachrichtigen (P. Monn 079</w:t>
            </w:r>
            <w:r w:rsidR="002C1BEC">
              <w:rPr>
                <w:rFonts w:ascii="Arial" w:hAnsi="Arial" w:cs="Arial"/>
              </w:rPr>
              <w:t xml:space="preserve"> 238 39 37 /</w:t>
            </w:r>
            <w:r w:rsidRPr="009A529D">
              <w:rPr>
                <w:rFonts w:ascii="Arial" w:hAnsi="Arial" w:cs="Arial"/>
              </w:rPr>
              <w:t xml:space="preserve"> Ch. Durscher 078 680 55 48)</w:t>
            </w:r>
          </w:p>
        </w:tc>
        <w:tc>
          <w:tcPr>
            <w:tcW w:w="3544" w:type="dxa"/>
          </w:tcPr>
          <w:p w:rsidR="00487653" w:rsidRPr="009A529D" w:rsidRDefault="00487653" w:rsidP="000C794D">
            <w:pPr>
              <w:pStyle w:val="TextkrperCorpsdetexteCorpodeltesto"/>
              <w:ind w:left="459"/>
              <w:rPr>
                <w:rFonts w:cs="Arial"/>
                <w:sz w:val="20"/>
                <w:szCs w:val="20"/>
              </w:rPr>
            </w:pPr>
          </w:p>
        </w:tc>
        <w:tc>
          <w:tcPr>
            <w:tcW w:w="2345" w:type="dxa"/>
          </w:tcPr>
          <w:p w:rsidR="00487653" w:rsidRDefault="000C794D" w:rsidP="000C794D">
            <w:pPr>
              <w:pStyle w:val="TextkrperCorpsdetexteCorpodeltesto"/>
              <w:ind w:left="33" w:firstLine="1"/>
              <w:rPr>
                <w:rFonts w:cs="Arial"/>
                <w:sz w:val="20"/>
                <w:szCs w:val="20"/>
              </w:rPr>
            </w:pPr>
            <w:r>
              <w:rPr>
                <w:rFonts w:cs="Arial"/>
                <w:sz w:val="20"/>
                <w:szCs w:val="20"/>
              </w:rPr>
              <w:t>Der Übungsleiter gibt der Mannschaft einen Überblick über die Lage</w:t>
            </w:r>
          </w:p>
          <w:p w:rsidR="000C794D" w:rsidRPr="005978BB" w:rsidRDefault="000C794D" w:rsidP="000C794D">
            <w:pPr>
              <w:pStyle w:val="TextkrperCorpsdetexteCorpodeltesto"/>
              <w:ind w:left="33" w:firstLine="1"/>
              <w:rPr>
                <w:rFonts w:cs="Arial"/>
                <w:sz w:val="20"/>
                <w:szCs w:val="20"/>
              </w:rPr>
            </w:pPr>
            <w:r>
              <w:rPr>
                <w:rFonts w:cs="Arial"/>
                <w:sz w:val="20"/>
                <w:szCs w:val="20"/>
              </w:rPr>
              <w:t>Er gibt der Mannschaft auch die Übungsbestimmungen weiter</w:t>
            </w:r>
          </w:p>
        </w:tc>
      </w:tr>
      <w:tr w:rsidR="00487653" w:rsidRPr="005978BB" w:rsidTr="00AF66D9">
        <w:trPr>
          <w:trHeight w:val="4860"/>
        </w:trPr>
        <w:tc>
          <w:tcPr>
            <w:tcW w:w="534" w:type="dxa"/>
          </w:tcPr>
          <w:p w:rsidR="00487653" w:rsidRPr="009A529D" w:rsidRDefault="002C1BEC" w:rsidP="002F7873">
            <w:pPr>
              <w:pStyle w:val="TextkrperCorpsdetexteCorpodeltesto"/>
              <w:rPr>
                <w:rFonts w:cs="Arial"/>
              </w:rPr>
            </w:pPr>
            <w:r>
              <w:rPr>
                <w:rFonts w:cs="Arial"/>
              </w:rPr>
              <w:t>5</w:t>
            </w:r>
          </w:p>
        </w:tc>
        <w:tc>
          <w:tcPr>
            <w:tcW w:w="850" w:type="dxa"/>
          </w:tcPr>
          <w:p w:rsidR="00487653" w:rsidRPr="009A529D" w:rsidRDefault="00487653" w:rsidP="002F7873">
            <w:pPr>
              <w:pStyle w:val="TextkrperCorpsdetexteCorpodeltesto"/>
              <w:rPr>
                <w:rFonts w:cs="Arial"/>
              </w:rPr>
            </w:pPr>
            <w:r w:rsidRPr="009A529D">
              <w:rPr>
                <w:rFonts w:cs="Arial"/>
              </w:rPr>
              <w:t>09:15</w:t>
            </w:r>
          </w:p>
        </w:tc>
        <w:tc>
          <w:tcPr>
            <w:tcW w:w="1134" w:type="dxa"/>
          </w:tcPr>
          <w:p w:rsidR="00487653" w:rsidRPr="009A529D" w:rsidRDefault="00487653" w:rsidP="003B0328">
            <w:pPr>
              <w:pStyle w:val="TextkrperCorpsdetexteCorpodeltesto"/>
              <w:rPr>
                <w:rFonts w:cs="Arial"/>
                <w:sz w:val="20"/>
                <w:szCs w:val="20"/>
              </w:rPr>
            </w:pPr>
            <w:r w:rsidRPr="009A529D">
              <w:rPr>
                <w:rFonts w:cs="Arial"/>
                <w:sz w:val="20"/>
                <w:szCs w:val="20"/>
              </w:rPr>
              <w:t>mündlich</w:t>
            </w:r>
          </w:p>
          <w:p w:rsidR="00487653" w:rsidRPr="009A529D" w:rsidRDefault="00487653" w:rsidP="002F7873">
            <w:pPr>
              <w:pStyle w:val="TextkrperCorpsdetexteCorpodeltesto"/>
              <w:rPr>
                <w:rFonts w:cs="Arial"/>
              </w:rPr>
            </w:pPr>
          </w:p>
        </w:tc>
        <w:tc>
          <w:tcPr>
            <w:tcW w:w="851" w:type="dxa"/>
          </w:tcPr>
          <w:p w:rsidR="00487653" w:rsidRPr="009A529D" w:rsidRDefault="00487653" w:rsidP="00E2257D">
            <w:pPr>
              <w:pStyle w:val="TextkrperCorpsdetexteCorpodeltesto"/>
              <w:rPr>
                <w:rFonts w:cs="Arial"/>
              </w:rPr>
            </w:pPr>
            <w:r w:rsidRPr="009A529D">
              <w:rPr>
                <w:rFonts w:cs="Arial"/>
              </w:rPr>
              <w:t>FW-</w:t>
            </w:r>
            <w:r>
              <w:rPr>
                <w:rFonts w:cs="Arial"/>
              </w:rPr>
              <w:t>Kdt.</w:t>
            </w:r>
          </w:p>
          <w:p w:rsidR="00487653" w:rsidRPr="009A529D" w:rsidRDefault="00487653" w:rsidP="00E2257D">
            <w:pPr>
              <w:pStyle w:val="TextkrperCorpsdetexteCorpodeltesto"/>
              <w:rPr>
                <w:rFonts w:cs="Arial"/>
              </w:rPr>
            </w:pPr>
            <w:r w:rsidRPr="009A529D">
              <w:rPr>
                <w:rFonts w:cs="Arial"/>
              </w:rPr>
              <w:t>(ÜLG)</w:t>
            </w:r>
          </w:p>
        </w:tc>
        <w:tc>
          <w:tcPr>
            <w:tcW w:w="850" w:type="dxa"/>
          </w:tcPr>
          <w:p w:rsidR="00487653" w:rsidRPr="009A529D" w:rsidRDefault="00487653" w:rsidP="002F7873">
            <w:pPr>
              <w:pStyle w:val="TextkrperCorpsdetexteCorpodeltesto"/>
              <w:rPr>
                <w:rFonts w:cs="Arial"/>
              </w:rPr>
            </w:pPr>
            <w:r w:rsidRPr="009A529D">
              <w:rPr>
                <w:rFonts w:cs="Arial"/>
              </w:rPr>
              <w:t>Zfhr</w:t>
            </w:r>
          </w:p>
          <w:p w:rsidR="00487653" w:rsidRPr="009A529D" w:rsidRDefault="00487653" w:rsidP="002F7873">
            <w:pPr>
              <w:pStyle w:val="TextkrperCorpsdetexteCorpodeltesto"/>
              <w:rPr>
                <w:rFonts w:cs="Arial"/>
              </w:rPr>
            </w:pPr>
            <w:r w:rsidRPr="009A529D">
              <w:rPr>
                <w:rFonts w:cs="Arial"/>
              </w:rPr>
              <w:t>ZSO</w:t>
            </w:r>
          </w:p>
        </w:tc>
        <w:tc>
          <w:tcPr>
            <w:tcW w:w="4678" w:type="dxa"/>
          </w:tcPr>
          <w:p w:rsidR="00487653" w:rsidRPr="009A529D" w:rsidRDefault="00487653" w:rsidP="002C19FB">
            <w:pPr>
              <w:pStyle w:val="TextkrperCorpsdetexteCorpodeltesto"/>
              <w:numPr>
                <w:ilvl w:val="0"/>
                <w:numId w:val="16"/>
              </w:numPr>
              <w:rPr>
                <w:rFonts w:cs="Arial"/>
              </w:rPr>
            </w:pPr>
            <w:r w:rsidRPr="009A529D">
              <w:rPr>
                <w:rFonts w:cs="Arial"/>
              </w:rPr>
              <w:t>Der Zfhr wird über die genaue Schadenlage vor Ort informiert und organisiert sich danach selber</w:t>
            </w:r>
          </w:p>
          <w:p w:rsidR="00487653" w:rsidRPr="009A529D" w:rsidRDefault="00487653" w:rsidP="002C1BEC">
            <w:pPr>
              <w:pStyle w:val="TextkrperCorpsdetexteCorpodeltesto"/>
              <w:rPr>
                <w:rFonts w:cs="Arial"/>
              </w:rPr>
            </w:pPr>
            <w:r w:rsidRPr="009A529D">
              <w:rPr>
                <w:rFonts w:cs="Arial"/>
                <w:b/>
              </w:rPr>
              <w:t>O</w:t>
            </w:r>
            <w:r w:rsidRPr="009A529D">
              <w:rPr>
                <w:rFonts w:cs="Arial"/>
              </w:rPr>
              <w:t xml:space="preserve">: </w:t>
            </w:r>
            <w:r w:rsidR="007739BE">
              <w:rPr>
                <w:rFonts w:cs="Arial"/>
              </w:rPr>
              <w:t>Die FW- Cham ist mit der Schadenlage überfordert und hat aus diesem Grund den Antrag an den Kanton gestellt, Unterstützung der FW durch den ZS</w:t>
            </w:r>
            <w:r w:rsidRPr="009A529D">
              <w:rPr>
                <w:rFonts w:cs="Arial"/>
              </w:rPr>
              <w:t xml:space="preserve">. </w:t>
            </w:r>
          </w:p>
          <w:p w:rsidR="00487653" w:rsidRPr="009A529D" w:rsidRDefault="00487653" w:rsidP="002C1BEC">
            <w:pPr>
              <w:pStyle w:val="TextkrperCorpsdetexteCorpodeltesto"/>
              <w:rPr>
                <w:rFonts w:cs="Arial"/>
              </w:rPr>
            </w:pPr>
            <w:r w:rsidRPr="009A529D">
              <w:rPr>
                <w:rFonts w:cs="Arial"/>
                <w:b/>
              </w:rPr>
              <w:t>A:</w:t>
            </w:r>
            <w:r w:rsidRPr="009A529D">
              <w:rPr>
                <w:rFonts w:cs="Arial"/>
              </w:rPr>
              <w:t xml:space="preserve"> Der ZS übernimmt den Abschnitt Cham</w:t>
            </w:r>
            <w:r w:rsidR="007739BE">
              <w:rPr>
                <w:rFonts w:cs="Arial"/>
              </w:rPr>
              <w:t xml:space="preserve"> Schönau </w:t>
            </w:r>
            <w:r w:rsidRPr="009A529D">
              <w:rPr>
                <w:rFonts w:cs="Arial"/>
              </w:rPr>
              <w:t xml:space="preserve"> und organisiert sich selber.</w:t>
            </w:r>
            <w:r w:rsidR="007739BE">
              <w:rPr>
                <w:rFonts w:cs="Arial"/>
              </w:rPr>
              <w:t xml:space="preserve"> </w:t>
            </w:r>
          </w:p>
          <w:p w:rsidR="00487653" w:rsidRPr="009A529D" w:rsidRDefault="00487653" w:rsidP="002C1BEC">
            <w:pPr>
              <w:pStyle w:val="TextkrperCorpsdetexteCorpodeltesto"/>
              <w:rPr>
                <w:rFonts w:cs="Arial"/>
              </w:rPr>
            </w:pPr>
            <w:r w:rsidRPr="009A529D">
              <w:rPr>
                <w:rFonts w:cs="Arial"/>
                <w:b/>
              </w:rPr>
              <w:t>A:</w:t>
            </w:r>
            <w:r w:rsidRPr="009A529D">
              <w:rPr>
                <w:rFonts w:cs="Arial"/>
              </w:rPr>
              <w:t xml:space="preserve"> </w:t>
            </w:r>
            <w:r w:rsidR="007739BE">
              <w:rPr>
                <w:rFonts w:cs="Arial"/>
              </w:rPr>
              <w:t>Erku</w:t>
            </w:r>
            <w:r w:rsidR="00065A22">
              <w:rPr>
                <w:rFonts w:cs="Arial"/>
              </w:rPr>
              <w:t>ndet das</w:t>
            </w:r>
            <w:r w:rsidR="007739BE">
              <w:rPr>
                <w:rFonts w:cs="Arial"/>
              </w:rPr>
              <w:t xml:space="preserve"> </w:t>
            </w:r>
            <w:r w:rsidR="00065A22">
              <w:rPr>
                <w:rFonts w:cs="Arial"/>
              </w:rPr>
              <w:t>Schadengebiet selber und führt die anfallenden Arbeiten selbstständig aus. Pumpt das Schmutzw</w:t>
            </w:r>
            <w:r w:rsidR="00BC596B">
              <w:rPr>
                <w:rFonts w:cs="Arial"/>
              </w:rPr>
              <w:t>a</w:t>
            </w:r>
            <w:r w:rsidR="00065A22">
              <w:rPr>
                <w:rFonts w:cs="Arial"/>
              </w:rPr>
              <w:t xml:space="preserve">sser wegErstellt für die FW- Cham ein Löschwasserreservoir </w:t>
            </w:r>
            <w:r w:rsidR="00BC596B">
              <w:rPr>
                <w:rFonts w:cs="Arial"/>
              </w:rPr>
              <w:t>inkl. Transportleitung aus der Lorze.</w:t>
            </w:r>
          </w:p>
          <w:p w:rsidR="00BC596B" w:rsidRPr="009A529D" w:rsidRDefault="00487653" w:rsidP="002C1BEC">
            <w:pPr>
              <w:pStyle w:val="TextkrperCorpsdetexteCorpodeltesto"/>
              <w:rPr>
                <w:rFonts w:cs="Arial"/>
              </w:rPr>
            </w:pPr>
            <w:r w:rsidRPr="009A529D">
              <w:rPr>
                <w:rFonts w:cs="Arial"/>
                <w:b/>
              </w:rPr>
              <w:t>B:</w:t>
            </w:r>
            <w:r w:rsidRPr="009A529D">
              <w:rPr>
                <w:rFonts w:cs="Arial"/>
              </w:rPr>
              <w:t xml:space="preserve"> </w:t>
            </w:r>
            <w:r w:rsidR="00BC596B">
              <w:rPr>
                <w:rFonts w:cs="Arial"/>
              </w:rPr>
              <w:t>Das Schmutzwasser muss ins Ausgleichsbecken gepumpt werden.Die Transportleitung für Löschwasserreservoir muss im Hochbau über die Strasse geführt werden.Der Schadenplatz ist brand- und rauchfrei.Für die Organisation Schadenplatz bist du selber verantwortlich.Ich erwarte stündlich eine Schadensmeldung-Verbindung Funk oder Tel.</w:t>
            </w:r>
          </w:p>
          <w:p w:rsidR="00BC596B" w:rsidRDefault="00487653" w:rsidP="00BC596B">
            <w:pPr>
              <w:pStyle w:val="TextkrperCorpsdetexteCorpodeltesto"/>
              <w:rPr>
                <w:rFonts w:cs="Arial"/>
              </w:rPr>
            </w:pPr>
            <w:r w:rsidRPr="009A529D">
              <w:rPr>
                <w:rFonts w:cs="Arial"/>
                <w:b/>
              </w:rPr>
              <w:t>S:</w:t>
            </w:r>
            <w:r w:rsidRPr="009A529D">
              <w:rPr>
                <w:rFonts w:cs="Arial"/>
              </w:rPr>
              <w:t xml:space="preserve"> </w:t>
            </w:r>
            <w:r w:rsidR="00BC596B">
              <w:rPr>
                <w:rFonts w:cs="Arial"/>
              </w:rPr>
              <w:t>Mein Standort ist im Raum Schönau</w:t>
            </w:r>
          </w:p>
          <w:p w:rsidR="00BC596B" w:rsidRDefault="00BC596B" w:rsidP="00BC596B">
            <w:pPr>
              <w:pStyle w:val="TextkrperCorpsdetexteCorpodeltesto"/>
              <w:rPr>
                <w:rFonts w:cs="Arial"/>
              </w:rPr>
            </w:pPr>
          </w:p>
          <w:p w:rsidR="00487653" w:rsidRPr="009A529D" w:rsidRDefault="00487653" w:rsidP="00BC596B">
            <w:pPr>
              <w:pStyle w:val="TextkrperCorpsdetexteCorpodeltesto"/>
              <w:rPr>
                <w:rFonts w:cs="Arial"/>
              </w:rPr>
            </w:pPr>
            <w:r w:rsidRPr="009A529D">
              <w:rPr>
                <w:rFonts w:cs="Arial"/>
              </w:rPr>
              <w:t xml:space="preserve"> </w:t>
            </w:r>
          </w:p>
        </w:tc>
        <w:tc>
          <w:tcPr>
            <w:tcW w:w="3544" w:type="dxa"/>
          </w:tcPr>
          <w:p w:rsidR="00487653" w:rsidRPr="009A529D" w:rsidRDefault="00487653" w:rsidP="002C19FB">
            <w:pPr>
              <w:pStyle w:val="TextkrperCorpsdetexteCorpodeltesto"/>
              <w:numPr>
                <w:ilvl w:val="0"/>
                <w:numId w:val="16"/>
              </w:numPr>
              <w:rPr>
                <w:rFonts w:cs="Arial"/>
              </w:rPr>
            </w:pPr>
            <w:r w:rsidRPr="009A529D">
              <w:rPr>
                <w:rFonts w:cs="Arial"/>
              </w:rPr>
              <w:t>Einrichten der Schadenplatzorga</w:t>
            </w:r>
            <w:r>
              <w:rPr>
                <w:rFonts w:cs="Arial"/>
              </w:rPr>
              <w:t>nisation (Sammelplatz, Materiald</w:t>
            </w:r>
            <w:r w:rsidRPr="009A529D">
              <w:rPr>
                <w:rFonts w:cs="Arial"/>
              </w:rPr>
              <w:t xml:space="preserve">epot, </w:t>
            </w:r>
            <w:r>
              <w:rPr>
                <w:rFonts w:cs="Arial"/>
              </w:rPr>
              <w:t>Führungsstandort</w:t>
            </w:r>
            <w:r w:rsidRPr="009A529D">
              <w:rPr>
                <w:rFonts w:cs="Arial"/>
              </w:rPr>
              <w:t>)</w:t>
            </w:r>
          </w:p>
          <w:p w:rsidR="00487653" w:rsidRPr="009A529D" w:rsidRDefault="00487653" w:rsidP="002C19FB">
            <w:pPr>
              <w:pStyle w:val="TextkrperCorpsdetexteCorpodeltesto"/>
              <w:numPr>
                <w:ilvl w:val="0"/>
                <w:numId w:val="16"/>
              </w:numPr>
              <w:rPr>
                <w:rFonts w:cs="Arial"/>
              </w:rPr>
            </w:pPr>
            <w:r w:rsidRPr="009A529D">
              <w:rPr>
                <w:rFonts w:cs="Arial"/>
              </w:rPr>
              <w:t>Befiehlt die Gruppe / Gruppen gem. O</w:t>
            </w:r>
            <w:r>
              <w:rPr>
                <w:rFonts w:cs="Arial"/>
              </w:rPr>
              <w:t>A</w:t>
            </w:r>
            <w:r w:rsidRPr="009A529D">
              <w:rPr>
                <w:rFonts w:cs="Arial"/>
              </w:rPr>
              <w:t>AB</w:t>
            </w:r>
            <w:r>
              <w:rPr>
                <w:rFonts w:cs="Arial"/>
              </w:rPr>
              <w:t>S</w:t>
            </w:r>
          </w:p>
          <w:p w:rsidR="00487653" w:rsidRPr="009A529D" w:rsidRDefault="00487653" w:rsidP="002C19FB">
            <w:pPr>
              <w:pStyle w:val="TextkrperCorpsdetexteCorpodeltesto"/>
              <w:numPr>
                <w:ilvl w:val="0"/>
                <w:numId w:val="16"/>
              </w:numPr>
              <w:rPr>
                <w:rFonts w:cs="Arial"/>
              </w:rPr>
            </w:pPr>
            <w:r w:rsidRPr="009A529D">
              <w:rPr>
                <w:rFonts w:cs="Arial"/>
              </w:rPr>
              <w:t>Organisiert sich in der Chaosphase</w:t>
            </w:r>
          </w:p>
        </w:tc>
        <w:tc>
          <w:tcPr>
            <w:tcW w:w="2345" w:type="dxa"/>
          </w:tcPr>
          <w:p w:rsidR="00487653" w:rsidRPr="005978BB" w:rsidRDefault="00487653" w:rsidP="009A529D">
            <w:pPr>
              <w:pStyle w:val="TextkrperCorpsdetexteCorpodeltesto"/>
              <w:ind w:left="33" w:firstLine="1"/>
              <w:rPr>
                <w:rFonts w:cs="Arial"/>
              </w:rPr>
            </w:pPr>
            <w:r w:rsidRPr="005978BB">
              <w:rPr>
                <w:rFonts w:cs="Arial"/>
              </w:rPr>
              <w:t>Der FW-Kdt (ÜLG) zeigt dem ZS-Zfhr die Schadenlage und befiehlt  nach OAABS</w:t>
            </w:r>
          </w:p>
          <w:p w:rsidR="00487653" w:rsidRPr="005978BB" w:rsidRDefault="00487653" w:rsidP="009A529D">
            <w:pPr>
              <w:pStyle w:val="TextkrperCorpsdetexteCorpodeltesto"/>
              <w:ind w:left="33" w:firstLine="1"/>
              <w:rPr>
                <w:rFonts w:cs="Arial"/>
              </w:rPr>
            </w:pPr>
            <w:r w:rsidRPr="005978BB">
              <w:rPr>
                <w:rFonts w:cs="Arial"/>
              </w:rPr>
              <w:t>Die Bewertung liegt beim Organisieren des Schadenplatzes</w:t>
            </w:r>
          </w:p>
          <w:p w:rsidR="00487653" w:rsidRPr="005978BB" w:rsidRDefault="00487653" w:rsidP="009A529D">
            <w:pPr>
              <w:pStyle w:val="TextkrperCorpsdetexteCorpodeltesto"/>
              <w:ind w:left="33" w:firstLine="1"/>
              <w:rPr>
                <w:rFonts w:cs="Arial"/>
              </w:rPr>
            </w:pPr>
            <w:r w:rsidRPr="005978BB">
              <w:rPr>
                <w:rFonts w:cs="Arial"/>
              </w:rPr>
              <w:t xml:space="preserve">Mögliche Bewertungspunkte: </w:t>
            </w:r>
          </w:p>
          <w:p w:rsidR="00487653" w:rsidRPr="005978BB" w:rsidRDefault="00487653" w:rsidP="002C19FB">
            <w:pPr>
              <w:pStyle w:val="TextkrperCorpsdetexteCorpodeltesto"/>
              <w:numPr>
                <w:ilvl w:val="0"/>
                <w:numId w:val="19"/>
              </w:numPr>
              <w:rPr>
                <w:rFonts w:cs="Arial"/>
              </w:rPr>
            </w:pPr>
            <w:r w:rsidRPr="005978BB">
              <w:rPr>
                <w:rFonts w:cs="Arial"/>
              </w:rPr>
              <w:t>Rettungen gem. OABS befehlen</w:t>
            </w:r>
          </w:p>
          <w:p w:rsidR="00487653" w:rsidRPr="005978BB" w:rsidRDefault="00487653" w:rsidP="002C19FB">
            <w:pPr>
              <w:pStyle w:val="TextkrperCorpsdetexteCorpodeltesto"/>
              <w:numPr>
                <w:ilvl w:val="0"/>
                <w:numId w:val="19"/>
              </w:numPr>
              <w:rPr>
                <w:rFonts w:cs="Arial"/>
              </w:rPr>
            </w:pPr>
            <w:r w:rsidRPr="005978BB">
              <w:rPr>
                <w:rFonts w:cs="Arial"/>
              </w:rPr>
              <w:t>Schadenplatz-organisation</w:t>
            </w:r>
          </w:p>
          <w:p w:rsidR="00487653" w:rsidRPr="005978BB" w:rsidRDefault="00487653" w:rsidP="002C19FB">
            <w:pPr>
              <w:pStyle w:val="TextkrperCorpsdetexteCorpodeltesto"/>
              <w:numPr>
                <w:ilvl w:val="0"/>
                <w:numId w:val="19"/>
              </w:numPr>
              <w:rPr>
                <w:rFonts w:cs="Arial"/>
              </w:rPr>
            </w:pPr>
            <w:r w:rsidRPr="005978BB">
              <w:rPr>
                <w:rFonts w:cs="Arial"/>
              </w:rPr>
              <w:t>Lagebeurteilung für die Einsätze</w:t>
            </w:r>
          </w:p>
        </w:tc>
      </w:tr>
      <w:tr w:rsidR="00487653" w:rsidRPr="005978BB" w:rsidTr="00AF66D9">
        <w:trPr>
          <w:trHeight w:val="266"/>
        </w:trPr>
        <w:tc>
          <w:tcPr>
            <w:tcW w:w="534" w:type="dxa"/>
          </w:tcPr>
          <w:p w:rsidR="00487653" w:rsidRPr="009A529D" w:rsidRDefault="002C1BEC" w:rsidP="002F7873">
            <w:pPr>
              <w:pStyle w:val="TextkrperCorpsdetexteCorpodeltesto"/>
              <w:rPr>
                <w:rFonts w:cs="Arial"/>
              </w:rPr>
            </w:pPr>
            <w:r>
              <w:rPr>
                <w:rFonts w:cs="Arial"/>
              </w:rPr>
              <w:t>6</w:t>
            </w:r>
          </w:p>
        </w:tc>
        <w:tc>
          <w:tcPr>
            <w:tcW w:w="850" w:type="dxa"/>
          </w:tcPr>
          <w:p w:rsidR="00487653" w:rsidRPr="009A529D" w:rsidRDefault="00487653" w:rsidP="002F7873">
            <w:pPr>
              <w:pStyle w:val="TextkrperCorpsdetexteCorpodeltesto"/>
              <w:rPr>
                <w:rFonts w:cs="Arial"/>
              </w:rPr>
            </w:pPr>
            <w:r>
              <w:rPr>
                <w:rFonts w:cs="Arial"/>
              </w:rPr>
              <w:t>10.00</w:t>
            </w:r>
          </w:p>
        </w:tc>
        <w:tc>
          <w:tcPr>
            <w:tcW w:w="1134" w:type="dxa"/>
          </w:tcPr>
          <w:p w:rsidR="00487653" w:rsidRPr="009A529D" w:rsidRDefault="00487653" w:rsidP="002F7873">
            <w:pPr>
              <w:pStyle w:val="TextkrperCorpsdetexteCorpodeltesto"/>
              <w:rPr>
                <w:rFonts w:cs="Arial"/>
              </w:rPr>
            </w:pPr>
            <w:r>
              <w:rPr>
                <w:rFonts w:cs="Arial"/>
              </w:rPr>
              <w:t>mündlich</w:t>
            </w:r>
          </w:p>
        </w:tc>
        <w:tc>
          <w:tcPr>
            <w:tcW w:w="851" w:type="dxa"/>
          </w:tcPr>
          <w:p w:rsidR="00487653" w:rsidRPr="009A529D" w:rsidRDefault="00487653" w:rsidP="002F7873">
            <w:pPr>
              <w:pStyle w:val="TextkrperCorpsdetexteCorpodeltesto"/>
              <w:rPr>
                <w:rFonts w:cs="Arial"/>
              </w:rPr>
            </w:pPr>
            <w:r>
              <w:rPr>
                <w:rFonts w:cs="Arial"/>
              </w:rPr>
              <w:t>ÜL / ÜLG</w:t>
            </w:r>
          </w:p>
        </w:tc>
        <w:tc>
          <w:tcPr>
            <w:tcW w:w="850" w:type="dxa"/>
          </w:tcPr>
          <w:p w:rsidR="00487653" w:rsidRPr="009A529D" w:rsidRDefault="00487653" w:rsidP="002F7873">
            <w:pPr>
              <w:pStyle w:val="TextkrperCorpsdetexteCorpodeltesto"/>
              <w:rPr>
                <w:rFonts w:cs="Arial"/>
              </w:rPr>
            </w:pPr>
            <w:r>
              <w:rPr>
                <w:rFonts w:cs="Arial"/>
              </w:rPr>
              <w:t>Zfhr ZS</w:t>
            </w:r>
          </w:p>
        </w:tc>
        <w:tc>
          <w:tcPr>
            <w:tcW w:w="4678" w:type="dxa"/>
          </w:tcPr>
          <w:p w:rsidR="00487653" w:rsidRDefault="00487653" w:rsidP="00487653">
            <w:pPr>
              <w:pStyle w:val="TextkrperCorpsdetexteCorpodeltesto"/>
              <w:rPr>
                <w:rFonts w:cs="Arial"/>
              </w:rPr>
            </w:pPr>
            <w:r>
              <w:rPr>
                <w:rFonts w:cs="Arial"/>
              </w:rPr>
              <w:t>Zwischenbeurteilung</w:t>
            </w:r>
          </w:p>
          <w:p w:rsidR="00487653" w:rsidRPr="009A529D" w:rsidRDefault="00487653" w:rsidP="00487653">
            <w:pPr>
              <w:pStyle w:val="TextkrperCorpsdetexteCorpodeltesto"/>
              <w:rPr>
                <w:rFonts w:cs="Arial"/>
              </w:rPr>
            </w:pPr>
            <w:r>
              <w:rPr>
                <w:rFonts w:cs="Arial"/>
              </w:rPr>
              <w:t>(Befehl Hübeli, Verschiebung, Befehl Schadenplatz)</w:t>
            </w:r>
          </w:p>
        </w:tc>
        <w:tc>
          <w:tcPr>
            <w:tcW w:w="3544" w:type="dxa"/>
          </w:tcPr>
          <w:p w:rsidR="00487653" w:rsidRPr="009A529D" w:rsidRDefault="00487653" w:rsidP="002C1BEC">
            <w:pPr>
              <w:pStyle w:val="TextkrperCorpsdetexteCorpodeltesto"/>
              <w:ind w:left="360"/>
              <w:rPr>
                <w:rFonts w:cs="Arial"/>
              </w:rPr>
            </w:pPr>
          </w:p>
        </w:tc>
        <w:tc>
          <w:tcPr>
            <w:tcW w:w="2345" w:type="dxa"/>
          </w:tcPr>
          <w:p w:rsidR="00487653" w:rsidRPr="005978BB" w:rsidRDefault="00487653" w:rsidP="00487653">
            <w:pPr>
              <w:pStyle w:val="TextkrperCorpsdetexteCorpodeltesto"/>
              <w:ind w:left="33" w:firstLine="1"/>
              <w:rPr>
                <w:rFonts w:cs="Arial"/>
              </w:rPr>
            </w:pPr>
            <w:r w:rsidRPr="005978BB">
              <w:rPr>
                <w:rFonts w:cs="Arial"/>
              </w:rPr>
              <w:t>Der ÜL und ÜLG besprechen die bisherige Befehlsgebung</w:t>
            </w:r>
          </w:p>
        </w:tc>
      </w:tr>
      <w:tr w:rsidR="00487653" w:rsidRPr="005978BB" w:rsidTr="00AF66D9">
        <w:trPr>
          <w:trHeight w:val="266"/>
        </w:trPr>
        <w:tc>
          <w:tcPr>
            <w:tcW w:w="534" w:type="dxa"/>
          </w:tcPr>
          <w:p w:rsidR="00487653" w:rsidRPr="009A529D" w:rsidRDefault="002C1BEC" w:rsidP="002F7873">
            <w:pPr>
              <w:pStyle w:val="TextkrperCorpsdetexteCorpodeltesto"/>
              <w:rPr>
                <w:rFonts w:cs="Arial"/>
              </w:rPr>
            </w:pPr>
            <w:r>
              <w:rPr>
                <w:rFonts w:cs="Arial"/>
              </w:rPr>
              <w:t>7</w:t>
            </w:r>
          </w:p>
        </w:tc>
        <w:tc>
          <w:tcPr>
            <w:tcW w:w="850" w:type="dxa"/>
          </w:tcPr>
          <w:p w:rsidR="00487653" w:rsidRPr="009A529D" w:rsidRDefault="00487653" w:rsidP="00487653">
            <w:pPr>
              <w:pStyle w:val="TextkrperCorpsdetexteCorpodeltesto"/>
              <w:rPr>
                <w:rFonts w:cs="Arial"/>
              </w:rPr>
            </w:pPr>
            <w:r w:rsidRPr="009A529D">
              <w:rPr>
                <w:rFonts w:cs="Arial"/>
              </w:rPr>
              <w:t>10:</w:t>
            </w:r>
            <w:r>
              <w:rPr>
                <w:rFonts w:cs="Arial"/>
              </w:rPr>
              <w:t>30</w:t>
            </w:r>
          </w:p>
        </w:tc>
        <w:tc>
          <w:tcPr>
            <w:tcW w:w="1134" w:type="dxa"/>
          </w:tcPr>
          <w:p w:rsidR="00487653" w:rsidRPr="009A529D" w:rsidRDefault="00487653" w:rsidP="002F7873">
            <w:pPr>
              <w:pStyle w:val="TextkrperCorpsdetexteCorpodeltesto"/>
              <w:rPr>
                <w:rFonts w:cs="Arial"/>
              </w:rPr>
            </w:pPr>
            <w:r w:rsidRPr="009A529D">
              <w:rPr>
                <w:rFonts w:cs="Arial"/>
              </w:rPr>
              <w:t>mündlich</w:t>
            </w:r>
          </w:p>
        </w:tc>
        <w:tc>
          <w:tcPr>
            <w:tcW w:w="851" w:type="dxa"/>
          </w:tcPr>
          <w:p w:rsidR="00487653" w:rsidRPr="009A529D" w:rsidRDefault="00487653" w:rsidP="002F7873">
            <w:pPr>
              <w:pStyle w:val="TextkrperCorpsdetexteCorpodeltesto"/>
              <w:rPr>
                <w:rFonts w:cs="Arial"/>
              </w:rPr>
            </w:pPr>
            <w:r w:rsidRPr="009A529D">
              <w:rPr>
                <w:rFonts w:cs="Arial"/>
              </w:rPr>
              <w:t>Kdt ZS</w:t>
            </w:r>
          </w:p>
        </w:tc>
        <w:tc>
          <w:tcPr>
            <w:tcW w:w="850" w:type="dxa"/>
          </w:tcPr>
          <w:p w:rsidR="00487653" w:rsidRPr="009A529D" w:rsidRDefault="00487653" w:rsidP="002F7873">
            <w:pPr>
              <w:pStyle w:val="TextkrperCorpsdetexteCorpodeltesto"/>
              <w:rPr>
                <w:rFonts w:cs="Arial"/>
              </w:rPr>
            </w:pPr>
            <w:r w:rsidRPr="009A529D">
              <w:rPr>
                <w:rFonts w:cs="Arial"/>
              </w:rPr>
              <w:t>Zfhr</w:t>
            </w:r>
          </w:p>
          <w:p w:rsidR="00487653" w:rsidRPr="009A529D" w:rsidRDefault="00487653" w:rsidP="002F7873">
            <w:pPr>
              <w:pStyle w:val="TextkrperCorpsdetexteCorpodeltesto"/>
              <w:rPr>
                <w:rFonts w:cs="Arial"/>
              </w:rPr>
            </w:pPr>
            <w:r w:rsidRPr="009A529D">
              <w:rPr>
                <w:rFonts w:cs="Arial"/>
              </w:rPr>
              <w:t>ZS</w:t>
            </w:r>
          </w:p>
        </w:tc>
        <w:tc>
          <w:tcPr>
            <w:tcW w:w="4678" w:type="dxa"/>
          </w:tcPr>
          <w:p w:rsidR="00487653" w:rsidRPr="009A529D" w:rsidRDefault="00487653" w:rsidP="002C19FB">
            <w:pPr>
              <w:pStyle w:val="TextkrperCorpsdetexteCorpodeltesto"/>
              <w:numPr>
                <w:ilvl w:val="0"/>
                <w:numId w:val="16"/>
              </w:numPr>
              <w:rPr>
                <w:rFonts w:cs="Arial"/>
              </w:rPr>
            </w:pPr>
            <w:r w:rsidRPr="009A529D">
              <w:rPr>
                <w:rFonts w:cs="Arial"/>
              </w:rPr>
              <w:t>Ganzer ZS-Zug auf Platz</w:t>
            </w:r>
          </w:p>
          <w:p w:rsidR="00487653" w:rsidRPr="009A529D" w:rsidRDefault="00487653" w:rsidP="002C19FB">
            <w:pPr>
              <w:pStyle w:val="TextkrperCorpsdetexteCorpodeltesto"/>
              <w:numPr>
                <w:ilvl w:val="0"/>
                <w:numId w:val="16"/>
              </w:numPr>
              <w:rPr>
                <w:rFonts w:cs="Arial"/>
              </w:rPr>
            </w:pPr>
            <w:r w:rsidRPr="009A529D">
              <w:rPr>
                <w:rFonts w:cs="Arial"/>
              </w:rPr>
              <w:t>Kdt ZS (ÜL) auf Platz</w:t>
            </w:r>
          </w:p>
          <w:p w:rsidR="00487653" w:rsidRPr="009A529D" w:rsidRDefault="00487653" w:rsidP="002C19FB">
            <w:pPr>
              <w:pStyle w:val="TextkrperCorpsdetexteCorpodeltesto"/>
              <w:numPr>
                <w:ilvl w:val="0"/>
                <w:numId w:val="16"/>
              </w:numPr>
              <w:rPr>
                <w:rFonts w:cs="Arial"/>
              </w:rPr>
            </w:pPr>
            <w:r w:rsidRPr="009A529D">
              <w:rPr>
                <w:rFonts w:cs="Arial"/>
              </w:rPr>
              <w:t>Neuer Auftrag Perlen</w:t>
            </w:r>
          </w:p>
          <w:p w:rsidR="00487653" w:rsidRPr="009A529D" w:rsidRDefault="00487653" w:rsidP="00FF684A">
            <w:pPr>
              <w:pStyle w:val="TextkrperCorpsdetexteCorpodeltesto"/>
              <w:ind w:left="360"/>
              <w:rPr>
                <w:rFonts w:cs="Arial"/>
              </w:rPr>
            </w:pPr>
            <w:r w:rsidRPr="009A529D">
              <w:rPr>
                <w:rFonts w:cs="Arial"/>
                <w:b/>
              </w:rPr>
              <w:t>O:</w:t>
            </w:r>
            <w:r w:rsidRPr="009A529D">
              <w:rPr>
                <w:rFonts w:cs="Arial"/>
              </w:rPr>
              <w:t xml:space="preserve"> Durch das Erdbeben hat </w:t>
            </w:r>
            <w:r w:rsidR="00561730">
              <w:rPr>
                <w:rFonts w:cs="Arial"/>
              </w:rPr>
              <w:t>es</w:t>
            </w:r>
            <w:r w:rsidRPr="009A529D">
              <w:rPr>
                <w:rFonts w:cs="Arial"/>
              </w:rPr>
              <w:t xml:space="preserve"> in </w:t>
            </w:r>
            <w:r w:rsidR="00561730">
              <w:rPr>
                <w:rFonts w:cs="Arial"/>
              </w:rPr>
              <w:t>Emmen einen Dammbruch</w:t>
            </w:r>
            <w:r w:rsidRPr="009A529D">
              <w:rPr>
                <w:rFonts w:cs="Arial"/>
              </w:rPr>
              <w:t xml:space="preserve"> </w:t>
            </w:r>
            <w:r w:rsidR="00561730">
              <w:rPr>
                <w:rFonts w:cs="Arial"/>
              </w:rPr>
              <w:t>gegeben. Damit nicht noch mehr Wasser in die Quartiere läuft benötigt die FW Sandsäcke.</w:t>
            </w:r>
          </w:p>
          <w:p w:rsidR="00487653" w:rsidRPr="009A529D" w:rsidRDefault="00487653" w:rsidP="00FF684A">
            <w:pPr>
              <w:pStyle w:val="TextkrperCorpsdetexteCorpodeltesto"/>
              <w:ind w:left="360"/>
              <w:rPr>
                <w:rFonts w:cs="Arial"/>
              </w:rPr>
            </w:pPr>
            <w:r w:rsidRPr="009A529D">
              <w:rPr>
                <w:rFonts w:cs="Arial"/>
                <w:b/>
              </w:rPr>
              <w:t>A:</w:t>
            </w:r>
            <w:r w:rsidRPr="009A529D">
              <w:rPr>
                <w:rFonts w:cs="Arial"/>
              </w:rPr>
              <w:t xml:space="preserve"> Mit </w:t>
            </w:r>
            <w:r w:rsidR="00561730">
              <w:rPr>
                <w:rFonts w:cs="Arial"/>
              </w:rPr>
              <w:t>einer Gruppe aus deinem Zug in Perlen die Sandsäcke abfüllen.</w:t>
            </w:r>
          </w:p>
          <w:p w:rsidR="00487653" w:rsidRPr="009A529D" w:rsidRDefault="00487653" w:rsidP="00FF684A">
            <w:pPr>
              <w:pStyle w:val="TextkrperCorpsdetexteCorpodeltesto"/>
              <w:ind w:left="360"/>
              <w:rPr>
                <w:rFonts w:cs="Arial"/>
              </w:rPr>
            </w:pPr>
            <w:r w:rsidRPr="009A529D">
              <w:rPr>
                <w:rFonts w:cs="Arial"/>
                <w:b/>
              </w:rPr>
              <w:t>B:</w:t>
            </w:r>
            <w:r w:rsidRPr="009A529D">
              <w:rPr>
                <w:rFonts w:cs="Arial"/>
              </w:rPr>
              <w:t xml:space="preserve"> </w:t>
            </w:r>
            <w:r w:rsidR="00561730">
              <w:rPr>
                <w:rFonts w:cs="Arial"/>
              </w:rPr>
              <w:t>Die Maschine, Sand und Sandsäcke stehen schon in Perlen</w:t>
            </w:r>
          </w:p>
          <w:p w:rsidR="00487653" w:rsidRPr="009A529D" w:rsidRDefault="00487653" w:rsidP="00FF684A">
            <w:pPr>
              <w:pStyle w:val="TextkrperCorpsdetexteCorpodeltesto"/>
              <w:ind w:left="360"/>
              <w:rPr>
                <w:rFonts w:cs="Arial"/>
              </w:rPr>
            </w:pPr>
            <w:r w:rsidRPr="009A529D">
              <w:rPr>
                <w:rFonts w:cs="Arial"/>
                <w:b/>
              </w:rPr>
              <w:t>S:</w:t>
            </w:r>
            <w:r w:rsidRPr="009A529D">
              <w:rPr>
                <w:rFonts w:cs="Arial"/>
              </w:rPr>
              <w:t xml:space="preserve"> Mein Standort hier auf Platz</w:t>
            </w:r>
          </w:p>
        </w:tc>
        <w:tc>
          <w:tcPr>
            <w:tcW w:w="3544" w:type="dxa"/>
          </w:tcPr>
          <w:p w:rsidR="00487653" w:rsidRPr="00B84D12" w:rsidRDefault="00B84D12" w:rsidP="002C19FB">
            <w:pPr>
              <w:pStyle w:val="TextkrperCorpsdetexteCorpodeltesto"/>
              <w:numPr>
                <w:ilvl w:val="0"/>
                <w:numId w:val="16"/>
              </w:numPr>
              <w:rPr>
                <w:rFonts w:cs="Arial"/>
                <w:sz w:val="20"/>
                <w:szCs w:val="20"/>
              </w:rPr>
            </w:pPr>
            <w:r w:rsidRPr="00B84D12">
              <w:rPr>
                <w:rFonts w:cs="Arial"/>
                <w:sz w:val="20"/>
                <w:szCs w:val="20"/>
              </w:rPr>
              <w:t>Der Grfhr nimmt anhand der Infos vom Zfhr eine Gruppe mit nach Perlen und nimmt die Sandsackabfüllanlage in Betrieb und erfüllt seinen Auftrag.</w:t>
            </w:r>
          </w:p>
        </w:tc>
        <w:tc>
          <w:tcPr>
            <w:tcW w:w="2345" w:type="dxa"/>
          </w:tcPr>
          <w:p w:rsidR="00487653" w:rsidRPr="005978BB" w:rsidRDefault="00487653" w:rsidP="00A70390">
            <w:pPr>
              <w:pStyle w:val="TextkrperCorpsdetexteCorpodeltesto"/>
              <w:ind w:left="33" w:firstLine="1"/>
              <w:rPr>
                <w:rFonts w:cs="Arial"/>
              </w:rPr>
            </w:pPr>
            <w:r w:rsidRPr="005978BB">
              <w:rPr>
                <w:rFonts w:cs="Arial"/>
              </w:rPr>
              <w:t>Der Zfhr hat diverse Möglichkeiten diesen Auftrag zu erledigen.</w:t>
            </w:r>
          </w:p>
          <w:p w:rsidR="00487653" w:rsidRPr="005978BB" w:rsidRDefault="00487653" w:rsidP="00A70390">
            <w:pPr>
              <w:pStyle w:val="TextkrperCorpsdetexteCorpodeltesto"/>
              <w:ind w:left="33" w:firstLine="1"/>
              <w:rPr>
                <w:rFonts w:cs="Arial"/>
              </w:rPr>
            </w:pPr>
            <w:r w:rsidRPr="005978BB">
              <w:rPr>
                <w:rFonts w:cs="Arial"/>
              </w:rPr>
              <w:t>Mögliche Variante:</w:t>
            </w:r>
          </w:p>
          <w:p w:rsidR="00487653" w:rsidRPr="005978BB" w:rsidRDefault="00487653" w:rsidP="00A70390">
            <w:pPr>
              <w:pStyle w:val="TextkrperCorpsdetexteCorpodeltesto"/>
              <w:ind w:left="33" w:firstLine="1"/>
              <w:rPr>
                <w:rFonts w:cs="Arial"/>
              </w:rPr>
            </w:pPr>
            <w:r w:rsidRPr="005978BB">
              <w:rPr>
                <w:rFonts w:cs="Arial"/>
              </w:rPr>
              <w:t>Der Zfhr-ZS schickt eine Gruppe mit Grfhr. und dem Holzeranhänger nach Perlen.</w:t>
            </w:r>
          </w:p>
          <w:p w:rsidR="00487653" w:rsidRPr="005978BB" w:rsidRDefault="00487653" w:rsidP="00A70390">
            <w:pPr>
              <w:pStyle w:val="TextkrperCorpsdetexteCorpodeltesto"/>
              <w:ind w:left="33" w:firstLine="1"/>
              <w:rPr>
                <w:rFonts w:cs="Arial"/>
              </w:rPr>
            </w:pPr>
            <w:r w:rsidRPr="005978BB">
              <w:rPr>
                <w:rFonts w:cs="Arial"/>
              </w:rPr>
              <w:t>Die Verbindung muss per Natel erfolgen.</w:t>
            </w:r>
          </w:p>
        </w:tc>
      </w:tr>
      <w:tr w:rsidR="00E222C0" w:rsidRPr="00FF3FFE" w:rsidTr="00487880">
        <w:trPr>
          <w:trHeight w:val="2625"/>
        </w:trPr>
        <w:tc>
          <w:tcPr>
            <w:tcW w:w="534" w:type="dxa"/>
          </w:tcPr>
          <w:p w:rsidR="00E222C0" w:rsidRPr="009A529D" w:rsidRDefault="00FF3FFE" w:rsidP="00AA1B2E">
            <w:pPr>
              <w:pStyle w:val="TextkrperCorpsdetexteCorpodeltesto"/>
              <w:rPr>
                <w:rFonts w:cs="Arial"/>
              </w:rPr>
            </w:pPr>
            <w:r>
              <w:rPr>
                <w:rFonts w:cs="Arial"/>
              </w:rPr>
              <w:t>8</w:t>
            </w:r>
          </w:p>
        </w:tc>
        <w:tc>
          <w:tcPr>
            <w:tcW w:w="850" w:type="dxa"/>
          </w:tcPr>
          <w:p w:rsidR="00E222C0" w:rsidRPr="009A529D" w:rsidRDefault="00E222C0" w:rsidP="00FF3FFE">
            <w:pPr>
              <w:pStyle w:val="TextkrperCorpsdetexteCorpodeltesto"/>
              <w:spacing w:before="60"/>
              <w:rPr>
                <w:rFonts w:cs="Arial"/>
              </w:rPr>
            </w:pPr>
            <w:r w:rsidRPr="009A529D">
              <w:rPr>
                <w:rFonts w:cs="Arial"/>
              </w:rPr>
              <w:t>11:30</w:t>
            </w:r>
          </w:p>
          <w:p w:rsidR="00E222C0" w:rsidRPr="009A529D" w:rsidRDefault="00DD302F" w:rsidP="00FF3FFE">
            <w:pPr>
              <w:pStyle w:val="TextkrperCorpsdetexteCorpodeltesto"/>
              <w:spacing w:before="60"/>
              <w:rPr>
                <w:rFonts w:cs="Arial"/>
              </w:rPr>
            </w:pPr>
            <w:r>
              <w:rPr>
                <w:rFonts w:cs="Arial"/>
              </w:rPr>
              <w:t>bis</w:t>
            </w:r>
          </w:p>
          <w:p w:rsidR="00E222C0" w:rsidRPr="009A529D" w:rsidRDefault="00E222C0" w:rsidP="00FF3FFE">
            <w:pPr>
              <w:pStyle w:val="TextkrperCorpsdetexteCorpodeltesto"/>
              <w:spacing w:before="60"/>
              <w:rPr>
                <w:rFonts w:cs="Arial"/>
              </w:rPr>
            </w:pPr>
            <w:r w:rsidRPr="009A529D">
              <w:rPr>
                <w:rFonts w:cs="Arial"/>
              </w:rPr>
              <w:t>12:30</w:t>
            </w:r>
          </w:p>
        </w:tc>
        <w:tc>
          <w:tcPr>
            <w:tcW w:w="1134" w:type="dxa"/>
          </w:tcPr>
          <w:p w:rsidR="00E222C0" w:rsidRPr="009A529D" w:rsidRDefault="00E222C0" w:rsidP="00AA1B2E">
            <w:pPr>
              <w:pStyle w:val="TextkrperCorpsdetexteCorpodeltesto"/>
              <w:rPr>
                <w:rFonts w:cs="Arial"/>
              </w:rPr>
            </w:pPr>
          </w:p>
        </w:tc>
        <w:tc>
          <w:tcPr>
            <w:tcW w:w="851" w:type="dxa"/>
          </w:tcPr>
          <w:p w:rsidR="00E222C0" w:rsidRPr="009A529D" w:rsidRDefault="00E222C0" w:rsidP="00AA1B2E">
            <w:pPr>
              <w:pStyle w:val="TextkrperCorpsdetexteCorpodeltesto"/>
              <w:rPr>
                <w:rFonts w:cs="Arial"/>
              </w:rPr>
            </w:pPr>
          </w:p>
        </w:tc>
        <w:tc>
          <w:tcPr>
            <w:tcW w:w="850" w:type="dxa"/>
          </w:tcPr>
          <w:p w:rsidR="00E222C0" w:rsidRPr="009A529D" w:rsidRDefault="00E222C0" w:rsidP="00AA1B2E">
            <w:pPr>
              <w:pStyle w:val="TextkrperCorpsdetexteCorpodeltesto"/>
              <w:rPr>
                <w:rFonts w:cs="Arial"/>
              </w:rPr>
            </w:pPr>
          </w:p>
        </w:tc>
        <w:tc>
          <w:tcPr>
            <w:tcW w:w="4678" w:type="dxa"/>
          </w:tcPr>
          <w:p w:rsidR="00E222C0" w:rsidRPr="009A529D" w:rsidRDefault="00E222C0" w:rsidP="002C19FB">
            <w:pPr>
              <w:pStyle w:val="TextkrperCorpsdetexteCorpodeltesto"/>
              <w:numPr>
                <w:ilvl w:val="0"/>
                <w:numId w:val="16"/>
              </w:numPr>
              <w:rPr>
                <w:rFonts w:cs="Arial"/>
              </w:rPr>
            </w:pPr>
            <w:r w:rsidRPr="009A529D">
              <w:rPr>
                <w:rFonts w:cs="Arial"/>
              </w:rPr>
              <w:t xml:space="preserve">Mittagspause gem. </w:t>
            </w:r>
            <w:r w:rsidR="00E62A1C" w:rsidRPr="009A529D">
              <w:rPr>
                <w:rFonts w:cs="Arial"/>
              </w:rPr>
              <w:t>Zfhr</w:t>
            </w:r>
            <w:r w:rsidRPr="009A529D">
              <w:rPr>
                <w:rFonts w:cs="Arial"/>
              </w:rPr>
              <w:t>-ZS</w:t>
            </w:r>
          </w:p>
          <w:p w:rsidR="00E222C0" w:rsidRPr="009A529D" w:rsidRDefault="00E222C0" w:rsidP="002C19FB">
            <w:pPr>
              <w:pStyle w:val="TextkrperCorpsdetexteCorpodeltesto"/>
              <w:numPr>
                <w:ilvl w:val="0"/>
                <w:numId w:val="16"/>
              </w:numPr>
              <w:rPr>
                <w:rFonts w:cs="Arial"/>
              </w:rPr>
            </w:pPr>
            <w:r w:rsidRPr="009A529D">
              <w:rPr>
                <w:rFonts w:cs="Arial"/>
              </w:rPr>
              <w:t>Weiterarbeiten an den Aufträgen</w:t>
            </w:r>
          </w:p>
        </w:tc>
        <w:tc>
          <w:tcPr>
            <w:tcW w:w="3544" w:type="dxa"/>
          </w:tcPr>
          <w:p w:rsidR="00E222C0" w:rsidRDefault="00E77AA3" w:rsidP="002C19FB">
            <w:pPr>
              <w:pStyle w:val="TextkrperCorpsdetexteCorpodeltesto"/>
              <w:numPr>
                <w:ilvl w:val="0"/>
                <w:numId w:val="16"/>
              </w:numPr>
              <w:rPr>
                <w:rFonts w:cs="Arial"/>
                <w:sz w:val="20"/>
                <w:szCs w:val="20"/>
              </w:rPr>
            </w:pPr>
            <w:r w:rsidRPr="00E77AA3">
              <w:rPr>
                <w:rFonts w:cs="Arial"/>
                <w:sz w:val="20"/>
                <w:szCs w:val="20"/>
              </w:rPr>
              <w:t>Der Zfhr stellt den Feldweibel für das Organisieren der Verpflegung ab.</w:t>
            </w:r>
          </w:p>
          <w:p w:rsidR="00E77AA3" w:rsidRPr="00E77AA3" w:rsidRDefault="00E77AA3" w:rsidP="002C19FB">
            <w:pPr>
              <w:pStyle w:val="TextkrperCorpsdetexteCorpodeltesto"/>
              <w:numPr>
                <w:ilvl w:val="0"/>
                <w:numId w:val="16"/>
              </w:numPr>
              <w:rPr>
                <w:rFonts w:cs="Arial"/>
                <w:sz w:val="20"/>
                <w:szCs w:val="20"/>
              </w:rPr>
            </w:pPr>
            <w:r>
              <w:rPr>
                <w:rFonts w:cs="Arial"/>
                <w:sz w:val="20"/>
                <w:szCs w:val="20"/>
              </w:rPr>
              <w:t>Über Mittag muss weiter gearbeitet werden. Es darf keine allgemeine Pause geben.</w:t>
            </w:r>
          </w:p>
        </w:tc>
        <w:tc>
          <w:tcPr>
            <w:tcW w:w="2345" w:type="dxa"/>
          </w:tcPr>
          <w:p w:rsidR="00E222C0" w:rsidRPr="00FF3FFE" w:rsidRDefault="00E222C0" w:rsidP="00AA1B2E">
            <w:pPr>
              <w:pStyle w:val="TextkrperCorpsdetexteCorpodeltesto"/>
              <w:rPr>
                <w:rFonts w:cs="Arial"/>
              </w:rPr>
            </w:pPr>
            <w:r w:rsidRPr="00FF3FFE">
              <w:rPr>
                <w:rFonts w:cs="Arial"/>
              </w:rPr>
              <w:t>Die Gruppe die nach Perlen geht</w:t>
            </w:r>
            <w:r w:rsidR="00E77AA3" w:rsidRPr="00FF3FFE">
              <w:rPr>
                <w:rFonts w:cs="Arial"/>
              </w:rPr>
              <w:t>,</w:t>
            </w:r>
            <w:r w:rsidRPr="00FF3FFE">
              <w:rPr>
                <w:rFonts w:cs="Arial"/>
              </w:rPr>
              <w:t xml:space="preserve"> muss verpflegt werden, der </w:t>
            </w:r>
            <w:r w:rsidR="00E62A1C" w:rsidRPr="00FF3FFE">
              <w:rPr>
                <w:rFonts w:cs="Arial"/>
              </w:rPr>
              <w:t>Zfhr</w:t>
            </w:r>
            <w:r w:rsidRPr="00FF3FFE">
              <w:rPr>
                <w:rFonts w:cs="Arial"/>
              </w:rPr>
              <w:t xml:space="preserve"> wird dies organisieren müssen.</w:t>
            </w:r>
          </w:p>
          <w:p w:rsidR="00E222C0" w:rsidRPr="00FF3FFE" w:rsidRDefault="00E222C0" w:rsidP="00AA1B2E">
            <w:pPr>
              <w:pStyle w:val="TextkrperCorpsdetexteCorpodeltesto"/>
              <w:rPr>
                <w:rFonts w:cs="Arial"/>
              </w:rPr>
            </w:pPr>
          </w:p>
        </w:tc>
      </w:tr>
      <w:tr w:rsidR="00E77AA3" w:rsidRPr="00FF3FFE" w:rsidTr="00487880">
        <w:trPr>
          <w:trHeight w:val="1594"/>
        </w:trPr>
        <w:tc>
          <w:tcPr>
            <w:tcW w:w="534" w:type="dxa"/>
          </w:tcPr>
          <w:p w:rsidR="00E77AA3" w:rsidRPr="009A529D" w:rsidRDefault="00FF3FFE" w:rsidP="00AA1B2E">
            <w:pPr>
              <w:pStyle w:val="TextkrperCorpsdetexteCorpodeltesto"/>
              <w:rPr>
                <w:rFonts w:cs="Arial"/>
              </w:rPr>
            </w:pPr>
            <w:r>
              <w:rPr>
                <w:rFonts w:cs="Arial"/>
              </w:rPr>
              <w:t>9</w:t>
            </w:r>
          </w:p>
        </w:tc>
        <w:tc>
          <w:tcPr>
            <w:tcW w:w="850" w:type="dxa"/>
          </w:tcPr>
          <w:p w:rsidR="00E77AA3" w:rsidRPr="009A529D" w:rsidRDefault="00E77AA3" w:rsidP="00E77AA3">
            <w:pPr>
              <w:pStyle w:val="TextkrperCorpsdetexteCorpodeltesto"/>
              <w:rPr>
                <w:rFonts w:cs="Arial"/>
              </w:rPr>
            </w:pPr>
            <w:r>
              <w:rPr>
                <w:rFonts w:cs="Arial"/>
              </w:rPr>
              <w:t>13.30</w:t>
            </w:r>
          </w:p>
        </w:tc>
        <w:tc>
          <w:tcPr>
            <w:tcW w:w="1134" w:type="dxa"/>
          </w:tcPr>
          <w:p w:rsidR="00E77AA3" w:rsidRPr="009A529D" w:rsidRDefault="00E77AA3" w:rsidP="00AA1B2E">
            <w:pPr>
              <w:pStyle w:val="TextkrperCorpsdetexteCorpodeltesto"/>
              <w:rPr>
                <w:rFonts w:cs="Arial"/>
              </w:rPr>
            </w:pPr>
          </w:p>
        </w:tc>
        <w:tc>
          <w:tcPr>
            <w:tcW w:w="851" w:type="dxa"/>
          </w:tcPr>
          <w:p w:rsidR="00E77AA3" w:rsidRPr="009A529D" w:rsidRDefault="00E77AA3" w:rsidP="00AA1B2E">
            <w:pPr>
              <w:pStyle w:val="TextkrperCorpsdetexteCorpodeltesto"/>
              <w:rPr>
                <w:rFonts w:cs="Arial"/>
              </w:rPr>
            </w:pPr>
          </w:p>
        </w:tc>
        <w:tc>
          <w:tcPr>
            <w:tcW w:w="850" w:type="dxa"/>
          </w:tcPr>
          <w:p w:rsidR="00E77AA3" w:rsidRPr="009A529D" w:rsidRDefault="00E77AA3" w:rsidP="00AA1B2E">
            <w:pPr>
              <w:pStyle w:val="TextkrperCorpsdetexteCorpodeltesto"/>
              <w:rPr>
                <w:rFonts w:cs="Arial"/>
              </w:rPr>
            </w:pPr>
          </w:p>
        </w:tc>
        <w:tc>
          <w:tcPr>
            <w:tcW w:w="4678" w:type="dxa"/>
          </w:tcPr>
          <w:p w:rsidR="00E77AA3" w:rsidRDefault="00E77AA3" w:rsidP="002C19FB">
            <w:pPr>
              <w:pStyle w:val="TextkrperCorpsdetexteCorpodeltesto"/>
              <w:numPr>
                <w:ilvl w:val="0"/>
                <w:numId w:val="18"/>
              </w:numPr>
              <w:rPr>
                <w:rFonts w:cs="Arial"/>
              </w:rPr>
            </w:pPr>
            <w:r>
              <w:rPr>
                <w:rFonts w:cs="Arial"/>
              </w:rPr>
              <w:t>Übungsende in Perlen</w:t>
            </w:r>
          </w:p>
          <w:p w:rsidR="00E77AA3" w:rsidRDefault="00E77AA3" w:rsidP="002C19FB">
            <w:pPr>
              <w:pStyle w:val="TextkrperCorpsdetexteCorpodeltesto"/>
              <w:numPr>
                <w:ilvl w:val="0"/>
                <w:numId w:val="18"/>
              </w:numPr>
              <w:rPr>
                <w:rFonts w:cs="Arial"/>
              </w:rPr>
            </w:pPr>
            <w:r>
              <w:rPr>
                <w:rFonts w:cs="Arial"/>
              </w:rPr>
              <w:t>Retablieren und Rückkehr nach Cham</w:t>
            </w:r>
          </w:p>
          <w:p w:rsidR="00E77AA3" w:rsidRPr="00E77AA3" w:rsidRDefault="00E77AA3" w:rsidP="002C19FB">
            <w:pPr>
              <w:pStyle w:val="TextkrperCorpsdetexteCorpodeltesto"/>
              <w:numPr>
                <w:ilvl w:val="0"/>
                <w:numId w:val="18"/>
              </w:numPr>
              <w:rPr>
                <w:rFonts w:cs="Arial"/>
              </w:rPr>
            </w:pPr>
            <w:r>
              <w:rPr>
                <w:rFonts w:cs="Arial"/>
              </w:rPr>
              <w:t>Eintreffen in Cham 14.00Uhr</w:t>
            </w:r>
          </w:p>
        </w:tc>
        <w:tc>
          <w:tcPr>
            <w:tcW w:w="3544" w:type="dxa"/>
          </w:tcPr>
          <w:p w:rsidR="00E77AA3" w:rsidRPr="009A529D" w:rsidRDefault="00E77AA3" w:rsidP="002C19FB">
            <w:pPr>
              <w:pStyle w:val="TextkrperCorpsdetexteCorpodeltesto"/>
              <w:numPr>
                <w:ilvl w:val="0"/>
                <w:numId w:val="16"/>
              </w:numPr>
              <w:rPr>
                <w:rFonts w:cs="Arial"/>
              </w:rPr>
            </w:pPr>
            <w:r>
              <w:rPr>
                <w:rFonts w:cs="Arial"/>
              </w:rPr>
              <w:t>Rückmeldung beim Zfhr</w:t>
            </w:r>
          </w:p>
        </w:tc>
        <w:tc>
          <w:tcPr>
            <w:tcW w:w="2345" w:type="dxa"/>
          </w:tcPr>
          <w:p w:rsidR="00E77AA3" w:rsidRPr="00FF3FFE" w:rsidRDefault="00E77AA3" w:rsidP="00AA1B2E">
            <w:pPr>
              <w:pStyle w:val="TextkrperCorpsdetexteCorpodeltesto"/>
              <w:rPr>
                <w:rFonts w:cs="Arial"/>
              </w:rPr>
            </w:pPr>
            <w:r w:rsidRPr="00FF3FFE">
              <w:rPr>
                <w:rFonts w:cs="Arial"/>
              </w:rPr>
              <w:t>Der Zfhr muss dir zurückkehrenden wieder einsetzen.</w:t>
            </w:r>
          </w:p>
        </w:tc>
      </w:tr>
      <w:tr w:rsidR="00E222C0" w:rsidRPr="00FF3FFE" w:rsidTr="00487880">
        <w:trPr>
          <w:trHeight w:val="1594"/>
        </w:trPr>
        <w:tc>
          <w:tcPr>
            <w:tcW w:w="534" w:type="dxa"/>
          </w:tcPr>
          <w:p w:rsidR="00E222C0" w:rsidRPr="009A529D" w:rsidRDefault="00FF3FFE" w:rsidP="00AA1B2E">
            <w:pPr>
              <w:pStyle w:val="TextkrperCorpsdetexteCorpodeltesto"/>
              <w:rPr>
                <w:rFonts w:cs="Arial"/>
              </w:rPr>
            </w:pPr>
            <w:r>
              <w:rPr>
                <w:rFonts w:cs="Arial"/>
              </w:rPr>
              <w:t>10</w:t>
            </w:r>
          </w:p>
        </w:tc>
        <w:tc>
          <w:tcPr>
            <w:tcW w:w="850" w:type="dxa"/>
          </w:tcPr>
          <w:p w:rsidR="00E222C0" w:rsidRPr="009A529D" w:rsidRDefault="00A02DA1" w:rsidP="00AA1B2E">
            <w:pPr>
              <w:pStyle w:val="TextkrperCorpsdetexteCorpodeltesto"/>
              <w:rPr>
                <w:rFonts w:cs="Arial"/>
              </w:rPr>
            </w:pPr>
            <w:r w:rsidRPr="009A529D">
              <w:rPr>
                <w:rFonts w:cs="Arial"/>
              </w:rPr>
              <w:t>14:30</w:t>
            </w:r>
          </w:p>
        </w:tc>
        <w:tc>
          <w:tcPr>
            <w:tcW w:w="1134" w:type="dxa"/>
          </w:tcPr>
          <w:p w:rsidR="00E222C0" w:rsidRPr="009A529D" w:rsidRDefault="00644E05" w:rsidP="00AA1B2E">
            <w:pPr>
              <w:pStyle w:val="TextkrperCorpsdetexteCorpodeltesto"/>
              <w:rPr>
                <w:rFonts w:cs="Arial"/>
              </w:rPr>
            </w:pPr>
            <w:r w:rsidRPr="009A529D">
              <w:rPr>
                <w:rFonts w:cs="Arial"/>
              </w:rPr>
              <w:t>mündlich</w:t>
            </w:r>
          </w:p>
        </w:tc>
        <w:tc>
          <w:tcPr>
            <w:tcW w:w="851" w:type="dxa"/>
          </w:tcPr>
          <w:p w:rsidR="00E222C0" w:rsidRPr="009A529D" w:rsidRDefault="00A02DA1" w:rsidP="00AA1B2E">
            <w:pPr>
              <w:pStyle w:val="TextkrperCorpsdetexteCorpodeltesto"/>
              <w:rPr>
                <w:rFonts w:cs="Arial"/>
              </w:rPr>
            </w:pPr>
            <w:r w:rsidRPr="009A529D">
              <w:rPr>
                <w:rFonts w:cs="Arial"/>
              </w:rPr>
              <w:t>ÜL</w:t>
            </w:r>
          </w:p>
        </w:tc>
        <w:tc>
          <w:tcPr>
            <w:tcW w:w="850" w:type="dxa"/>
          </w:tcPr>
          <w:p w:rsidR="00E222C0" w:rsidRPr="009A529D" w:rsidRDefault="00E62A1C" w:rsidP="00FF3FFE">
            <w:pPr>
              <w:pStyle w:val="TextkrperCorpsdetexteCorpodeltesto"/>
              <w:rPr>
                <w:rFonts w:cs="Arial"/>
              </w:rPr>
            </w:pPr>
            <w:r w:rsidRPr="009A529D">
              <w:rPr>
                <w:rFonts w:cs="Arial"/>
              </w:rPr>
              <w:t>Zfhr</w:t>
            </w:r>
            <w:r w:rsidR="00644E05" w:rsidRPr="009A529D">
              <w:rPr>
                <w:rFonts w:cs="Arial"/>
              </w:rPr>
              <w:t xml:space="preserve"> ZS</w:t>
            </w:r>
          </w:p>
        </w:tc>
        <w:tc>
          <w:tcPr>
            <w:tcW w:w="4678" w:type="dxa"/>
          </w:tcPr>
          <w:p w:rsidR="00A02DA1" w:rsidRPr="009A529D" w:rsidRDefault="00A02DA1" w:rsidP="002C19FB">
            <w:pPr>
              <w:pStyle w:val="TextkrperCorpsdetexteCorpodeltesto"/>
              <w:numPr>
                <w:ilvl w:val="0"/>
                <w:numId w:val="16"/>
              </w:numPr>
              <w:rPr>
                <w:rFonts w:cs="Arial"/>
              </w:rPr>
            </w:pPr>
            <w:r w:rsidRPr="009A529D">
              <w:rPr>
                <w:rFonts w:cs="Arial"/>
              </w:rPr>
              <w:t xml:space="preserve">Übungsabbruch </w:t>
            </w:r>
            <w:r w:rsidR="00E77AA3">
              <w:rPr>
                <w:rFonts w:cs="Arial"/>
              </w:rPr>
              <w:t>durch den ÜL</w:t>
            </w:r>
          </w:p>
        </w:tc>
        <w:tc>
          <w:tcPr>
            <w:tcW w:w="3544" w:type="dxa"/>
          </w:tcPr>
          <w:p w:rsidR="00A02DA1" w:rsidRPr="00E77AA3" w:rsidRDefault="00A02DA1" w:rsidP="002C19FB">
            <w:pPr>
              <w:pStyle w:val="TextkrperCorpsdetexteCorpodeltesto"/>
              <w:numPr>
                <w:ilvl w:val="0"/>
                <w:numId w:val="16"/>
              </w:numPr>
              <w:rPr>
                <w:rFonts w:cs="Arial"/>
              </w:rPr>
            </w:pPr>
            <w:r w:rsidRPr="009A529D">
              <w:rPr>
                <w:rFonts w:cs="Arial"/>
              </w:rPr>
              <w:t>Unerledigte Arbeiten</w:t>
            </w:r>
            <w:r w:rsidR="00E77AA3">
              <w:rPr>
                <w:rFonts w:cs="Arial"/>
              </w:rPr>
              <w:t xml:space="preserve"> bleiben unerledigt</w:t>
            </w:r>
          </w:p>
        </w:tc>
        <w:tc>
          <w:tcPr>
            <w:tcW w:w="2345" w:type="dxa"/>
          </w:tcPr>
          <w:p w:rsidR="00A02DA1" w:rsidRPr="00FF3FFE" w:rsidRDefault="00A02DA1" w:rsidP="00E77AA3">
            <w:pPr>
              <w:pStyle w:val="TextkrperCorpsdetexteCorpodeltesto"/>
              <w:rPr>
                <w:rFonts w:cs="Arial"/>
              </w:rPr>
            </w:pPr>
          </w:p>
        </w:tc>
      </w:tr>
      <w:tr w:rsidR="00A02DA1" w:rsidRPr="00FF3FFE" w:rsidTr="00487880">
        <w:trPr>
          <w:trHeight w:val="1740"/>
        </w:trPr>
        <w:tc>
          <w:tcPr>
            <w:tcW w:w="534" w:type="dxa"/>
          </w:tcPr>
          <w:p w:rsidR="00A02DA1" w:rsidRPr="009A529D" w:rsidRDefault="00FF3FFE" w:rsidP="00AA1B2E">
            <w:pPr>
              <w:pStyle w:val="TextkrperCorpsdetexteCorpodeltesto"/>
              <w:rPr>
                <w:rFonts w:cs="Arial"/>
              </w:rPr>
            </w:pPr>
            <w:r>
              <w:rPr>
                <w:rFonts w:cs="Arial"/>
              </w:rPr>
              <w:t>11</w:t>
            </w:r>
          </w:p>
        </w:tc>
        <w:tc>
          <w:tcPr>
            <w:tcW w:w="850" w:type="dxa"/>
          </w:tcPr>
          <w:p w:rsidR="00A02DA1" w:rsidRDefault="00A02DA1" w:rsidP="00FF3FFE">
            <w:pPr>
              <w:pStyle w:val="TextkrperCorpsdetexteCorpodeltesto"/>
              <w:spacing w:before="60"/>
              <w:rPr>
                <w:rFonts w:cs="Arial"/>
              </w:rPr>
            </w:pPr>
            <w:r w:rsidRPr="009A529D">
              <w:rPr>
                <w:rFonts w:cs="Arial"/>
              </w:rPr>
              <w:t>14:</w:t>
            </w:r>
            <w:r w:rsidR="00E77AA3">
              <w:rPr>
                <w:rFonts w:cs="Arial"/>
              </w:rPr>
              <w:t>40</w:t>
            </w:r>
          </w:p>
          <w:p w:rsidR="00FF3FFE" w:rsidRPr="009A529D" w:rsidRDefault="00FF3FFE" w:rsidP="00FF3FFE">
            <w:pPr>
              <w:pStyle w:val="TextkrperCorpsdetexteCorpodeltesto"/>
              <w:spacing w:before="60"/>
              <w:rPr>
                <w:rFonts w:cs="Arial"/>
              </w:rPr>
            </w:pPr>
            <w:r>
              <w:rPr>
                <w:rFonts w:cs="Arial"/>
              </w:rPr>
              <w:t>bis</w:t>
            </w:r>
          </w:p>
          <w:p w:rsidR="00A02DA1" w:rsidRPr="009A529D" w:rsidRDefault="00A02DA1" w:rsidP="00FF3FFE">
            <w:pPr>
              <w:pStyle w:val="TextkrperCorpsdetexteCorpodeltesto"/>
              <w:spacing w:before="60"/>
              <w:rPr>
                <w:rFonts w:cs="Arial"/>
              </w:rPr>
            </w:pPr>
            <w:r w:rsidRPr="009A529D">
              <w:rPr>
                <w:rFonts w:cs="Arial"/>
              </w:rPr>
              <w:t>15:</w:t>
            </w:r>
            <w:r w:rsidR="00E77AA3">
              <w:rPr>
                <w:rFonts w:cs="Arial"/>
              </w:rPr>
              <w:t>1</w:t>
            </w:r>
            <w:r w:rsidRPr="009A529D">
              <w:rPr>
                <w:rFonts w:cs="Arial"/>
              </w:rPr>
              <w:t>0</w:t>
            </w:r>
          </w:p>
        </w:tc>
        <w:tc>
          <w:tcPr>
            <w:tcW w:w="1134" w:type="dxa"/>
          </w:tcPr>
          <w:p w:rsidR="00A02DA1" w:rsidRPr="009A529D" w:rsidRDefault="00A02DA1" w:rsidP="00AA1B2E">
            <w:pPr>
              <w:pStyle w:val="TextkrperCorpsdetexteCorpodeltesto"/>
              <w:rPr>
                <w:rFonts w:cs="Arial"/>
              </w:rPr>
            </w:pPr>
          </w:p>
        </w:tc>
        <w:tc>
          <w:tcPr>
            <w:tcW w:w="851" w:type="dxa"/>
          </w:tcPr>
          <w:p w:rsidR="00A02DA1" w:rsidRPr="009A529D" w:rsidRDefault="00A02DA1" w:rsidP="00AA1B2E">
            <w:pPr>
              <w:pStyle w:val="TextkrperCorpsdetexteCorpodeltesto"/>
              <w:rPr>
                <w:rFonts w:cs="Arial"/>
              </w:rPr>
            </w:pPr>
            <w:r w:rsidRPr="009A529D">
              <w:rPr>
                <w:rFonts w:cs="Arial"/>
              </w:rPr>
              <w:t>ÜL</w:t>
            </w:r>
          </w:p>
        </w:tc>
        <w:tc>
          <w:tcPr>
            <w:tcW w:w="850" w:type="dxa"/>
          </w:tcPr>
          <w:p w:rsidR="00A02DA1" w:rsidRPr="009A529D" w:rsidRDefault="00A02DA1" w:rsidP="00E77AA3">
            <w:pPr>
              <w:pStyle w:val="TextkrperCorpsdetexteCorpodeltesto"/>
              <w:rPr>
                <w:rFonts w:cs="Arial"/>
              </w:rPr>
            </w:pPr>
            <w:r w:rsidRPr="009A529D">
              <w:rPr>
                <w:rFonts w:cs="Arial"/>
              </w:rPr>
              <w:t>A</w:t>
            </w:r>
            <w:r w:rsidR="00E77AA3">
              <w:rPr>
                <w:rFonts w:cs="Arial"/>
              </w:rPr>
              <w:t>lle</w:t>
            </w:r>
          </w:p>
        </w:tc>
        <w:tc>
          <w:tcPr>
            <w:tcW w:w="4678" w:type="dxa"/>
          </w:tcPr>
          <w:p w:rsidR="00A02DA1" w:rsidRPr="009A529D" w:rsidRDefault="00A02DA1" w:rsidP="002C19FB">
            <w:pPr>
              <w:pStyle w:val="TextkrperCorpsdetexteCorpodeltesto"/>
              <w:numPr>
                <w:ilvl w:val="0"/>
                <w:numId w:val="16"/>
              </w:numPr>
              <w:rPr>
                <w:rFonts w:cs="Arial"/>
              </w:rPr>
            </w:pPr>
            <w:r w:rsidRPr="009A529D">
              <w:rPr>
                <w:rFonts w:cs="Arial"/>
              </w:rPr>
              <w:t xml:space="preserve">Übungsbesprechung </w:t>
            </w:r>
          </w:p>
          <w:p w:rsidR="00A02DA1" w:rsidRPr="009A529D" w:rsidRDefault="00A02DA1" w:rsidP="002C19FB">
            <w:pPr>
              <w:pStyle w:val="TextkrperCorpsdetexteCorpodeltesto"/>
              <w:numPr>
                <w:ilvl w:val="0"/>
                <w:numId w:val="16"/>
              </w:numPr>
              <w:rPr>
                <w:rFonts w:cs="Arial"/>
              </w:rPr>
            </w:pPr>
            <w:r w:rsidRPr="009A529D">
              <w:rPr>
                <w:rFonts w:cs="Arial"/>
              </w:rPr>
              <w:t>1. Mannschaft nach 5 Fingerkarte</w:t>
            </w:r>
          </w:p>
          <w:p w:rsidR="00A02DA1" w:rsidRPr="009A529D" w:rsidRDefault="00A02DA1" w:rsidP="002C19FB">
            <w:pPr>
              <w:pStyle w:val="TextkrperCorpsdetexteCorpodeltesto"/>
              <w:numPr>
                <w:ilvl w:val="0"/>
                <w:numId w:val="16"/>
              </w:numPr>
              <w:rPr>
                <w:rFonts w:cs="Arial"/>
              </w:rPr>
            </w:pPr>
            <w:r w:rsidRPr="009A529D">
              <w:rPr>
                <w:rFonts w:cs="Arial"/>
              </w:rPr>
              <w:t>2. Gruppenführer 5 Fingerkarte</w:t>
            </w:r>
          </w:p>
          <w:p w:rsidR="00980904" w:rsidRPr="00E77AA3" w:rsidRDefault="00A02DA1" w:rsidP="002C19FB">
            <w:pPr>
              <w:pStyle w:val="TextkrperCorpsdetexteCorpodeltesto"/>
              <w:numPr>
                <w:ilvl w:val="0"/>
                <w:numId w:val="16"/>
              </w:numPr>
              <w:rPr>
                <w:rFonts w:cs="Arial"/>
              </w:rPr>
            </w:pPr>
            <w:r w:rsidRPr="009A529D">
              <w:rPr>
                <w:rFonts w:cs="Arial"/>
              </w:rPr>
              <w:t xml:space="preserve">3. </w:t>
            </w:r>
            <w:r w:rsidR="00E62A1C" w:rsidRPr="009A529D">
              <w:rPr>
                <w:rFonts w:cs="Arial"/>
              </w:rPr>
              <w:t>Zfhr</w:t>
            </w:r>
            <w:r w:rsidRPr="009A529D">
              <w:rPr>
                <w:rFonts w:cs="Arial"/>
              </w:rPr>
              <w:t xml:space="preserve"> 5 Fingerkarte</w:t>
            </w:r>
          </w:p>
        </w:tc>
        <w:tc>
          <w:tcPr>
            <w:tcW w:w="3544" w:type="dxa"/>
          </w:tcPr>
          <w:p w:rsidR="00A02DA1" w:rsidRPr="009A529D" w:rsidRDefault="00A02DA1" w:rsidP="002C19FB">
            <w:pPr>
              <w:pStyle w:val="TextkrperCorpsdetexteCorpodeltesto"/>
              <w:numPr>
                <w:ilvl w:val="0"/>
                <w:numId w:val="16"/>
              </w:numPr>
              <w:rPr>
                <w:rFonts w:cs="Arial"/>
              </w:rPr>
            </w:pPr>
            <w:r w:rsidRPr="009A529D">
              <w:rPr>
                <w:rFonts w:cs="Arial"/>
              </w:rPr>
              <w:t>Schwergewicht auf die Bilanzpunkte setzen und Tip</w:t>
            </w:r>
            <w:r w:rsidR="00E77AA3">
              <w:rPr>
                <w:rFonts w:cs="Arial"/>
              </w:rPr>
              <w:t>p</w:t>
            </w:r>
            <w:r w:rsidRPr="009A529D">
              <w:rPr>
                <w:rFonts w:cs="Arial"/>
              </w:rPr>
              <w:t>s und Tricks</w:t>
            </w:r>
            <w:r w:rsidR="00E77AA3">
              <w:rPr>
                <w:rFonts w:cs="Arial"/>
              </w:rPr>
              <w:t xml:space="preserve"> mit geben.</w:t>
            </w:r>
          </w:p>
          <w:p w:rsidR="00E77AA3" w:rsidRPr="00E77AA3" w:rsidRDefault="00E77AA3" w:rsidP="002C19FB">
            <w:pPr>
              <w:pStyle w:val="TextkrperCorpsdetexteCorpodeltesto"/>
              <w:numPr>
                <w:ilvl w:val="0"/>
                <w:numId w:val="16"/>
              </w:numPr>
              <w:rPr>
                <w:rFonts w:cs="Arial"/>
              </w:rPr>
            </w:pPr>
            <w:r>
              <w:rPr>
                <w:rFonts w:cs="Arial"/>
              </w:rPr>
              <w:t>Nägel setzen</w:t>
            </w:r>
          </w:p>
        </w:tc>
        <w:tc>
          <w:tcPr>
            <w:tcW w:w="2345" w:type="dxa"/>
          </w:tcPr>
          <w:p w:rsidR="00A02DA1" w:rsidRPr="00FF3FFE" w:rsidRDefault="00A02DA1" w:rsidP="00AA1B2E">
            <w:pPr>
              <w:pStyle w:val="TextkrperCorpsdetexteCorpodeltesto"/>
              <w:rPr>
                <w:rFonts w:cs="Arial"/>
              </w:rPr>
            </w:pPr>
            <w:r w:rsidRPr="00FF3FFE">
              <w:rPr>
                <w:rFonts w:cs="Arial"/>
              </w:rPr>
              <w:t>Kurz und bündig</w:t>
            </w:r>
          </w:p>
        </w:tc>
      </w:tr>
      <w:tr w:rsidR="00A02DA1" w:rsidRPr="009A529D" w:rsidTr="00487880">
        <w:trPr>
          <w:trHeight w:val="435"/>
        </w:trPr>
        <w:tc>
          <w:tcPr>
            <w:tcW w:w="534" w:type="dxa"/>
          </w:tcPr>
          <w:p w:rsidR="00A02DA1" w:rsidRPr="009A529D" w:rsidRDefault="00FF3FFE" w:rsidP="00AA1B2E">
            <w:pPr>
              <w:pStyle w:val="TextkrperCorpsdetexteCorpodeltesto"/>
              <w:rPr>
                <w:rFonts w:cs="Arial"/>
              </w:rPr>
            </w:pPr>
            <w:r>
              <w:rPr>
                <w:rFonts w:cs="Arial"/>
              </w:rPr>
              <w:t>12</w:t>
            </w:r>
          </w:p>
        </w:tc>
        <w:tc>
          <w:tcPr>
            <w:tcW w:w="850" w:type="dxa"/>
          </w:tcPr>
          <w:p w:rsidR="00FF3FFE" w:rsidRDefault="00A02DA1" w:rsidP="00FF3FFE">
            <w:pPr>
              <w:pStyle w:val="TextkrperCorpsdetexteCorpodeltesto"/>
              <w:spacing w:before="60"/>
              <w:rPr>
                <w:rFonts w:cs="Arial"/>
              </w:rPr>
            </w:pPr>
            <w:r w:rsidRPr="009A529D">
              <w:rPr>
                <w:rFonts w:cs="Arial"/>
              </w:rPr>
              <w:t>15:00</w:t>
            </w:r>
          </w:p>
          <w:p w:rsidR="00DD302F" w:rsidRDefault="00DD302F" w:rsidP="00FF3FFE">
            <w:pPr>
              <w:pStyle w:val="TextkrperCorpsdetexteCorpodeltesto"/>
              <w:spacing w:before="60"/>
              <w:rPr>
                <w:rFonts w:cs="Arial"/>
              </w:rPr>
            </w:pPr>
            <w:r>
              <w:rPr>
                <w:rFonts w:cs="Arial"/>
              </w:rPr>
              <w:t>bis</w:t>
            </w:r>
          </w:p>
          <w:p w:rsidR="00A02DA1" w:rsidRPr="00DD302F" w:rsidRDefault="00E77AA3" w:rsidP="00FF3FFE">
            <w:pPr>
              <w:pStyle w:val="TextkrperCorpsdetexteCorpodeltesto"/>
              <w:spacing w:before="60"/>
              <w:rPr>
                <w:rFonts w:cs="Arial"/>
              </w:rPr>
            </w:pPr>
            <w:r w:rsidRPr="00DD302F">
              <w:rPr>
                <w:rFonts w:cs="Arial"/>
              </w:rPr>
              <w:t>16.00</w:t>
            </w:r>
            <w:r w:rsidR="00A02DA1" w:rsidRPr="00DD302F">
              <w:rPr>
                <w:rFonts w:cs="Arial"/>
              </w:rPr>
              <w:t xml:space="preserve"> </w:t>
            </w:r>
          </w:p>
        </w:tc>
        <w:tc>
          <w:tcPr>
            <w:tcW w:w="1134" w:type="dxa"/>
          </w:tcPr>
          <w:p w:rsidR="00A02DA1" w:rsidRPr="009A529D" w:rsidRDefault="00A02DA1" w:rsidP="00FF3FFE">
            <w:pPr>
              <w:pStyle w:val="TextkrperCorpsdetexteCorpodeltesto"/>
              <w:spacing w:before="0"/>
              <w:rPr>
                <w:rFonts w:cs="Arial"/>
              </w:rPr>
            </w:pPr>
            <w:r w:rsidRPr="009A529D">
              <w:rPr>
                <w:rFonts w:cs="Arial"/>
              </w:rPr>
              <w:t>Alle</w:t>
            </w:r>
          </w:p>
        </w:tc>
        <w:tc>
          <w:tcPr>
            <w:tcW w:w="851" w:type="dxa"/>
          </w:tcPr>
          <w:p w:rsidR="00A02DA1" w:rsidRPr="009A529D" w:rsidRDefault="00A02DA1" w:rsidP="00AA1B2E">
            <w:pPr>
              <w:pStyle w:val="TextkrperCorpsdetexteCorpodeltesto"/>
              <w:rPr>
                <w:rFonts w:cs="Arial"/>
              </w:rPr>
            </w:pPr>
          </w:p>
        </w:tc>
        <w:tc>
          <w:tcPr>
            <w:tcW w:w="850" w:type="dxa"/>
          </w:tcPr>
          <w:p w:rsidR="00A02DA1" w:rsidRPr="009A529D" w:rsidRDefault="00A02DA1" w:rsidP="00AA1B2E">
            <w:pPr>
              <w:pStyle w:val="TextkrperCorpsdetexteCorpodeltesto"/>
              <w:rPr>
                <w:rFonts w:cs="Arial"/>
              </w:rPr>
            </w:pPr>
          </w:p>
        </w:tc>
        <w:tc>
          <w:tcPr>
            <w:tcW w:w="4678" w:type="dxa"/>
          </w:tcPr>
          <w:p w:rsidR="00A02DA1" w:rsidRDefault="00A02DA1" w:rsidP="002C19FB">
            <w:pPr>
              <w:pStyle w:val="TextkrperCorpsdetexteCorpodeltesto"/>
              <w:numPr>
                <w:ilvl w:val="0"/>
                <w:numId w:val="16"/>
              </w:numPr>
              <w:rPr>
                <w:rFonts w:cs="Arial"/>
              </w:rPr>
            </w:pPr>
            <w:r w:rsidRPr="009A529D">
              <w:rPr>
                <w:rFonts w:cs="Arial"/>
              </w:rPr>
              <w:t xml:space="preserve">Retablieren </w:t>
            </w:r>
            <w:r w:rsidR="00E77AA3">
              <w:rPr>
                <w:rFonts w:cs="Arial"/>
              </w:rPr>
              <w:t>(Zugsmaterial)</w:t>
            </w:r>
          </w:p>
          <w:p w:rsidR="00E77AA3" w:rsidRDefault="00E77AA3" w:rsidP="002C19FB">
            <w:pPr>
              <w:pStyle w:val="TextkrperCorpsdetexteCorpodeltesto"/>
              <w:numPr>
                <w:ilvl w:val="0"/>
                <w:numId w:val="16"/>
              </w:numPr>
              <w:rPr>
                <w:rFonts w:cs="Arial"/>
              </w:rPr>
            </w:pPr>
            <w:r>
              <w:rPr>
                <w:rFonts w:cs="Arial"/>
              </w:rPr>
              <w:t>Wiederherstellen der Schadenlagen</w:t>
            </w:r>
          </w:p>
          <w:p w:rsidR="00E77AA3" w:rsidRPr="009A529D" w:rsidRDefault="00E77AA3" w:rsidP="002C19FB">
            <w:pPr>
              <w:pStyle w:val="TextkrperCorpsdetexteCorpodeltesto"/>
              <w:numPr>
                <w:ilvl w:val="0"/>
                <w:numId w:val="16"/>
              </w:numPr>
              <w:rPr>
                <w:rFonts w:cs="Arial"/>
              </w:rPr>
            </w:pPr>
            <w:r>
              <w:rPr>
                <w:rFonts w:cs="Arial"/>
              </w:rPr>
              <w:t>Widerherstellen der Übungspiste</w:t>
            </w:r>
          </w:p>
        </w:tc>
        <w:tc>
          <w:tcPr>
            <w:tcW w:w="3544" w:type="dxa"/>
          </w:tcPr>
          <w:p w:rsidR="00A02DA1" w:rsidRPr="009A529D" w:rsidRDefault="00A02DA1" w:rsidP="002C19FB">
            <w:pPr>
              <w:pStyle w:val="TextkrperCorpsdetexteCorpodeltesto"/>
              <w:numPr>
                <w:ilvl w:val="0"/>
                <w:numId w:val="16"/>
              </w:numPr>
              <w:rPr>
                <w:rFonts w:cs="Arial"/>
              </w:rPr>
            </w:pPr>
            <w:r w:rsidRPr="009A529D">
              <w:rPr>
                <w:rFonts w:cs="Arial"/>
              </w:rPr>
              <w:t>Es muss alles wieder Einsatzbereit verladen sein</w:t>
            </w:r>
          </w:p>
        </w:tc>
        <w:tc>
          <w:tcPr>
            <w:tcW w:w="2345" w:type="dxa"/>
          </w:tcPr>
          <w:p w:rsidR="00980904" w:rsidRPr="00FF3FFE" w:rsidRDefault="00980904" w:rsidP="00AA1B2E">
            <w:pPr>
              <w:pStyle w:val="TextkrperCorpsdetexteCorpodeltesto"/>
              <w:rPr>
                <w:rFonts w:cs="Arial"/>
              </w:rPr>
            </w:pPr>
          </w:p>
        </w:tc>
      </w:tr>
      <w:tr w:rsidR="00980904" w:rsidRPr="00FF3FFE" w:rsidTr="00487880">
        <w:trPr>
          <w:trHeight w:val="1035"/>
        </w:trPr>
        <w:tc>
          <w:tcPr>
            <w:tcW w:w="534" w:type="dxa"/>
          </w:tcPr>
          <w:p w:rsidR="00980904" w:rsidRPr="009A529D" w:rsidRDefault="00FF3FFE" w:rsidP="00AA1B2E">
            <w:pPr>
              <w:pStyle w:val="TextkrperCorpsdetexteCorpodeltesto"/>
              <w:rPr>
                <w:rFonts w:cs="Arial"/>
              </w:rPr>
            </w:pPr>
            <w:r>
              <w:rPr>
                <w:rFonts w:cs="Arial"/>
              </w:rPr>
              <w:t>13</w:t>
            </w:r>
          </w:p>
        </w:tc>
        <w:tc>
          <w:tcPr>
            <w:tcW w:w="850" w:type="dxa"/>
          </w:tcPr>
          <w:p w:rsidR="00980904" w:rsidRPr="009A529D" w:rsidRDefault="00980904" w:rsidP="00AA1B2E">
            <w:pPr>
              <w:pStyle w:val="TextkrperCorpsdetexteCorpodeltesto"/>
              <w:rPr>
                <w:rFonts w:cs="Arial"/>
              </w:rPr>
            </w:pPr>
            <w:r w:rsidRPr="009A529D">
              <w:rPr>
                <w:rFonts w:cs="Arial"/>
              </w:rPr>
              <w:t xml:space="preserve">16:00 </w:t>
            </w:r>
          </w:p>
        </w:tc>
        <w:tc>
          <w:tcPr>
            <w:tcW w:w="1134" w:type="dxa"/>
          </w:tcPr>
          <w:p w:rsidR="00980904" w:rsidRPr="009A529D" w:rsidRDefault="00980904" w:rsidP="00AA1B2E">
            <w:pPr>
              <w:pStyle w:val="TextkrperCorpsdetexteCorpodeltesto"/>
              <w:rPr>
                <w:rFonts w:cs="Arial"/>
              </w:rPr>
            </w:pPr>
            <w:r w:rsidRPr="009A529D">
              <w:rPr>
                <w:rFonts w:cs="Arial"/>
              </w:rPr>
              <w:t>Alle</w:t>
            </w:r>
          </w:p>
        </w:tc>
        <w:tc>
          <w:tcPr>
            <w:tcW w:w="851" w:type="dxa"/>
          </w:tcPr>
          <w:p w:rsidR="00980904" w:rsidRPr="009A529D" w:rsidRDefault="00980904" w:rsidP="00AA1B2E">
            <w:pPr>
              <w:pStyle w:val="TextkrperCorpsdetexteCorpodeltesto"/>
              <w:rPr>
                <w:rFonts w:cs="Arial"/>
              </w:rPr>
            </w:pPr>
          </w:p>
        </w:tc>
        <w:tc>
          <w:tcPr>
            <w:tcW w:w="850" w:type="dxa"/>
          </w:tcPr>
          <w:p w:rsidR="00980904" w:rsidRPr="009A529D" w:rsidRDefault="00980904" w:rsidP="00AA1B2E">
            <w:pPr>
              <w:pStyle w:val="TextkrperCorpsdetexteCorpodeltesto"/>
              <w:rPr>
                <w:rFonts w:cs="Arial"/>
              </w:rPr>
            </w:pPr>
          </w:p>
        </w:tc>
        <w:tc>
          <w:tcPr>
            <w:tcW w:w="4678" w:type="dxa"/>
          </w:tcPr>
          <w:p w:rsidR="00980904" w:rsidRPr="009A529D" w:rsidRDefault="00980904" w:rsidP="002C19FB">
            <w:pPr>
              <w:pStyle w:val="TextkrperCorpsdetexteCorpodeltesto"/>
              <w:numPr>
                <w:ilvl w:val="0"/>
                <w:numId w:val="16"/>
              </w:numPr>
              <w:rPr>
                <w:rFonts w:cs="Arial"/>
              </w:rPr>
            </w:pPr>
            <w:r w:rsidRPr="009A529D">
              <w:rPr>
                <w:rFonts w:cs="Arial"/>
              </w:rPr>
              <w:t>Rücktransport</w:t>
            </w:r>
          </w:p>
          <w:p w:rsidR="00980904" w:rsidRPr="009A529D" w:rsidRDefault="00980904" w:rsidP="002C19FB">
            <w:pPr>
              <w:pStyle w:val="TextkrperCorpsdetexteCorpodeltesto"/>
              <w:numPr>
                <w:ilvl w:val="0"/>
                <w:numId w:val="16"/>
              </w:numPr>
              <w:rPr>
                <w:rFonts w:cs="Arial"/>
              </w:rPr>
            </w:pPr>
            <w:r w:rsidRPr="009A529D">
              <w:rPr>
                <w:rFonts w:cs="Arial"/>
              </w:rPr>
              <w:t>Verräumen des Materials</w:t>
            </w:r>
          </w:p>
        </w:tc>
        <w:tc>
          <w:tcPr>
            <w:tcW w:w="3544" w:type="dxa"/>
          </w:tcPr>
          <w:p w:rsidR="00980904" w:rsidRPr="009A529D" w:rsidRDefault="00E77AA3" w:rsidP="002C19FB">
            <w:pPr>
              <w:pStyle w:val="TextkrperCorpsdetexteCorpodeltesto"/>
              <w:numPr>
                <w:ilvl w:val="0"/>
                <w:numId w:val="16"/>
              </w:numPr>
              <w:rPr>
                <w:rFonts w:cs="Arial"/>
              </w:rPr>
            </w:pPr>
            <w:r>
              <w:rPr>
                <w:rFonts w:cs="Arial"/>
              </w:rPr>
              <w:t>Der Zfhr ist für die Rückverschiebung der ganzen Formation zuständig.</w:t>
            </w:r>
          </w:p>
        </w:tc>
        <w:tc>
          <w:tcPr>
            <w:tcW w:w="2345" w:type="dxa"/>
          </w:tcPr>
          <w:p w:rsidR="00980904" w:rsidRPr="00FF3FFE" w:rsidRDefault="00E77AA3" w:rsidP="00E77AA3">
            <w:pPr>
              <w:pStyle w:val="TextkrperCorpsdetexteCorpodeltesto"/>
              <w:rPr>
                <w:rFonts w:cs="Arial"/>
              </w:rPr>
            </w:pPr>
            <w:r w:rsidRPr="00FF3FFE">
              <w:rPr>
                <w:rFonts w:cs="Arial"/>
              </w:rPr>
              <w:t>Die ÜL verschieben zu gleichen Zeit nach Emmen</w:t>
            </w:r>
          </w:p>
        </w:tc>
      </w:tr>
      <w:tr w:rsidR="00980904" w:rsidRPr="00FF3FFE" w:rsidTr="00487880">
        <w:trPr>
          <w:trHeight w:val="998"/>
        </w:trPr>
        <w:tc>
          <w:tcPr>
            <w:tcW w:w="534" w:type="dxa"/>
          </w:tcPr>
          <w:p w:rsidR="00980904" w:rsidRPr="009A529D" w:rsidRDefault="00FF3FFE" w:rsidP="00AA1B2E">
            <w:pPr>
              <w:pStyle w:val="TextkrperCorpsdetexteCorpodeltesto"/>
              <w:rPr>
                <w:rFonts w:cs="Arial"/>
              </w:rPr>
            </w:pPr>
            <w:r>
              <w:rPr>
                <w:rFonts w:cs="Arial"/>
              </w:rPr>
              <w:t>14</w:t>
            </w:r>
          </w:p>
        </w:tc>
        <w:tc>
          <w:tcPr>
            <w:tcW w:w="850" w:type="dxa"/>
          </w:tcPr>
          <w:p w:rsidR="00980904" w:rsidRPr="009A529D" w:rsidRDefault="00980904" w:rsidP="00AA1B2E">
            <w:pPr>
              <w:pStyle w:val="TextkrperCorpsdetexteCorpodeltesto"/>
              <w:rPr>
                <w:rFonts w:cs="Arial"/>
              </w:rPr>
            </w:pPr>
            <w:r w:rsidRPr="009A529D">
              <w:rPr>
                <w:rFonts w:cs="Arial"/>
              </w:rPr>
              <w:t>16:45</w:t>
            </w:r>
          </w:p>
        </w:tc>
        <w:tc>
          <w:tcPr>
            <w:tcW w:w="1134" w:type="dxa"/>
          </w:tcPr>
          <w:p w:rsidR="00980904" w:rsidRPr="009A529D" w:rsidRDefault="00980904" w:rsidP="00AA1B2E">
            <w:pPr>
              <w:pStyle w:val="TextkrperCorpsdetexteCorpodeltesto"/>
              <w:rPr>
                <w:rFonts w:cs="Arial"/>
              </w:rPr>
            </w:pPr>
            <w:r w:rsidRPr="009A529D">
              <w:rPr>
                <w:rFonts w:cs="Arial"/>
              </w:rPr>
              <w:t>Alle</w:t>
            </w:r>
          </w:p>
        </w:tc>
        <w:tc>
          <w:tcPr>
            <w:tcW w:w="851" w:type="dxa"/>
          </w:tcPr>
          <w:p w:rsidR="00980904" w:rsidRPr="009A529D" w:rsidRDefault="00980904" w:rsidP="00AA1B2E">
            <w:pPr>
              <w:pStyle w:val="TextkrperCorpsdetexteCorpodeltesto"/>
              <w:rPr>
                <w:rFonts w:cs="Arial"/>
              </w:rPr>
            </w:pPr>
          </w:p>
        </w:tc>
        <w:tc>
          <w:tcPr>
            <w:tcW w:w="850" w:type="dxa"/>
          </w:tcPr>
          <w:p w:rsidR="00980904" w:rsidRPr="009A529D" w:rsidRDefault="00980904" w:rsidP="00AA1B2E">
            <w:pPr>
              <w:pStyle w:val="TextkrperCorpsdetexteCorpodeltesto"/>
              <w:rPr>
                <w:rFonts w:cs="Arial"/>
              </w:rPr>
            </w:pPr>
          </w:p>
        </w:tc>
        <w:tc>
          <w:tcPr>
            <w:tcW w:w="4678" w:type="dxa"/>
          </w:tcPr>
          <w:p w:rsidR="00980904" w:rsidRPr="009A529D" w:rsidRDefault="00980904" w:rsidP="002C19FB">
            <w:pPr>
              <w:pStyle w:val="TextkrperCorpsdetexteCorpodeltesto"/>
              <w:numPr>
                <w:ilvl w:val="0"/>
                <w:numId w:val="16"/>
              </w:numPr>
              <w:rPr>
                <w:rFonts w:cs="Arial"/>
              </w:rPr>
            </w:pPr>
            <w:r w:rsidRPr="009A529D">
              <w:rPr>
                <w:rFonts w:cs="Arial"/>
              </w:rPr>
              <w:t xml:space="preserve">Übergabe des ZS-Zug an </w:t>
            </w:r>
            <w:r w:rsidR="00E77AA3">
              <w:rPr>
                <w:rFonts w:cs="Arial"/>
              </w:rPr>
              <w:t>den Kdt. Emme.</w:t>
            </w:r>
          </w:p>
        </w:tc>
        <w:tc>
          <w:tcPr>
            <w:tcW w:w="3544" w:type="dxa"/>
          </w:tcPr>
          <w:p w:rsidR="00980904" w:rsidRPr="009A529D" w:rsidRDefault="00980904" w:rsidP="00FF3FFE">
            <w:pPr>
              <w:pStyle w:val="TextkrperCorpsdetexteCorpodeltesto"/>
              <w:rPr>
                <w:rFonts w:cs="Arial"/>
              </w:rPr>
            </w:pPr>
          </w:p>
        </w:tc>
        <w:tc>
          <w:tcPr>
            <w:tcW w:w="2345" w:type="dxa"/>
          </w:tcPr>
          <w:p w:rsidR="00980904" w:rsidRPr="00FF3FFE" w:rsidRDefault="00980904" w:rsidP="00FF3FFE">
            <w:pPr>
              <w:pStyle w:val="TextkrperCorpsdetexteCorpodeltesto"/>
              <w:rPr>
                <w:rFonts w:cs="Arial"/>
              </w:rPr>
            </w:pPr>
          </w:p>
        </w:tc>
      </w:tr>
    </w:tbl>
    <w:p w:rsidR="00D17D86" w:rsidRPr="009A529D" w:rsidRDefault="00D17D86" w:rsidP="002F7873">
      <w:pPr>
        <w:pStyle w:val="TextkrperCorpsdetexteCorpodeltesto"/>
        <w:rPr>
          <w:rFonts w:cs="Arial"/>
        </w:rPr>
      </w:pPr>
    </w:p>
    <w:sectPr w:rsidR="00D17D86" w:rsidRPr="009A529D" w:rsidSect="000D21C6">
      <w:headerReference w:type="default" r:id="rId8"/>
      <w:footerReference w:type="even" r:id="rId9"/>
      <w:footerReference w:type="default" r:id="rId10"/>
      <w:footerReference w:type="first" r:id="rId11"/>
      <w:type w:val="oddPage"/>
      <w:pgSz w:w="16838" w:h="11906" w:orient="landscape" w:code="9"/>
      <w:pgMar w:top="567" w:right="1134" w:bottom="851" w:left="1134" w:header="425"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2814" w:rsidRDefault="00412814">
      <w:r>
        <w:separator/>
      </w:r>
    </w:p>
  </w:endnote>
  <w:endnote w:type="continuationSeparator" w:id="0">
    <w:p w:rsidR="00412814" w:rsidRDefault="0041281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573" w:type="dxa"/>
      <w:tblBorders>
        <w:top w:val="single" w:sz="4" w:space="0" w:color="auto"/>
      </w:tblBorders>
      <w:tblCellMar>
        <w:top w:w="28" w:type="dxa"/>
        <w:left w:w="0" w:type="dxa"/>
        <w:right w:w="0" w:type="dxa"/>
      </w:tblCellMar>
      <w:tblLook w:val="01E0"/>
    </w:tblPr>
    <w:tblGrid>
      <w:gridCol w:w="569"/>
      <w:gridCol w:w="10602"/>
      <w:gridCol w:w="2835"/>
      <w:gridCol w:w="567"/>
    </w:tblGrid>
    <w:tr w:rsidR="00826CEA" w:rsidRPr="00A572EA" w:rsidTr="00A572EA">
      <w:trPr>
        <w:trHeight w:val="624"/>
      </w:trPr>
      <w:tc>
        <w:tcPr>
          <w:tcW w:w="569" w:type="dxa"/>
        </w:tcPr>
        <w:p w:rsidR="00826CEA" w:rsidRPr="00A572EA" w:rsidRDefault="00826CEA" w:rsidP="00A572EA">
          <w:pPr>
            <w:pStyle w:val="Fuzeile"/>
            <w:rPr>
              <w:sz w:val="18"/>
              <w:lang w:val="fr-FR"/>
            </w:rPr>
          </w:pPr>
        </w:p>
      </w:tc>
      <w:tc>
        <w:tcPr>
          <w:tcW w:w="10602" w:type="dxa"/>
        </w:tcPr>
        <w:p w:rsidR="00826CEA" w:rsidRPr="00A572EA" w:rsidRDefault="009E6D7B" w:rsidP="00A572EA">
          <w:pPr>
            <w:pStyle w:val="Fuzeile"/>
            <w:rPr>
              <w:sz w:val="18"/>
              <w:lang w:val="fr-FR"/>
            </w:rPr>
          </w:pPr>
          <w:fldSimple w:instr=" DOCPROPERTY  Category  \* MERGEFORMAT ">
            <w:r w:rsidR="00782A2C" w:rsidRPr="00782A2C">
              <w:rPr>
                <w:sz w:val="18"/>
                <w:lang w:val="fr-FR"/>
              </w:rPr>
              <w:t>1701-915-02-d Anhang 2</w:t>
            </w:r>
          </w:fldSimple>
        </w:p>
      </w:tc>
      <w:tc>
        <w:tcPr>
          <w:tcW w:w="2835" w:type="dxa"/>
        </w:tcPr>
        <w:p w:rsidR="00826CEA" w:rsidRPr="00A572EA" w:rsidRDefault="00826CEA" w:rsidP="00A572EA">
          <w:pPr>
            <w:pStyle w:val="Fuzeile"/>
            <w:rPr>
              <w:sz w:val="18"/>
              <w:lang w:val="fr-FR"/>
            </w:rPr>
          </w:pPr>
        </w:p>
      </w:tc>
      <w:tc>
        <w:tcPr>
          <w:tcW w:w="567" w:type="dxa"/>
        </w:tcPr>
        <w:p w:rsidR="00826CEA" w:rsidRPr="00A572EA" w:rsidRDefault="00826CEA" w:rsidP="00A572EA">
          <w:pPr>
            <w:pStyle w:val="Fuzeile"/>
            <w:rPr>
              <w:sz w:val="18"/>
              <w:lang w:val="fr-FR"/>
            </w:rPr>
          </w:pPr>
        </w:p>
      </w:tc>
    </w:tr>
  </w:tbl>
  <w:p w:rsidR="00826CEA" w:rsidRPr="008879AE" w:rsidRDefault="00826CEA" w:rsidP="00A572EA">
    <w:pPr>
      <w:pStyle w:val="Fuzeile"/>
      <w:rPr>
        <w:sz w:val="2"/>
        <w:szCs w:val="2"/>
        <w:lang w:val="fr-FR"/>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top w:val="single" w:sz="4" w:space="0" w:color="auto"/>
        <w:insideH w:val="single" w:sz="4" w:space="0" w:color="auto"/>
      </w:tblBorders>
      <w:tblLook w:val="04A0"/>
    </w:tblPr>
    <w:tblGrid>
      <w:gridCol w:w="4867"/>
      <w:gridCol w:w="4867"/>
      <w:gridCol w:w="4867"/>
    </w:tblGrid>
    <w:tr w:rsidR="000D21C6" w:rsidRPr="009F6B8C" w:rsidTr="008D166F">
      <w:trPr>
        <w:trHeight w:val="269"/>
      </w:trPr>
      <w:tc>
        <w:tcPr>
          <w:tcW w:w="4867" w:type="dxa"/>
        </w:tcPr>
        <w:p w:rsidR="000D21C6" w:rsidRPr="000D21C6" w:rsidRDefault="000D21C6" w:rsidP="000D21C6">
          <w:pPr>
            <w:tabs>
              <w:tab w:val="center" w:pos="3969"/>
              <w:tab w:val="center" w:pos="6236"/>
              <w:tab w:val="right" w:pos="9071"/>
            </w:tabs>
            <w:rPr>
              <w:sz w:val="16"/>
              <w:szCs w:val="16"/>
            </w:rPr>
          </w:pPr>
          <w:r w:rsidRPr="000D21C6">
            <w:rPr>
              <w:sz w:val="16"/>
              <w:szCs w:val="16"/>
            </w:rPr>
            <w:t>Einsatzübung Erdbeben</w:t>
          </w:r>
        </w:p>
      </w:tc>
      <w:tc>
        <w:tcPr>
          <w:tcW w:w="4867" w:type="dxa"/>
        </w:tcPr>
        <w:p w:rsidR="000D21C6" w:rsidRPr="000D21C6" w:rsidRDefault="009E6D7B" w:rsidP="000D21C6">
          <w:pPr>
            <w:pStyle w:val="Fuzeile"/>
            <w:jc w:val="center"/>
            <w:rPr>
              <w:sz w:val="16"/>
              <w:szCs w:val="16"/>
            </w:rPr>
          </w:pPr>
          <w:r w:rsidRPr="000D21C6">
            <w:rPr>
              <w:sz w:val="16"/>
              <w:szCs w:val="16"/>
            </w:rPr>
            <w:fldChar w:fldCharType="begin"/>
          </w:r>
          <w:r w:rsidR="000D21C6" w:rsidRPr="000D21C6">
            <w:rPr>
              <w:sz w:val="16"/>
              <w:szCs w:val="16"/>
            </w:rPr>
            <w:instrText xml:space="preserve"> PAGE   \* MERGEFORMAT </w:instrText>
          </w:r>
          <w:r w:rsidRPr="000D21C6">
            <w:rPr>
              <w:sz w:val="16"/>
              <w:szCs w:val="16"/>
            </w:rPr>
            <w:fldChar w:fldCharType="separate"/>
          </w:r>
          <w:r w:rsidR="00412814">
            <w:rPr>
              <w:noProof/>
              <w:sz w:val="16"/>
              <w:szCs w:val="16"/>
            </w:rPr>
            <w:t>1</w:t>
          </w:r>
          <w:r w:rsidRPr="000D21C6">
            <w:rPr>
              <w:sz w:val="16"/>
              <w:szCs w:val="16"/>
            </w:rPr>
            <w:fldChar w:fldCharType="end"/>
          </w:r>
        </w:p>
      </w:tc>
      <w:tc>
        <w:tcPr>
          <w:tcW w:w="4867" w:type="dxa"/>
        </w:tcPr>
        <w:p w:rsidR="000D21C6" w:rsidRPr="000D21C6" w:rsidRDefault="000D21C6" w:rsidP="000D21C6">
          <w:pPr>
            <w:tabs>
              <w:tab w:val="center" w:pos="3969"/>
              <w:tab w:val="center" w:pos="6236"/>
              <w:tab w:val="right" w:pos="9071"/>
            </w:tabs>
            <w:jc w:val="right"/>
            <w:rPr>
              <w:sz w:val="16"/>
              <w:szCs w:val="16"/>
            </w:rPr>
          </w:pPr>
          <w:r w:rsidRPr="000D21C6">
            <w:rPr>
              <w:sz w:val="16"/>
              <w:szCs w:val="16"/>
            </w:rPr>
            <w:t>Peter Monn / Christian Durscher</w:t>
          </w:r>
        </w:p>
      </w:tc>
    </w:tr>
  </w:tbl>
  <w:p w:rsidR="000D21C6" w:rsidRDefault="000D21C6" w:rsidP="000D21C6">
    <w:pPr>
      <w:pStyle w:val="Fuzeil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514" w:type="dxa"/>
      <w:tblBorders>
        <w:top w:val="single" w:sz="4" w:space="0" w:color="auto"/>
      </w:tblBorders>
      <w:tblCellMar>
        <w:top w:w="28" w:type="dxa"/>
        <w:left w:w="0" w:type="dxa"/>
        <w:right w:w="0" w:type="dxa"/>
      </w:tblCellMar>
      <w:tblLook w:val="01E0"/>
    </w:tblPr>
    <w:tblGrid>
      <w:gridCol w:w="4592"/>
      <w:gridCol w:w="4139"/>
      <w:gridCol w:w="3515"/>
      <w:gridCol w:w="2268"/>
    </w:tblGrid>
    <w:tr w:rsidR="00826CEA" w:rsidRPr="00A572EA" w:rsidTr="00A572EA">
      <w:trPr>
        <w:trHeight w:val="624"/>
      </w:trPr>
      <w:tc>
        <w:tcPr>
          <w:tcW w:w="4592" w:type="dxa"/>
          <w:vAlign w:val="bottom"/>
        </w:tcPr>
        <w:p w:rsidR="00826CEA" w:rsidRPr="00A572EA" w:rsidRDefault="009E6D7B" w:rsidP="00A572EA">
          <w:pPr>
            <w:pStyle w:val="Fuzeile"/>
            <w:rPr>
              <w:sz w:val="18"/>
            </w:rPr>
          </w:pPr>
          <w:fldSimple w:instr=" TITLE   \* MERGEFORMAT ">
            <w:r w:rsidR="00782A2C" w:rsidRPr="00782A2C">
              <w:rPr>
                <w:sz w:val="18"/>
              </w:rPr>
              <w:t>Behelf Anlegen und Durchführen von Einsatzübungen</w:t>
            </w:r>
          </w:fldSimple>
        </w:p>
      </w:tc>
      <w:tc>
        <w:tcPr>
          <w:tcW w:w="4139" w:type="dxa"/>
          <w:vAlign w:val="bottom"/>
        </w:tcPr>
        <w:p w:rsidR="00826CEA" w:rsidRPr="00A572EA" w:rsidRDefault="009E6D7B" w:rsidP="00A572EA">
          <w:pPr>
            <w:pStyle w:val="Fuzeile"/>
            <w:jc w:val="center"/>
            <w:rPr>
              <w:sz w:val="18"/>
            </w:rPr>
          </w:pPr>
          <w:fldSimple w:instr=" DOCPROPERTY  Keywords  \* MERGEFORMAT ">
            <w:r w:rsidR="00782A2C" w:rsidRPr="00782A2C">
              <w:rPr>
                <w:sz w:val="18"/>
              </w:rPr>
              <w:t>BABS 11</w:t>
            </w:r>
          </w:fldSimple>
        </w:p>
      </w:tc>
      <w:tc>
        <w:tcPr>
          <w:tcW w:w="3515" w:type="dxa"/>
          <w:vAlign w:val="bottom"/>
        </w:tcPr>
        <w:p w:rsidR="00826CEA" w:rsidRPr="00A572EA" w:rsidRDefault="009E6D7B" w:rsidP="00A572EA">
          <w:pPr>
            <w:pStyle w:val="Fuzeile"/>
            <w:jc w:val="right"/>
            <w:rPr>
              <w:sz w:val="18"/>
              <w:lang w:val="fr-FR"/>
            </w:rPr>
          </w:pPr>
          <w:fldSimple w:instr=" DOCPROPERTY  Category  \* MERGEFORMAT ">
            <w:r w:rsidR="00782A2C" w:rsidRPr="00782A2C">
              <w:rPr>
                <w:sz w:val="18"/>
                <w:lang w:val="fr-FR"/>
              </w:rPr>
              <w:t>1701-915-02-d Anhang 2</w:t>
            </w:r>
          </w:fldSimple>
        </w:p>
      </w:tc>
      <w:tc>
        <w:tcPr>
          <w:tcW w:w="2268" w:type="dxa"/>
          <w:vAlign w:val="bottom"/>
        </w:tcPr>
        <w:p w:rsidR="00826CEA" w:rsidRPr="00A572EA" w:rsidRDefault="00826CEA" w:rsidP="00A572EA">
          <w:pPr>
            <w:pStyle w:val="Fuzeile"/>
            <w:jc w:val="right"/>
            <w:rPr>
              <w:sz w:val="18"/>
              <w:lang w:val="fr-FR"/>
            </w:rPr>
          </w:pPr>
        </w:p>
      </w:tc>
    </w:tr>
  </w:tbl>
  <w:p w:rsidR="00826CEA" w:rsidRPr="004B3510" w:rsidRDefault="00826CEA" w:rsidP="00A572EA">
    <w:pPr>
      <w:pStyle w:val="Fuzeile"/>
      <w:rPr>
        <w:sz w:val="2"/>
        <w:szCs w:val="2"/>
        <w:lang w:val="fr-F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2814" w:rsidRDefault="00412814">
      <w:r>
        <w:separator/>
      </w:r>
    </w:p>
  </w:footnote>
  <w:footnote w:type="continuationSeparator" w:id="0">
    <w:p w:rsidR="00412814" w:rsidRDefault="004128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CEA" w:rsidRDefault="00826CEA" w:rsidP="00097FCF">
    <w:pPr>
      <w:tabs>
        <w:tab w:val="center" w:pos="4535"/>
        <w:tab w:val="right" w:pos="9071"/>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CEF8B902"/>
    <w:lvl w:ilvl="0">
      <w:start w:val="1"/>
      <w:numFmt w:val="decimal"/>
      <w:pStyle w:val="berschrift1Titre1Titolo1"/>
      <w:lvlText w:val="%1"/>
      <w:lvlJc w:val="left"/>
      <w:pPr>
        <w:tabs>
          <w:tab w:val="num" w:pos="964"/>
        </w:tabs>
        <w:ind w:left="964" w:hanging="964"/>
      </w:pPr>
      <w:rPr>
        <w:rFonts w:ascii="Arial" w:hAnsi="Arial" w:hint="default"/>
        <w:b/>
        <w:i w:val="0"/>
      </w:rPr>
    </w:lvl>
    <w:lvl w:ilvl="1">
      <w:start w:val="1"/>
      <w:numFmt w:val="decimal"/>
      <w:pStyle w:val="berschrift2Titre2Titolo2"/>
      <w:lvlText w:val="%1.%2"/>
      <w:lvlJc w:val="left"/>
      <w:pPr>
        <w:tabs>
          <w:tab w:val="num" w:pos="964"/>
        </w:tabs>
        <w:ind w:left="964" w:hanging="964"/>
      </w:pPr>
      <w:rPr>
        <w:rFonts w:ascii="Arial" w:hAnsi="Arial" w:hint="default"/>
        <w:b/>
        <w:i w:val="0"/>
      </w:rPr>
    </w:lvl>
    <w:lvl w:ilvl="2">
      <w:start w:val="1"/>
      <w:numFmt w:val="decimal"/>
      <w:pStyle w:val="berschrift3Titre3Titolo3"/>
      <w:lvlText w:val="%1.%2.%3"/>
      <w:lvlJc w:val="left"/>
      <w:pPr>
        <w:tabs>
          <w:tab w:val="num" w:pos="964"/>
        </w:tabs>
        <w:ind w:left="964" w:hanging="964"/>
      </w:pPr>
      <w:rPr>
        <w:rFonts w:ascii="Arial" w:hAnsi="Arial" w:hint="default"/>
        <w:b/>
        <w:i w:val="0"/>
      </w:rPr>
    </w:lvl>
    <w:lvl w:ilvl="3">
      <w:start w:val="1"/>
      <w:numFmt w:val="decimal"/>
      <w:pStyle w:val="berschrift4Titre4Titolo4"/>
      <w:lvlText w:val="%1.%2.%3.%4"/>
      <w:lvlJc w:val="left"/>
      <w:pPr>
        <w:tabs>
          <w:tab w:val="num" w:pos="964"/>
        </w:tabs>
        <w:ind w:left="964" w:hanging="964"/>
      </w:pPr>
      <w:rPr>
        <w:rFonts w:hint="default"/>
      </w:rPr>
    </w:lvl>
    <w:lvl w:ilvl="4">
      <w:start w:val="1"/>
      <w:numFmt w:val="decimal"/>
      <w:pStyle w:val="berschrift5"/>
      <w:lvlText w:val="%1.%2.%3.%4.%5"/>
      <w:lvlJc w:val="left"/>
      <w:pPr>
        <w:tabs>
          <w:tab w:val="num" w:pos="0"/>
        </w:tabs>
        <w:ind w:left="0" w:firstLine="0"/>
      </w:pPr>
      <w:rPr>
        <w:rFonts w:hint="default"/>
      </w:rPr>
    </w:lvl>
    <w:lvl w:ilvl="5">
      <w:start w:val="1"/>
      <w:numFmt w:val="decimal"/>
      <w:pStyle w:val="berschrift6"/>
      <w:lvlText w:val="%1.%2.%3.%4.%5.%6"/>
      <w:lvlJc w:val="left"/>
      <w:pPr>
        <w:tabs>
          <w:tab w:val="num" w:pos="0"/>
        </w:tabs>
        <w:ind w:left="0" w:firstLine="0"/>
      </w:pPr>
      <w:rPr>
        <w:rFonts w:hint="default"/>
      </w:rPr>
    </w:lvl>
    <w:lvl w:ilvl="6">
      <w:start w:val="1"/>
      <w:numFmt w:val="decimal"/>
      <w:pStyle w:val="berschrift7"/>
      <w:lvlText w:val="%1.%2.%3.%4.%5.%6.%7"/>
      <w:lvlJc w:val="left"/>
      <w:pPr>
        <w:tabs>
          <w:tab w:val="num" w:pos="0"/>
        </w:tabs>
        <w:ind w:left="0" w:firstLine="0"/>
      </w:pPr>
      <w:rPr>
        <w:rFonts w:hint="default"/>
      </w:rPr>
    </w:lvl>
    <w:lvl w:ilvl="7">
      <w:start w:val="1"/>
      <w:numFmt w:val="decimal"/>
      <w:pStyle w:val="berschrift8"/>
      <w:lvlText w:val="%1.%2.%3.%4.%5.%6.%7.%8"/>
      <w:lvlJc w:val="left"/>
      <w:pPr>
        <w:tabs>
          <w:tab w:val="num" w:pos="0"/>
        </w:tabs>
        <w:ind w:left="0" w:firstLine="0"/>
      </w:pPr>
      <w:rPr>
        <w:rFonts w:hint="default"/>
      </w:rPr>
    </w:lvl>
    <w:lvl w:ilvl="8">
      <w:start w:val="1"/>
      <w:numFmt w:val="decimal"/>
      <w:pStyle w:val="berschrift9"/>
      <w:lvlText w:val="%1.%2.%3.%4.%5.%6.%7.%8.%9"/>
      <w:lvlJc w:val="left"/>
      <w:pPr>
        <w:tabs>
          <w:tab w:val="num" w:pos="0"/>
        </w:tabs>
        <w:ind w:left="0" w:firstLine="0"/>
      </w:pPr>
      <w:rPr>
        <w:rFonts w:hint="default"/>
      </w:rPr>
    </w:lvl>
  </w:abstractNum>
  <w:abstractNum w:abstractNumId="1">
    <w:nsid w:val="09CE50DE"/>
    <w:multiLevelType w:val="hybridMultilevel"/>
    <w:tmpl w:val="2826A4E6"/>
    <w:lvl w:ilvl="0" w:tplc="76D443C4">
      <w:start w:val="1"/>
      <w:numFmt w:val="bullet"/>
      <w:pStyle w:val="AufzZ1zLpucesinterl1Puntielencoil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DE07FDF"/>
    <w:multiLevelType w:val="hybridMultilevel"/>
    <w:tmpl w:val="D8AA8AF8"/>
    <w:lvl w:ilvl="0" w:tplc="86D4D5DC">
      <w:start w:val="1"/>
      <w:numFmt w:val="lowerLetter"/>
      <w:pStyle w:val="ListeaListeaLetterea"/>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0D4506F"/>
    <w:multiLevelType w:val="singleLevel"/>
    <w:tmpl w:val="F35A5220"/>
    <w:lvl w:ilvl="0">
      <w:start w:val="1"/>
      <w:numFmt w:val="decimal"/>
      <w:pStyle w:val="Liste1Liste1Numeri1"/>
      <w:lvlText w:val="%1."/>
      <w:lvlJc w:val="left"/>
      <w:pPr>
        <w:tabs>
          <w:tab w:val="num" w:pos="360"/>
        </w:tabs>
        <w:ind w:left="360" w:hanging="360"/>
      </w:pPr>
      <w:rPr>
        <w:rFonts w:hint="default"/>
      </w:rPr>
    </w:lvl>
  </w:abstractNum>
  <w:abstractNum w:abstractNumId="4">
    <w:nsid w:val="19976BDE"/>
    <w:multiLevelType w:val="hybridMultilevel"/>
    <w:tmpl w:val="805CEB5C"/>
    <w:lvl w:ilvl="0" w:tplc="3E00D1EC">
      <w:start w:val="1"/>
      <w:numFmt w:val="bullet"/>
      <w:pStyle w:val="AufzZLpucesPuntielenco"/>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5">
    <w:nsid w:val="2B1204E8"/>
    <w:multiLevelType w:val="hybridMultilevel"/>
    <w:tmpl w:val="EB2A4684"/>
    <w:lvl w:ilvl="0" w:tplc="1B4ED43E">
      <w:numFmt w:val="bullet"/>
      <w:lvlText w:val="-"/>
      <w:lvlJc w:val="left"/>
      <w:pPr>
        <w:ind w:left="360" w:hanging="360"/>
      </w:pPr>
      <w:rPr>
        <w:rFonts w:ascii="Calibri" w:eastAsia="Calibri"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6">
    <w:nsid w:val="317C2596"/>
    <w:multiLevelType w:val="hybridMultilevel"/>
    <w:tmpl w:val="6BB6BE62"/>
    <w:lvl w:ilvl="0" w:tplc="0807000F">
      <w:start w:val="1"/>
      <w:numFmt w:val="decimal"/>
      <w:lvlText w:val="%1."/>
      <w:lvlJc w:val="left"/>
      <w:pPr>
        <w:ind w:left="394" w:hanging="360"/>
      </w:pPr>
    </w:lvl>
    <w:lvl w:ilvl="1" w:tplc="08070019" w:tentative="1">
      <w:start w:val="1"/>
      <w:numFmt w:val="lowerLetter"/>
      <w:lvlText w:val="%2."/>
      <w:lvlJc w:val="left"/>
      <w:pPr>
        <w:ind w:left="1114" w:hanging="360"/>
      </w:pPr>
    </w:lvl>
    <w:lvl w:ilvl="2" w:tplc="0807001B" w:tentative="1">
      <w:start w:val="1"/>
      <w:numFmt w:val="lowerRoman"/>
      <w:lvlText w:val="%3."/>
      <w:lvlJc w:val="right"/>
      <w:pPr>
        <w:ind w:left="1834" w:hanging="180"/>
      </w:pPr>
    </w:lvl>
    <w:lvl w:ilvl="3" w:tplc="0807000F" w:tentative="1">
      <w:start w:val="1"/>
      <w:numFmt w:val="decimal"/>
      <w:lvlText w:val="%4."/>
      <w:lvlJc w:val="left"/>
      <w:pPr>
        <w:ind w:left="2554" w:hanging="360"/>
      </w:pPr>
    </w:lvl>
    <w:lvl w:ilvl="4" w:tplc="08070019" w:tentative="1">
      <w:start w:val="1"/>
      <w:numFmt w:val="lowerLetter"/>
      <w:lvlText w:val="%5."/>
      <w:lvlJc w:val="left"/>
      <w:pPr>
        <w:ind w:left="3274" w:hanging="360"/>
      </w:pPr>
    </w:lvl>
    <w:lvl w:ilvl="5" w:tplc="0807001B" w:tentative="1">
      <w:start w:val="1"/>
      <w:numFmt w:val="lowerRoman"/>
      <w:lvlText w:val="%6."/>
      <w:lvlJc w:val="right"/>
      <w:pPr>
        <w:ind w:left="3994" w:hanging="180"/>
      </w:pPr>
    </w:lvl>
    <w:lvl w:ilvl="6" w:tplc="0807000F" w:tentative="1">
      <w:start w:val="1"/>
      <w:numFmt w:val="decimal"/>
      <w:lvlText w:val="%7."/>
      <w:lvlJc w:val="left"/>
      <w:pPr>
        <w:ind w:left="4714" w:hanging="360"/>
      </w:pPr>
    </w:lvl>
    <w:lvl w:ilvl="7" w:tplc="08070019" w:tentative="1">
      <w:start w:val="1"/>
      <w:numFmt w:val="lowerLetter"/>
      <w:lvlText w:val="%8."/>
      <w:lvlJc w:val="left"/>
      <w:pPr>
        <w:ind w:left="5434" w:hanging="360"/>
      </w:pPr>
    </w:lvl>
    <w:lvl w:ilvl="8" w:tplc="0807001B" w:tentative="1">
      <w:start w:val="1"/>
      <w:numFmt w:val="lowerRoman"/>
      <w:lvlText w:val="%9."/>
      <w:lvlJc w:val="right"/>
      <w:pPr>
        <w:ind w:left="6154" w:hanging="180"/>
      </w:pPr>
    </w:lvl>
  </w:abstractNum>
  <w:abstractNum w:abstractNumId="7">
    <w:nsid w:val="33CC653F"/>
    <w:multiLevelType w:val="hybridMultilevel"/>
    <w:tmpl w:val="ED543AC8"/>
    <w:lvl w:ilvl="0" w:tplc="B07E64EC">
      <w:start w:val="1"/>
      <w:numFmt w:val="bullet"/>
      <w:pStyle w:val="AufzZxLpucesxPuntielencox"/>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45B73E3E"/>
    <w:multiLevelType w:val="hybridMultilevel"/>
    <w:tmpl w:val="672EEFFA"/>
    <w:lvl w:ilvl="0" w:tplc="C34249EC">
      <w:start w:val="1"/>
      <w:numFmt w:val="upperRoman"/>
      <w:pStyle w:val="ListeI1zListeIinterl1NumeriIil1"/>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51015657"/>
    <w:multiLevelType w:val="hybridMultilevel"/>
    <w:tmpl w:val="A8FAEB98"/>
    <w:lvl w:ilvl="0" w:tplc="C74E9816">
      <w:start w:val="1"/>
      <w:numFmt w:val="bullet"/>
      <w:pStyle w:val="AufzZx1zLpucesxinterl1Puntielencoxil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52DB5866"/>
    <w:multiLevelType w:val="multilevel"/>
    <w:tmpl w:val="37702DC4"/>
    <w:lvl w:ilvl="0">
      <w:start w:val="1"/>
      <w:numFmt w:val="bullet"/>
      <w:pStyle w:val="AufzZ1Lpuces1Puntielenco1"/>
      <w:lvlText w:val=""/>
      <w:lvlJc w:val="left"/>
      <w:pPr>
        <w:tabs>
          <w:tab w:val="num" w:pos="360"/>
        </w:tabs>
        <w:ind w:left="360" w:hanging="360"/>
      </w:pPr>
      <w:rPr>
        <w:rFonts w:ascii="Symbol" w:hAnsi="Symbol" w:hint="default"/>
      </w:rPr>
    </w:lvl>
    <w:lvl w:ilvl="1">
      <w:start w:val="1"/>
      <w:numFmt w:val="bullet"/>
      <w:pStyle w:val="AufzZ12Lpuces12Puntielenco12"/>
      <w:lvlText w:val=""/>
      <w:lvlJc w:val="left"/>
      <w:pPr>
        <w:tabs>
          <w:tab w:val="num" w:pos="1080"/>
        </w:tabs>
        <w:ind w:left="1077" w:hanging="717"/>
      </w:pPr>
      <w:rPr>
        <w:rFonts w:ascii="Symbol" w:hAnsi="Symbol" w:hint="default"/>
      </w:rPr>
    </w:lvl>
    <w:lvl w:ilvl="2">
      <w:start w:val="1"/>
      <w:numFmt w:val="bullet"/>
      <w:pStyle w:val="AufzZ13Lpuces13Puntielenco13"/>
      <w:lvlText w:val="·"/>
      <w:lvlJc w:val="left"/>
      <w:pPr>
        <w:tabs>
          <w:tab w:val="num" w:pos="1440"/>
        </w:tabs>
        <w:ind w:left="1440" w:hanging="720"/>
      </w:pPr>
      <w:rPr>
        <w:rFonts w:ascii="Arial" w:hAnsi="Arial" w:hint="default"/>
        <w:b/>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5AF65CD5"/>
    <w:multiLevelType w:val="hybridMultilevel"/>
    <w:tmpl w:val="2AEE7642"/>
    <w:lvl w:ilvl="0" w:tplc="31F6F830">
      <w:numFmt w:val="bullet"/>
      <w:lvlText w:val="-"/>
      <w:lvlJc w:val="left"/>
      <w:pPr>
        <w:ind w:left="360" w:hanging="360"/>
      </w:pPr>
      <w:rPr>
        <w:rFonts w:ascii="Calibri" w:eastAsia="Calibri"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2">
    <w:nsid w:val="5E292242"/>
    <w:multiLevelType w:val="multilevel"/>
    <w:tmpl w:val="8B0CBDBA"/>
    <w:lvl w:ilvl="0">
      <w:start w:val="1"/>
      <w:numFmt w:val="decimal"/>
      <w:pStyle w:val="TabelleNummerierung"/>
      <w:lvlText w:val="%1"/>
      <w:lvlJc w:val="left"/>
      <w:pPr>
        <w:tabs>
          <w:tab w:val="num" w:pos="539"/>
        </w:tabs>
        <w:ind w:left="539" w:hanging="539"/>
      </w:pPr>
      <w:rPr>
        <w:rFonts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1">
      <w:start w:val="1"/>
      <w:numFmt w:val="decimal"/>
      <w:lvlText w:val="%1.%2"/>
      <w:lvlJc w:val="left"/>
      <w:pPr>
        <w:tabs>
          <w:tab w:val="num" w:pos="539"/>
        </w:tabs>
        <w:ind w:left="539" w:hanging="544"/>
      </w:pPr>
      <w:rPr>
        <w:rFonts w:hint="default"/>
      </w:rPr>
    </w:lvl>
    <w:lvl w:ilvl="2">
      <w:start w:val="1"/>
      <w:numFmt w:val="decimal"/>
      <w:lvlText w:val="%1.%2.%3"/>
      <w:lvlJc w:val="left"/>
      <w:pPr>
        <w:tabs>
          <w:tab w:val="num" w:pos="1075"/>
        </w:tabs>
        <w:ind w:left="721" w:hanging="726"/>
      </w:pPr>
      <w:rPr>
        <w:rFonts w:hint="default"/>
      </w:rPr>
    </w:lvl>
    <w:lvl w:ilvl="3">
      <w:start w:val="1"/>
      <w:numFmt w:val="decimal"/>
      <w:lvlText w:val="%1.%2.%3.%4"/>
      <w:lvlJc w:val="left"/>
      <w:pPr>
        <w:tabs>
          <w:tab w:val="num" w:pos="1435"/>
        </w:tabs>
        <w:ind w:left="902" w:hanging="907"/>
      </w:pPr>
      <w:rPr>
        <w:rFonts w:hint="default"/>
      </w:rPr>
    </w:lvl>
    <w:lvl w:ilvl="4">
      <w:start w:val="1"/>
      <w:numFmt w:val="decimal"/>
      <w:lvlText w:val="%1.%2.%3.%4.%5"/>
      <w:lvlJc w:val="left"/>
      <w:pPr>
        <w:tabs>
          <w:tab w:val="num" w:pos="1003"/>
        </w:tabs>
        <w:ind w:left="1003" w:hanging="1008"/>
      </w:pPr>
      <w:rPr>
        <w:rFonts w:hint="default"/>
      </w:rPr>
    </w:lvl>
    <w:lvl w:ilvl="5">
      <w:start w:val="1"/>
      <w:numFmt w:val="decimal"/>
      <w:lvlText w:val="%1.%2.%3.%4.%5.%6"/>
      <w:lvlJc w:val="left"/>
      <w:pPr>
        <w:tabs>
          <w:tab w:val="num" w:pos="1147"/>
        </w:tabs>
        <w:ind w:left="1147" w:hanging="1152"/>
      </w:pPr>
      <w:rPr>
        <w:rFonts w:hint="default"/>
      </w:rPr>
    </w:lvl>
    <w:lvl w:ilvl="6">
      <w:start w:val="1"/>
      <w:numFmt w:val="decimal"/>
      <w:lvlText w:val="%1.%2.%3.%4.%5.%6.%7"/>
      <w:lvlJc w:val="left"/>
      <w:pPr>
        <w:tabs>
          <w:tab w:val="num" w:pos="1291"/>
        </w:tabs>
        <w:ind w:left="1291" w:hanging="1296"/>
      </w:pPr>
      <w:rPr>
        <w:rFonts w:hint="default"/>
      </w:rPr>
    </w:lvl>
    <w:lvl w:ilvl="7">
      <w:start w:val="1"/>
      <w:numFmt w:val="decimal"/>
      <w:lvlText w:val="%1.%2.%3.%4.%5.%6.%7.%8"/>
      <w:lvlJc w:val="left"/>
      <w:pPr>
        <w:tabs>
          <w:tab w:val="num" w:pos="1435"/>
        </w:tabs>
        <w:ind w:left="1435" w:hanging="1440"/>
      </w:pPr>
      <w:rPr>
        <w:rFonts w:hint="default"/>
      </w:rPr>
    </w:lvl>
    <w:lvl w:ilvl="8">
      <w:start w:val="1"/>
      <w:numFmt w:val="decimal"/>
      <w:lvlText w:val="%1.%2.%3.%4.%5.%6.%7.%8.%9"/>
      <w:lvlJc w:val="left"/>
      <w:pPr>
        <w:tabs>
          <w:tab w:val="num" w:pos="1579"/>
        </w:tabs>
        <w:ind w:left="1579" w:hanging="1584"/>
      </w:pPr>
      <w:rPr>
        <w:rFonts w:hint="default"/>
      </w:rPr>
    </w:lvl>
  </w:abstractNum>
  <w:abstractNum w:abstractNumId="13">
    <w:nsid w:val="5FD35C82"/>
    <w:multiLevelType w:val="multilevel"/>
    <w:tmpl w:val="1A48B1AC"/>
    <w:lvl w:ilvl="0">
      <w:start w:val="1"/>
      <w:numFmt w:val="bullet"/>
      <w:pStyle w:val="AufzZ15Lpuces15Puntielenco15"/>
      <w:lvlText w:val=""/>
      <w:lvlJc w:val="left"/>
      <w:pPr>
        <w:tabs>
          <w:tab w:val="num" w:pos="360"/>
        </w:tabs>
        <w:ind w:left="360" w:hanging="360"/>
      </w:pPr>
      <w:rPr>
        <w:rFonts w:ascii="Symbol" w:hAnsi="Symbol" w:hint="default"/>
      </w:rPr>
    </w:lvl>
    <w:lvl w:ilvl="1">
      <w:start w:val="1"/>
      <w:numFmt w:val="bullet"/>
      <w:pStyle w:val="AufzZ15linksbndig"/>
      <w:lvlText w:val=""/>
      <w:lvlJc w:val="left"/>
      <w:pPr>
        <w:tabs>
          <w:tab w:val="num" w:pos="1080"/>
        </w:tabs>
        <w:ind w:left="1077" w:hanging="717"/>
      </w:pPr>
      <w:rPr>
        <w:rFonts w:ascii="Symbol" w:hAnsi="Symbol" w:hint="default"/>
      </w:rPr>
    </w:lvl>
    <w:lvl w:ilvl="2">
      <w:start w:val="1"/>
      <w:numFmt w:val="bullet"/>
      <w:pStyle w:val="AufzZ153Lpuces153Puntielenco153"/>
      <w:lvlText w:val="·"/>
      <w:lvlJc w:val="left"/>
      <w:pPr>
        <w:tabs>
          <w:tab w:val="num" w:pos="1440"/>
        </w:tabs>
        <w:ind w:left="1440" w:hanging="720"/>
      </w:pPr>
      <w:rPr>
        <w:rFonts w:ascii="Arial" w:hAnsi="Arial" w:hint="default"/>
        <w:b/>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691770E1"/>
    <w:multiLevelType w:val="hybridMultilevel"/>
    <w:tmpl w:val="FA52D686"/>
    <w:lvl w:ilvl="0" w:tplc="31F6F830">
      <w:numFmt w:val="bullet"/>
      <w:lvlText w:val="-"/>
      <w:lvlJc w:val="left"/>
      <w:pPr>
        <w:ind w:left="360" w:hanging="360"/>
      </w:pPr>
      <w:rPr>
        <w:rFonts w:ascii="Calibri" w:eastAsia="Calibri"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nsid w:val="7107798A"/>
    <w:multiLevelType w:val="hybridMultilevel"/>
    <w:tmpl w:val="B7443940"/>
    <w:lvl w:ilvl="0" w:tplc="283A8AA2">
      <w:start w:val="1"/>
      <w:numFmt w:val="upperRoman"/>
      <w:pStyle w:val="ListeIListeINumeriI"/>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65324FA"/>
    <w:multiLevelType w:val="hybridMultilevel"/>
    <w:tmpl w:val="CF64C7B0"/>
    <w:lvl w:ilvl="0" w:tplc="34B21910">
      <w:start w:val="1"/>
      <w:numFmt w:val="decimal"/>
      <w:pStyle w:val="Liste11zListe1interl1Numeri1interlinea1"/>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ECB16D3"/>
    <w:multiLevelType w:val="hybridMultilevel"/>
    <w:tmpl w:val="1B96B92C"/>
    <w:lvl w:ilvl="0" w:tplc="10CA8E64">
      <w:start w:val="1"/>
      <w:numFmt w:val="lowerLetter"/>
      <w:pStyle w:val="Listea1zListeainterl1Lettereainterlinea1"/>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7"/>
  </w:num>
  <w:num w:numId="4">
    <w:abstractNumId w:val="9"/>
  </w:num>
  <w:num w:numId="5">
    <w:abstractNumId w:val="13"/>
  </w:num>
  <w:num w:numId="6">
    <w:abstractNumId w:val="3"/>
  </w:num>
  <w:num w:numId="7">
    <w:abstractNumId w:val="16"/>
  </w:num>
  <w:num w:numId="8">
    <w:abstractNumId w:val="2"/>
  </w:num>
  <w:num w:numId="9">
    <w:abstractNumId w:val="17"/>
  </w:num>
  <w:num w:numId="10">
    <w:abstractNumId w:val="15"/>
  </w:num>
  <w:num w:numId="11">
    <w:abstractNumId w:val="8"/>
  </w:num>
  <w:num w:numId="12">
    <w:abstractNumId w:val="0"/>
  </w:num>
  <w:num w:numId="13">
    <w:abstractNumId w:val="10"/>
  </w:num>
  <w:num w:numId="14">
    <w:abstractNumId w:val="13"/>
  </w:num>
  <w:num w:numId="15">
    <w:abstractNumId w:val="12"/>
  </w:num>
  <w:num w:numId="16">
    <w:abstractNumId w:val="14"/>
  </w:num>
  <w:num w:numId="17">
    <w:abstractNumId w:val="5"/>
  </w:num>
  <w:num w:numId="18">
    <w:abstractNumId w:val="11"/>
  </w:num>
  <w:num w:numId="19">
    <w:abstractNumId w:val="6"/>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attachedTemplate r:id="rId1"/>
  <w:stylePaneFormatFilter w:val="3F01"/>
  <w:defaultTabStop w:val="708"/>
  <w:hyphenationZone w:val="425"/>
  <w:drawingGridHorizontalSpacing w:val="110"/>
  <w:displayHorizontalDrawingGridEvery w:val="2"/>
  <w:characterSpacingControl w:val="doNotCompress"/>
  <w:savePreviewPicture/>
  <w:hdrShapeDefaults>
    <o:shapedefaults v:ext="edit" spidmax="9218"/>
  </w:hdrShapeDefaults>
  <w:footnotePr>
    <w:footnote w:id="-1"/>
    <w:footnote w:id="0"/>
  </w:footnotePr>
  <w:endnotePr>
    <w:endnote w:id="-1"/>
    <w:endnote w:id="0"/>
  </w:endnotePr>
  <w:compat/>
  <w:docVars>
    <w:docVar w:name="Dani" w:val="1"/>
    <w:docVar w:name="Logo" w:val="0"/>
    <w:docVar w:name="PDCS:Absendedatum_extern" w:val="-"/>
    <w:docVar w:name="PDCS:Absender_Adresse" w:val="-"/>
    <w:docVar w:name="PDCS:Adressat" w:val="-"/>
    <w:docVar w:name="PDCS:Aktenzeichen" w:val="523-46P"/>
    <w:docVar w:name="PDCS:Barcode" w:val="-"/>
    <w:docVar w:name="PDCS:Bemerkung" w:val="-"/>
    <w:docVar w:name="PDCS:Besitzer" w:val="Dossier Team"/>
    <w:docVar w:name="PDCS:Betreff" w:val="Anhang 2 zu 1701-915-02"/>
    <w:docVar w:name="PDCS:Bezeichnung" w:val="Drehbuch"/>
    <w:docVar w:name="PDCS:Datei-Format" w:val=".doc"/>
    <w:docVar w:name="PDCS:Datei-Grösse__KB_" w:val="73.5"/>
    <w:docVar w:name="PDCS:Datenschutzstufe" w:val="keine Personendaten"/>
    <w:docVar w:name="PDCS:Dok__Datum" w:val="16.12.2010"/>
    <w:docVar w:name="PDCS:Dok__Typ" w:val="AU"/>
    <w:docVar w:name="PDCS:Eingangsdatum" w:val="-"/>
    <w:docVar w:name="PDCS:Empfänger_Kopie" w:val="-"/>
    <w:docVar w:name="PDCS:Ersteller" w:val="Müller Michael"/>
    <w:docVar w:name="PDCS:Erstellungsdatum" w:val="16.12.2010"/>
    <w:docVar w:name="PDCS:Fremdaktenzeichen" w:val="-"/>
    <w:docVar w:name="PDCS:Ident_-Nr_" w:val="10012223571"/>
    <w:docVar w:name="PDCS:Ident-Nr_Version" w:val="10012223571/01"/>
    <w:docVar w:name="PDCS:Klassifizierungskat" w:val="-"/>
    <w:docVar w:name="PDCS:Registrierdatum" w:val="16.12.2010"/>
    <w:docVar w:name="PDCS:Schlagwort" w:val="-"/>
    <w:docVar w:name="PDCS:Sprache" w:val="Deutsch"/>
    <w:docVar w:name="PDCS:Standort" w:val="-"/>
    <w:docVar w:name="PDCS:Status" w:val="Entwurf"/>
    <w:docVar w:name="PDCS:Unterzeichner_Autor" w:val="-"/>
    <w:docVar w:name="PDCS:Version" w:val="01"/>
    <w:docVar w:name="PDCS:Verweis" w:val="-"/>
    <w:docVar w:name="Sprache" w:val="1"/>
    <w:docVar w:name="Start" w:val="1"/>
    <w:docVar w:name="SYSTEM:DocVarsVisible" w:val="yes"/>
  </w:docVars>
  <w:rsids>
    <w:rsidRoot w:val="00A25663"/>
    <w:rsid w:val="000017CD"/>
    <w:rsid w:val="00001D2B"/>
    <w:rsid w:val="00001E97"/>
    <w:rsid w:val="00006915"/>
    <w:rsid w:val="000073B0"/>
    <w:rsid w:val="00007C89"/>
    <w:rsid w:val="000101B4"/>
    <w:rsid w:val="000102BD"/>
    <w:rsid w:val="000110E5"/>
    <w:rsid w:val="0001438F"/>
    <w:rsid w:val="000163D3"/>
    <w:rsid w:val="00016CD0"/>
    <w:rsid w:val="000173A3"/>
    <w:rsid w:val="000173F5"/>
    <w:rsid w:val="00020DDA"/>
    <w:rsid w:val="000217A7"/>
    <w:rsid w:val="00021EA0"/>
    <w:rsid w:val="00023A12"/>
    <w:rsid w:val="000260EC"/>
    <w:rsid w:val="000263FA"/>
    <w:rsid w:val="000272A4"/>
    <w:rsid w:val="0003025F"/>
    <w:rsid w:val="000302F5"/>
    <w:rsid w:val="0003243B"/>
    <w:rsid w:val="00033693"/>
    <w:rsid w:val="000339BE"/>
    <w:rsid w:val="0003696E"/>
    <w:rsid w:val="00037786"/>
    <w:rsid w:val="0004119D"/>
    <w:rsid w:val="0004124D"/>
    <w:rsid w:val="000426B2"/>
    <w:rsid w:val="00042E3A"/>
    <w:rsid w:val="00044028"/>
    <w:rsid w:val="00044A2E"/>
    <w:rsid w:val="00044F4F"/>
    <w:rsid w:val="000450AA"/>
    <w:rsid w:val="0004705E"/>
    <w:rsid w:val="00047F6B"/>
    <w:rsid w:val="000501FF"/>
    <w:rsid w:val="00050B66"/>
    <w:rsid w:val="000510D6"/>
    <w:rsid w:val="00053445"/>
    <w:rsid w:val="00055851"/>
    <w:rsid w:val="000568A7"/>
    <w:rsid w:val="00056A73"/>
    <w:rsid w:val="000572BD"/>
    <w:rsid w:val="000573CA"/>
    <w:rsid w:val="000600C8"/>
    <w:rsid w:val="000604A2"/>
    <w:rsid w:val="00060532"/>
    <w:rsid w:val="00063B3B"/>
    <w:rsid w:val="00065A22"/>
    <w:rsid w:val="0006674F"/>
    <w:rsid w:val="00066FA9"/>
    <w:rsid w:val="00070A2E"/>
    <w:rsid w:val="00072B22"/>
    <w:rsid w:val="0007370B"/>
    <w:rsid w:val="0007489E"/>
    <w:rsid w:val="00074F88"/>
    <w:rsid w:val="00075A28"/>
    <w:rsid w:val="000764B4"/>
    <w:rsid w:val="00077915"/>
    <w:rsid w:val="00082E83"/>
    <w:rsid w:val="000837AC"/>
    <w:rsid w:val="00083B63"/>
    <w:rsid w:val="0008430D"/>
    <w:rsid w:val="000843CC"/>
    <w:rsid w:val="000845E1"/>
    <w:rsid w:val="00084771"/>
    <w:rsid w:val="00085938"/>
    <w:rsid w:val="00087720"/>
    <w:rsid w:val="00087E5C"/>
    <w:rsid w:val="00090D34"/>
    <w:rsid w:val="00090F37"/>
    <w:rsid w:val="00090F50"/>
    <w:rsid w:val="0009174B"/>
    <w:rsid w:val="00092239"/>
    <w:rsid w:val="00093528"/>
    <w:rsid w:val="00093680"/>
    <w:rsid w:val="00093699"/>
    <w:rsid w:val="000936AC"/>
    <w:rsid w:val="00096328"/>
    <w:rsid w:val="000965FA"/>
    <w:rsid w:val="00096721"/>
    <w:rsid w:val="00096B06"/>
    <w:rsid w:val="0009793E"/>
    <w:rsid w:val="00097FCF"/>
    <w:rsid w:val="000A1132"/>
    <w:rsid w:val="000A20F6"/>
    <w:rsid w:val="000A5CA1"/>
    <w:rsid w:val="000A65C1"/>
    <w:rsid w:val="000A71CB"/>
    <w:rsid w:val="000A76E2"/>
    <w:rsid w:val="000B0F46"/>
    <w:rsid w:val="000B1B15"/>
    <w:rsid w:val="000B25D3"/>
    <w:rsid w:val="000B2684"/>
    <w:rsid w:val="000B32DB"/>
    <w:rsid w:val="000B38A2"/>
    <w:rsid w:val="000B45F5"/>
    <w:rsid w:val="000B47CB"/>
    <w:rsid w:val="000B48A9"/>
    <w:rsid w:val="000B7D29"/>
    <w:rsid w:val="000C0929"/>
    <w:rsid w:val="000C351E"/>
    <w:rsid w:val="000C5381"/>
    <w:rsid w:val="000C55AE"/>
    <w:rsid w:val="000C5CB6"/>
    <w:rsid w:val="000C5F5D"/>
    <w:rsid w:val="000C70AC"/>
    <w:rsid w:val="000C794D"/>
    <w:rsid w:val="000C79E6"/>
    <w:rsid w:val="000D21C6"/>
    <w:rsid w:val="000D328C"/>
    <w:rsid w:val="000D554C"/>
    <w:rsid w:val="000D72E6"/>
    <w:rsid w:val="000E0DBB"/>
    <w:rsid w:val="000E0F76"/>
    <w:rsid w:val="000E1C46"/>
    <w:rsid w:val="000E1CC1"/>
    <w:rsid w:val="000E228F"/>
    <w:rsid w:val="000E35A8"/>
    <w:rsid w:val="000E4B10"/>
    <w:rsid w:val="000E4FB8"/>
    <w:rsid w:val="000E5AAE"/>
    <w:rsid w:val="000E606E"/>
    <w:rsid w:val="000E6DD6"/>
    <w:rsid w:val="000E7AD4"/>
    <w:rsid w:val="000F00C9"/>
    <w:rsid w:val="000F00DF"/>
    <w:rsid w:val="000F0C1A"/>
    <w:rsid w:val="000F3CCD"/>
    <w:rsid w:val="000F5719"/>
    <w:rsid w:val="000F59AC"/>
    <w:rsid w:val="0010177C"/>
    <w:rsid w:val="00101DB1"/>
    <w:rsid w:val="00102993"/>
    <w:rsid w:val="00102E4F"/>
    <w:rsid w:val="00103439"/>
    <w:rsid w:val="00103495"/>
    <w:rsid w:val="001037B6"/>
    <w:rsid w:val="00103AA4"/>
    <w:rsid w:val="001043B2"/>
    <w:rsid w:val="00105023"/>
    <w:rsid w:val="00105111"/>
    <w:rsid w:val="00105174"/>
    <w:rsid w:val="0010531A"/>
    <w:rsid w:val="00105B21"/>
    <w:rsid w:val="001060CD"/>
    <w:rsid w:val="00110779"/>
    <w:rsid w:val="00111E3C"/>
    <w:rsid w:val="00112381"/>
    <w:rsid w:val="001127A2"/>
    <w:rsid w:val="00112AD9"/>
    <w:rsid w:val="00113A16"/>
    <w:rsid w:val="00114715"/>
    <w:rsid w:val="00115177"/>
    <w:rsid w:val="00115B6E"/>
    <w:rsid w:val="00115BF1"/>
    <w:rsid w:val="00116A60"/>
    <w:rsid w:val="001204A8"/>
    <w:rsid w:val="001205A6"/>
    <w:rsid w:val="0012206F"/>
    <w:rsid w:val="001222B1"/>
    <w:rsid w:val="00126260"/>
    <w:rsid w:val="00131324"/>
    <w:rsid w:val="00131C4D"/>
    <w:rsid w:val="00133F11"/>
    <w:rsid w:val="00135560"/>
    <w:rsid w:val="001362AA"/>
    <w:rsid w:val="00136339"/>
    <w:rsid w:val="0014020F"/>
    <w:rsid w:val="00141C54"/>
    <w:rsid w:val="00142F8C"/>
    <w:rsid w:val="00143113"/>
    <w:rsid w:val="00144BAF"/>
    <w:rsid w:val="00145009"/>
    <w:rsid w:val="00145896"/>
    <w:rsid w:val="00147E96"/>
    <w:rsid w:val="001500CE"/>
    <w:rsid w:val="001521A8"/>
    <w:rsid w:val="00152724"/>
    <w:rsid w:val="00152AB2"/>
    <w:rsid w:val="00153853"/>
    <w:rsid w:val="0015392D"/>
    <w:rsid w:val="00154774"/>
    <w:rsid w:val="001552FB"/>
    <w:rsid w:val="001567C5"/>
    <w:rsid w:val="00157BDF"/>
    <w:rsid w:val="00157F36"/>
    <w:rsid w:val="001601B8"/>
    <w:rsid w:val="00161AB1"/>
    <w:rsid w:val="00162244"/>
    <w:rsid w:val="00162668"/>
    <w:rsid w:val="001638E8"/>
    <w:rsid w:val="00164B64"/>
    <w:rsid w:val="00165B96"/>
    <w:rsid w:val="001661F0"/>
    <w:rsid w:val="001665A3"/>
    <w:rsid w:val="00166790"/>
    <w:rsid w:val="001675D5"/>
    <w:rsid w:val="001676A8"/>
    <w:rsid w:val="00167B6D"/>
    <w:rsid w:val="00171B4D"/>
    <w:rsid w:val="00171CEF"/>
    <w:rsid w:val="0017338F"/>
    <w:rsid w:val="00174B8F"/>
    <w:rsid w:val="001809DF"/>
    <w:rsid w:val="00181F2B"/>
    <w:rsid w:val="00181FB3"/>
    <w:rsid w:val="001820C2"/>
    <w:rsid w:val="00182862"/>
    <w:rsid w:val="00182B09"/>
    <w:rsid w:val="00183F3F"/>
    <w:rsid w:val="00184364"/>
    <w:rsid w:val="001852FD"/>
    <w:rsid w:val="00185460"/>
    <w:rsid w:val="0018702E"/>
    <w:rsid w:val="00187D28"/>
    <w:rsid w:val="00187EB0"/>
    <w:rsid w:val="001902A6"/>
    <w:rsid w:val="00190705"/>
    <w:rsid w:val="00191204"/>
    <w:rsid w:val="00191EC0"/>
    <w:rsid w:val="00193505"/>
    <w:rsid w:val="00193913"/>
    <w:rsid w:val="00193F38"/>
    <w:rsid w:val="00197A87"/>
    <w:rsid w:val="001A02A4"/>
    <w:rsid w:val="001A18C8"/>
    <w:rsid w:val="001A1969"/>
    <w:rsid w:val="001A4802"/>
    <w:rsid w:val="001A4BFC"/>
    <w:rsid w:val="001A5056"/>
    <w:rsid w:val="001B0A53"/>
    <w:rsid w:val="001B0C19"/>
    <w:rsid w:val="001B12BB"/>
    <w:rsid w:val="001B15EB"/>
    <w:rsid w:val="001B1A4E"/>
    <w:rsid w:val="001B35CD"/>
    <w:rsid w:val="001B3C7A"/>
    <w:rsid w:val="001B47A6"/>
    <w:rsid w:val="001B559B"/>
    <w:rsid w:val="001B58D0"/>
    <w:rsid w:val="001B6EAC"/>
    <w:rsid w:val="001B7A9A"/>
    <w:rsid w:val="001C020F"/>
    <w:rsid w:val="001C1CFB"/>
    <w:rsid w:val="001C1DB3"/>
    <w:rsid w:val="001C209D"/>
    <w:rsid w:val="001C33EA"/>
    <w:rsid w:val="001C3E9D"/>
    <w:rsid w:val="001C62A4"/>
    <w:rsid w:val="001C6FFB"/>
    <w:rsid w:val="001D19C1"/>
    <w:rsid w:val="001D4B33"/>
    <w:rsid w:val="001D55F7"/>
    <w:rsid w:val="001D5D8B"/>
    <w:rsid w:val="001D7BE2"/>
    <w:rsid w:val="001E145A"/>
    <w:rsid w:val="001E178C"/>
    <w:rsid w:val="001E23AD"/>
    <w:rsid w:val="001E29C1"/>
    <w:rsid w:val="001E31E4"/>
    <w:rsid w:val="001E33A4"/>
    <w:rsid w:val="001E43E9"/>
    <w:rsid w:val="001E48E5"/>
    <w:rsid w:val="001E5EBD"/>
    <w:rsid w:val="001E64CA"/>
    <w:rsid w:val="001E676E"/>
    <w:rsid w:val="001F035B"/>
    <w:rsid w:val="001F1361"/>
    <w:rsid w:val="001F1C90"/>
    <w:rsid w:val="001F28B7"/>
    <w:rsid w:val="001F5227"/>
    <w:rsid w:val="001F5709"/>
    <w:rsid w:val="001F7242"/>
    <w:rsid w:val="002001C4"/>
    <w:rsid w:val="0020066C"/>
    <w:rsid w:val="0020086B"/>
    <w:rsid w:val="00200D3D"/>
    <w:rsid w:val="00201781"/>
    <w:rsid w:val="00201D10"/>
    <w:rsid w:val="00202F07"/>
    <w:rsid w:val="00204F2A"/>
    <w:rsid w:val="00206DFE"/>
    <w:rsid w:val="0021274A"/>
    <w:rsid w:val="002139FB"/>
    <w:rsid w:val="0021406B"/>
    <w:rsid w:val="00214D51"/>
    <w:rsid w:val="00215210"/>
    <w:rsid w:val="00215379"/>
    <w:rsid w:val="00215B50"/>
    <w:rsid w:val="0021638E"/>
    <w:rsid w:val="0021658B"/>
    <w:rsid w:val="00216BAD"/>
    <w:rsid w:val="00217807"/>
    <w:rsid w:val="00217B58"/>
    <w:rsid w:val="0022058D"/>
    <w:rsid w:val="00220E23"/>
    <w:rsid w:val="002210E6"/>
    <w:rsid w:val="00221342"/>
    <w:rsid w:val="00221B97"/>
    <w:rsid w:val="0022281B"/>
    <w:rsid w:val="002232D9"/>
    <w:rsid w:val="0022456B"/>
    <w:rsid w:val="00225406"/>
    <w:rsid w:val="00230024"/>
    <w:rsid w:val="002310C7"/>
    <w:rsid w:val="002312B3"/>
    <w:rsid w:val="002315B3"/>
    <w:rsid w:val="002334A0"/>
    <w:rsid w:val="00234ABC"/>
    <w:rsid w:val="002351B8"/>
    <w:rsid w:val="00235507"/>
    <w:rsid w:val="002357A1"/>
    <w:rsid w:val="00235A56"/>
    <w:rsid w:val="00237919"/>
    <w:rsid w:val="00237939"/>
    <w:rsid w:val="00237FEC"/>
    <w:rsid w:val="002402F1"/>
    <w:rsid w:val="00243155"/>
    <w:rsid w:val="00245339"/>
    <w:rsid w:val="00245415"/>
    <w:rsid w:val="0024541A"/>
    <w:rsid w:val="00245ABE"/>
    <w:rsid w:val="00246720"/>
    <w:rsid w:val="00246B77"/>
    <w:rsid w:val="002476C4"/>
    <w:rsid w:val="00250F84"/>
    <w:rsid w:val="00252026"/>
    <w:rsid w:val="002527BE"/>
    <w:rsid w:val="00253140"/>
    <w:rsid w:val="0025327E"/>
    <w:rsid w:val="0025503C"/>
    <w:rsid w:val="002550D6"/>
    <w:rsid w:val="00256A38"/>
    <w:rsid w:val="002571F0"/>
    <w:rsid w:val="00260D25"/>
    <w:rsid w:val="00261FFA"/>
    <w:rsid w:val="00262C97"/>
    <w:rsid w:val="00264912"/>
    <w:rsid w:val="00266865"/>
    <w:rsid w:val="002668F5"/>
    <w:rsid w:val="00266BA5"/>
    <w:rsid w:val="00271A6B"/>
    <w:rsid w:val="0027337F"/>
    <w:rsid w:val="002737B2"/>
    <w:rsid w:val="00273C28"/>
    <w:rsid w:val="002743A8"/>
    <w:rsid w:val="00274C53"/>
    <w:rsid w:val="0027546B"/>
    <w:rsid w:val="00277B97"/>
    <w:rsid w:val="00280333"/>
    <w:rsid w:val="00280DC9"/>
    <w:rsid w:val="002813C0"/>
    <w:rsid w:val="00284C1A"/>
    <w:rsid w:val="00285FFC"/>
    <w:rsid w:val="00287B77"/>
    <w:rsid w:val="00287BA5"/>
    <w:rsid w:val="002926C0"/>
    <w:rsid w:val="002948B0"/>
    <w:rsid w:val="00294E8B"/>
    <w:rsid w:val="00296A98"/>
    <w:rsid w:val="00296AE5"/>
    <w:rsid w:val="002972B2"/>
    <w:rsid w:val="002A24B4"/>
    <w:rsid w:val="002A250B"/>
    <w:rsid w:val="002A3522"/>
    <w:rsid w:val="002A4FEE"/>
    <w:rsid w:val="002A5BFE"/>
    <w:rsid w:val="002A7A53"/>
    <w:rsid w:val="002A7BF4"/>
    <w:rsid w:val="002A7E0B"/>
    <w:rsid w:val="002B3084"/>
    <w:rsid w:val="002B44BB"/>
    <w:rsid w:val="002B61C1"/>
    <w:rsid w:val="002B6CFB"/>
    <w:rsid w:val="002B7096"/>
    <w:rsid w:val="002C0625"/>
    <w:rsid w:val="002C0E36"/>
    <w:rsid w:val="002C18ED"/>
    <w:rsid w:val="002C19FB"/>
    <w:rsid w:val="002C1BEC"/>
    <w:rsid w:val="002C1DAA"/>
    <w:rsid w:val="002C1F97"/>
    <w:rsid w:val="002C2183"/>
    <w:rsid w:val="002C360A"/>
    <w:rsid w:val="002C4577"/>
    <w:rsid w:val="002C55AB"/>
    <w:rsid w:val="002C5E64"/>
    <w:rsid w:val="002C6264"/>
    <w:rsid w:val="002C675E"/>
    <w:rsid w:val="002D0679"/>
    <w:rsid w:val="002D0BAB"/>
    <w:rsid w:val="002D1378"/>
    <w:rsid w:val="002D1F6B"/>
    <w:rsid w:val="002D564D"/>
    <w:rsid w:val="002D5F79"/>
    <w:rsid w:val="002D64B5"/>
    <w:rsid w:val="002D7379"/>
    <w:rsid w:val="002E075A"/>
    <w:rsid w:val="002E0A87"/>
    <w:rsid w:val="002E203C"/>
    <w:rsid w:val="002E53DB"/>
    <w:rsid w:val="002F09A5"/>
    <w:rsid w:val="002F137E"/>
    <w:rsid w:val="002F17C1"/>
    <w:rsid w:val="002F1DD5"/>
    <w:rsid w:val="002F1F72"/>
    <w:rsid w:val="002F3804"/>
    <w:rsid w:val="002F4921"/>
    <w:rsid w:val="002F5661"/>
    <w:rsid w:val="002F5FDB"/>
    <w:rsid w:val="002F7873"/>
    <w:rsid w:val="003001D7"/>
    <w:rsid w:val="00300628"/>
    <w:rsid w:val="00300857"/>
    <w:rsid w:val="00301386"/>
    <w:rsid w:val="00301430"/>
    <w:rsid w:val="003026A1"/>
    <w:rsid w:val="00302928"/>
    <w:rsid w:val="00303C13"/>
    <w:rsid w:val="00304141"/>
    <w:rsid w:val="00304BBC"/>
    <w:rsid w:val="00304E26"/>
    <w:rsid w:val="00306BA9"/>
    <w:rsid w:val="00307409"/>
    <w:rsid w:val="00310839"/>
    <w:rsid w:val="00311A97"/>
    <w:rsid w:val="00313158"/>
    <w:rsid w:val="00313802"/>
    <w:rsid w:val="0031452D"/>
    <w:rsid w:val="0031461B"/>
    <w:rsid w:val="00315427"/>
    <w:rsid w:val="00315535"/>
    <w:rsid w:val="00317F8D"/>
    <w:rsid w:val="00320072"/>
    <w:rsid w:val="0032076D"/>
    <w:rsid w:val="003215D6"/>
    <w:rsid w:val="00321F88"/>
    <w:rsid w:val="0032239C"/>
    <w:rsid w:val="00323DBD"/>
    <w:rsid w:val="00326EA5"/>
    <w:rsid w:val="00330B0F"/>
    <w:rsid w:val="00330D31"/>
    <w:rsid w:val="00332A3E"/>
    <w:rsid w:val="003345DD"/>
    <w:rsid w:val="00334D8B"/>
    <w:rsid w:val="0033650B"/>
    <w:rsid w:val="003411C9"/>
    <w:rsid w:val="003421E8"/>
    <w:rsid w:val="0034255C"/>
    <w:rsid w:val="0034287B"/>
    <w:rsid w:val="003437D4"/>
    <w:rsid w:val="00344CBE"/>
    <w:rsid w:val="003469BE"/>
    <w:rsid w:val="00350734"/>
    <w:rsid w:val="003519FA"/>
    <w:rsid w:val="00353338"/>
    <w:rsid w:val="003533E3"/>
    <w:rsid w:val="00353504"/>
    <w:rsid w:val="00353720"/>
    <w:rsid w:val="00353F6A"/>
    <w:rsid w:val="00354C2B"/>
    <w:rsid w:val="00354FC2"/>
    <w:rsid w:val="0035501B"/>
    <w:rsid w:val="0035537F"/>
    <w:rsid w:val="0035543B"/>
    <w:rsid w:val="00357BCA"/>
    <w:rsid w:val="00364061"/>
    <w:rsid w:val="0036431A"/>
    <w:rsid w:val="00364A79"/>
    <w:rsid w:val="00364C63"/>
    <w:rsid w:val="00366649"/>
    <w:rsid w:val="003666BA"/>
    <w:rsid w:val="00367D3F"/>
    <w:rsid w:val="00367D56"/>
    <w:rsid w:val="00370068"/>
    <w:rsid w:val="0037194D"/>
    <w:rsid w:val="00371C25"/>
    <w:rsid w:val="00373C41"/>
    <w:rsid w:val="003741BE"/>
    <w:rsid w:val="00374A7D"/>
    <w:rsid w:val="003751DF"/>
    <w:rsid w:val="00375F98"/>
    <w:rsid w:val="00375FE2"/>
    <w:rsid w:val="003766F4"/>
    <w:rsid w:val="003769D8"/>
    <w:rsid w:val="003801C5"/>
    <w:rsid w:val="003808EC"/>
    <w:rsid w:val="003809E5"/>
    <w:rsid w:val="0038193C"/>
    <w:rsid w:val="00383412"/>
    <w:rsid w:val="003843B7"/>
    <w:rsid w:val="003861D4"/>
    <w:rsid w:val="00390ED9"/>
    <w:rsid w:val="003915BD"/>
    <w:rsid w:val="00393EBD"/>
    <w:rsid w:val="0039479B"/>
    <w:rsid w:val="0039546B"/>
    <w:rsid w:val="003954B2"/>
    <w:rsid w:val="00395B85"/>
    <w:rsid w:val="0039691D"/>
    <w:rsid w:val="00396EF3"/>
    <w:rsid w:val="003977A2"/>
    <w:rsid w:val="0039787F"/>
    <w:rsid w:val="003A058F"/>
    <w:rsid w:val="003A0B41"/>
    <w:rsid w:val="003A151A"/>
    <w:rsid w:val="003A32EE"/>
    <w:rsid w:val="003A3F6B"/>
    <w:rsid w:val="003A4667"/>
    <w:rsid w:val="003A5152"/>
    <w:rsid w:val="003A7678"/>
    <w:rsid w:val="003B0328"/>
    <w:rsid w:val="003B043F"/>
    <w:rsid w:val="003B0F5E"/>
    <w:rsid w:val="003B1FA0"/>
    <w:rsid w:val="003B24AA"/>
    <w:rsid w:val="003B273A"/>
    <w:rsid w:val="003B4083"/>
    <w:rsid w:val="003B462C"/>
    <w:rsid w:val="003B4731"/>
    <w:rsid w:val="003B73C7"/>
    <w:rsid w:val="003C07F7"/>
    <w:rsid w:val="003C0BE6"/>
    <w:rsid w:val="003C1582"/>
    <w:rsid w:val="003C2C5B"/>
    <w:rsid w:val="003C2ECE"/>
    <w:rsid w:val="003C2F9F"/>
    <w:rsid w:val="003C51A8"/>
    <w:rsid w:val="003C5227"/>
    <w:rsid w:val="003C54EF"/>
    <w:rsid w:val="003C6BAD"/>
    <w:rsid w:val="003D08BB"/>
    <w:rsid w:val="003D0BAA"/>
    <w:rsid w:val="003D2244"/>
    <w:rsid w:val="003D2971"/>
    <w:rsid w:val="003D2A3E"/>
    <w:rsid w:val="003D36C6"/>
    <w:rsid w:val="003D55D7"/>
    <w:rsid w:val="003D5728"/>
    <w:rsid w:val="003D5A3F"/>
    <w:rsid w:val="003D5BE9"/>
    <w:rsid w:val="003D5D09"/>
    <w:rsid w:val="003D6CFD"/>
    <w:rsid w:val="003D72D8"/>
    <w:rsid w:val="003D76EF"/>
    <w:rsid w:val="003E09B9"/>
    <w:rsid w:val="003E1D88"/>
    <w:rsid w:val="003E2377"/>
    <w:rsid w:val="003E2548"/>
    <w:rsid w:val="003E2C39"/>
    <w:rsid w:val="003E378B"/>
    <w:rsid w:val="003E39FE"/>
    <w:rsid w:val="003E3F78"/>
    <w:rsid w:val="003E5053"/>
    <w:rsid w:val="003E5369"/>
    <w:rsid w:val="003E594F"/>
    <w:rsid w:val="003E6BC8"/>
    <w:rsid w:val="003E74EE"/>
    <w:rsid w:val="003E7D05"/>
    <w:rsid w:val="003F0158"/>
    <w:rsid w:val="003F0FAE"/>
    <w:rsid w:val="003F1583"/>
    <w:rsid w:val="003F1D08"/>
    <w:rsid w:val="003F21AF"/>
    <w:rsid w:val="003F2438"/>
    <w:rsid w:val="003F24AA"/>
    <w:rsid w:val="003F360A"/>
    <w:rsid w:val="003F4BA0"/>
    <w:rsid w:val="003F51D1"/>
    <w:rsid w:val="003F553E"/>
    <w:rsid w:val="003F5BAB"/>
    <w:rsid w:val="003F5FC5"/>
    <w:rsid w:val="003F6396"/>
    <w:rsid w:val="003F6B58"/>
    <w:rsid w:val="003F7571"/>
    <w:rsid w:val="003F7A85"/>
    <w:rsid w:val="00400324"/>
    <w:rsid w:val="00402137"/>
    <w:rsid w:val="00405B24"/>
    <w:rsid w:val="00406F62"/>
    <w:rsid w:val="004078D5"/>
    <w:rsid w:val="00407FFA"/>
    <w:rsid w:val="00410077"/>
    <w:rsid w:val="00412489"/>
    <w:rsid w:val="00412814"/>
    <w:rsid w:val="004133FC"/>
    <w:rsid w:val="00413C68"/>
    <w:rsid w:val="004148EE"/>
    <w:rsid w:val="0042081C"/>
    <w:rsid w:val="0042131F"/>
    <w:rsid w:val="004213AE"/>
    <w:rsid w:val="00421435"/>
    <w:rsid w:val="00422405"/>
    <w:rsid w:val="00422C2C"/>
    <w:rsid w:val="00422FE5"/>
    <w:rsid w:val="004247AA"/>
    <w:rsid w:val="00425577"/>
    <w:rsid w:val="00426213"/>
    <w:rsid w:val="004265B6"/>
    <w:rsid w:val="004271B9"/>
    <w:rsid w:val="00427621"/>
    <w:rsid w:val="00427A84"/>
    <w:rsid w:val="00431DA6"/>
    <w:rsid w:val="00432A54"/>
    <w:rsid w:val="00434449"/>
    <w:rsid w:val="00437104"/>
    <w:rsid w:val="004372D2"/>
    <w:rsid w:val="00437924"/>
    <w:rsid w:val="00437E6A"/>
    <w:rsid w:val="00441C29"/>
    <w:rsid w:val="00441CA4"/>
    <w:rsid w:val="00441FDD"/>
    <w:rsid w:val="00442976"/>
    <w:rsid w:val="00442CBF"/>
    <w:rsid w:val="00444923"/>
    <w:rsid w:val="00445337"/>
    <w:rsid w:val="00446340"/>
    <w:rsid w:val="00446532"/>
    <w:rsid w:val="004475E7"/>
    <w:rsid w:val="004504BE"/>
    <w:rsid w:val="00451A1E"/>
    <w:rsid w:val="00453ED1"/>
    <w:rsid w:val="00456026"/>
    <w:rsid w:val="004562B2"/>
    <w:rsid w:val="0045702F"/>
    <w:rsid w:val="0045761A"/>
    <w:rsid w:val="00457D65"/>
    <w:rsid w:val="00457F97"/>
    <w:rsid w:val="00460479"/>
    <w:rsid w:val="004606AE"/>
    <w:rsid w:val="0046191B"/>
    <w:rsid w:val="004629DB"/>
    <w:rsid w:val="004635D1"/>
    <w:rsid w:val="0046374E"/>
    <w:rsid w:val="004640F5"/>
    <w:rsid w:val="00464C8F"/>
    <w:rsid w:val="0046523D"/>
    <w:rsid w:val="004671BB"/>
    <w:rsid w:val="00467622"/>
    <w:rsid w:val="00470156"/>
    <w:rsid w:val="00471196"/>
    <w:rsid w:val="00472782"/>
    <w:rsid w:val="00473677"/>
    <w:rsid w:val="004736E6"/>
    <w:rsid w:val="004747AA"/>
    <w:rsid w:val="00476484"/>
    <w:rsid w:val="00476A2C"/>
    <w:rsid w:val="0048080A"/>
    <w:rsid w:val="0048092C"/>
    <w:rsid w:val="00481500"/>
    <w:rsid w:val="00481FF7"/>
    <w:rsid w:val="00482198"/>
    <w:rsid w:val="00483AE1"/>
    <w:rsid w:val="0048565E"/>
    <w:rsid w:val="0048568C"/>
    <w:rsid w:val="0048683D"/>
    <w:rsid w:val="00487653"/>
    <w:rsid w:val="00487880"/>
    <w:rsid w:val="00490A43"/>
    <w:rsid w:val="004915BE"/>
    <w:rsid w:val="00494EDE"/>
    <w:rsid w:val="00495BBC"/>
    <w:rsid w:val="00496006"/>
    <w:rsid w:val="004970F8"/>
    <w:rsid w:val="004A20A1"/>
    <w:rsid w:val="004A55EF"/>
    <w:rsid w:val="004A5808"/>
    <w:rsid w:val="004A585E"/>
    <w:rsid w:val="004A6DCB"/>
    <w:rsid w:val="004A7648"/>
    <w:rsid w:val="004A7D0E"/>
    <w:rsid w:val="004A7FA4"/>
    <w:rsid w:val="004B0362"/>
    <w:rsid w:val="004B1108"/>
    <w:rsid w:val="004B202B"/>
    <w:rsid w:val="004B3510"/>
    <w:rsid w:val="004B3BC3"/>
    <w:rsid w:val="004B4119"/>
    <w:rsid w:val="004B5812"/>
    <w:rsid w:val="004B6ED2"/>
    <w:rsid w:val="004B73B7"/>
    <w:rsid w:val="004B76EA"/>
    <w:rsid w:val="004C096B"/>
    <w:rsid w:val="004C1679"/>
    <w:rsid w:val="004C2F21"/>
    <w:rsid w:val="004C3122"/>
    <w:rsid w:val="004C3937"/>
    <w:rsid w:val="004C3D02"/>
    <w:rsid w:val="004C4BF5"/>
    <w:rsid w:val="004C5043"/>
    <w:rsid w:val="004C530D"/>
    <w:rsid w:val="004C5A6B"/>
    <w:rsid w:val="004C6327"/>
    <w:rsid w:val="004C7619"/>
    <w:rsid w:val="004C7D53"/>
    <w:rsid w:val="004D0017"/>
    <w:rsid w:val="004D01EA"/>
    <w:rsid w:val="004D0C94"/>
    <w:rsid w:val="004D0E5D"/>
    <w:rsid w:val="004D1FDC"/>
    <w:rsid w:val="004D25CD"/>
    <w:rsid w:val="004D435C"/>
    <w:rsid w:val="004D4684"/>
    <w:rsid w:val="004D478C"/>
    <w:rsid w:val="004D5882"/>
    <w:rsid w:val="004D5AA4"/>
    <w:rsid w:val="004D6A0F"/>
    <w:rsid w:val="004D6CAD"/>
    <w:rsid w:val="004E0E7D"/>
    <w:rsid w:val="004E1D91"/>
    <w:rsid w:val="004E210F"/>
    <w:rsid w:val="004E2E2A"/>
    <w:rsid w:val="004E329C"/>
    <w:rsid w:val="004E32A7"/>
    <w:rsid w:val="004E46F3"/>
    <w:rsid w:val="004E4C43"/>
    <w:rsid w:val="004E50EC"/>
    <w:rsid w:val="004E5186"/>
    <w:rsid w:val="004E5735"/>
    <w:rsid w:val="004E7803"/>
    <w:rsid w:val="004F039A"/>
    <w:rsid w:val="004F0EEE"/>
    <w:rsid w:val="004F165D"/>
    <w:rsid w:val="004F2765"/>
    <w:rsid w:val="004F2EDC"/>
    <w:rsid w:val="004F3102"/>
    <w:rsid w:val="004F32CA"/>
    <w:rsid w:val="004F349F"/>
    <w:rsid w:val="004F3EFD"/>
    <w:rsid w:val="004F565E"/>
    <w:rsid w:val="004F71E6"/>
    <w:rsid w:val="004F721A"/>
    <w:rsid w:val="0050094D"/>
    <w:rsid w:val="00500E5C"/>
    <w:rsid w:val="0050279D"/>
    <w:rsid w:val="0050295B"/>
    <w:rsid w:val="00502DA9"/>
    <w:rsid w:val="00504AA0"/>
    <w:rsid w:val="00505065"/>
    <w:rsid w:val="0050652A"/>
    <w:rsid w:val="005114D7"/>
    <w:rsid w:val="00511DBA"/>
    <w:rsid w:val="005124BD"/>
    <w:rsid w:val="005128D5"/>
    <w:rsid w:val="00512906"/>
    <w:rsid w:val="0051497A"/>
    <w:rsid w:val="00514A32"/>
    <w:rsid w:val="00522DB9"/>
    <w:rsid w:val="0052383B"/>
    <w:rsid w:val="0052391B"/>
    <w:rsid w:val="0052403F"/>
    <w:rsid w:val="00525D4B"/>
    <w:rsid w:val="00527C39"/>
    <w:rsid w:val="0053039D"/>
    <w:rsid w:val="005304BE"/>
    <w:rsid w:val="005310D3"/>
    <w:rsid w:val="0053246D"/>
    <w:rsid w:val="00532DB5"/>
    <w:rsid w:val="005336D8"/>
    <w:rsid w:val="00534A62"/>
    <w:rsid w:val="00536833"/>
    <w:rsid w:val="00536C58"/>
    <w:rsid w:val="00536F16"/>
    <w:rsid w:val="00537A72"/>
    <w:rsid w:val="005405A4"/>
    <w:rsid w:val="00540960"/>
    <w:rsid w:val="005410EE"/>
    <w:rsid w:val="00541ACC"/>
    <w:rsid w:val="00541C42"/>
    <w:rsid w:val="005422A5"/>
    <w:rsid w:val="00542666"/>
    <w:rsid w:val="005428CA"/>
    <w:rsid w:val="0054492F"/>
    <w:rsid w:val="00544DA6"/>
    <w:rsid w:val="00545207"/>
    <w:rsid w:val="0054567E"/>
    <w:rsid w:val="0054686B"/>
    <w:rsid w:val="0055060B"/>
    <w:rsid w:val="005506CD"/>
    <w:rsid w:val="00551120"/>
    <w:rsid w:val="005514A7"/>
    <w:rsid w:val="0055208E"/>
    <w:rsid w:val="005522AD"/>
    <w:rsid w:val="00552CAC"/>
    <w:rsid w:val="00554F2C"/>
    <w:rsid w:val="00555701"/>
    <w:rsid w:val="00555B93"/>
    <w:rsid w:val="00556E49"/>
    <w:rsid w:val="00556F03"/>
    <w:rsid w:val="00557552"/>
    <w:rsid w:val="00560B8F"/>
    <w:rsid w:val="00560BC3"/>
    <w:rsid w:val="00560FC2"/>
    <w:rsid w:val="00561730"/>
    <w:rsid w:val="00561CDA"/>
    <w:rsid w:val="00562EB9"/>
    <w:rsid w:val="005635A5"/>
    <w:rsid w:val="005650B6"/>
    <w:rsid w:val="005658C6"/>
    <w:rsid w:val="00566A1F"/>
    <w:rsid w:val="00570C4F"/>
    <w:rsid w:val="00573EAA"/>
    <w:rsid w:val="005758D8"/>
    <w:rsid w:val="00575E56"/>
    <w:rsid w:val="005809DF"/>
    <w:rsid w:val="0058172C"/>
    <w:rsid w:val="00581BAF"/>
    <w:rsid w:val="00583CA0"/>
    <w:rsid w:val="00584B74"/>
    <w:rsid w:val="0058508D"/>
    <w:rsid w:val="00586F0A"/>
    <w:rsid w:val="00590236"/>
    <w:rsid w:val="00590AA6"/>
    <w:rsid w:val="00590FD8"/>
    <w:rsid w:val="00591E9E"/>
    <w:rsid w:val="00591F36"/>
    <w:rsid w:val="0059374B"/>
    <w:rsid w:val="005939C1"/>
    <w:rsid w:val="005957A8"/>
    <w:rsid w:val="005978BB"/>
    <w:rsid w:val="005A16D5"/>
    <w:rsid w:val="005A20F2"/>
    <w:rsid w:val="005A25A2"/>
    <w:rsid w:val="005A2A0F"/>
    <w:rsid w:val="005A2B71"/>
    <w:rsid w:val="005A3338"/>
    <w:rsid w:val="005A3B7A"/>
    <w:rsid w:val="005A414F"/>
    <w:rsid w:val="005A7AEB"/>
    <w:rsid w:val="005B089D"/>
    <w:rsid w:val="005B1C17"/>
    <w:rsid w:val="005B25BA"/>
    <w:rsid w:val="005B299A"/>
    <w:rsid w:val="005B3157"/>
    <w:rsid w:val="005B3F2B"/>
    <w:rsid w:val="005B4505"/>
    <w:rsid w:val="005B4D69"/>
    <w:rsid w:val="005B6895"/>
    <w:rsid w:val="005B6A0C"/>
    <w:rsid w:val="005B7B90"/>
    <w:rsid w:val="005C00EA"/>
    <w:rsid w:val="005C0C20"/>
    <w:rsid w:val="005C2CC7"/>
    <w:rsid w:val="005C34A9"/>
    <w:rsid w:val="005C61AB"/>
    <w:rsid w:val="005C69F5"/>
    <w:rsid w:val="005C6C28"/>
    <w:rsid w:val="005C6ECE"/>
    <w:rsid w:val="005D16F9"/>
    <w:rsid w:val="005D182D"/>
    <w:rsid w:val="005D20FF"/>
    <w:rsid w:val="005D457E"/>
    <w:rsid w:val="005D4670"/>
    <w:rsid w:val="005D4FB9"/>
    <w:rsid w:val="005D5BCF"/>
    <w:rsid w:val="005D62C2"/>
    <w:rsid w:val="005D63DD"/>
    <w:rsid w:val="005E208B"/>
    <w:rsid w:val="005E3670"/>
    <w:rsid w:val="005E401B"/>
    <w:rsid w:val="005E5EAD"/>
    <w:rsid w:val="005E5FCF"/>
    <w:rsid w:val="005E6C2C"/>
    <w:rsid w:val="005F01A2"/>
    <w:rsid w:val="005F057D"/>
    <w:rsid w:val="005F11AF"/>
    <w:rsid w:val="005F1FE9"/>
    <w:rsid w:val="005F36DE"/>
    <w:rsid w:val="005F42C4"/>
    <w:rsid w:val="005F4734"/>
    <w:rsid w:val="00600812"/>
    <w:rsid w:val="00601223"/>
    <w:rsid w:val="0060137F"/>
    <w:rsid w:val="006023B7"/>
    <w:rsid w:val="00602B51"/>
    <w:rsid w:val="0060370A"/>
    <w:rsid w:val="006058C4"/>
    <w:rsid w:val="00605F69"/>
    <w:rsid w:val="00610370"/>
    <w:rsid w:val="00612AE2"/>
    <w:rsid w:val="006130A1"/>
    <w:rsid w:val="0061559A"/>
    <w:rsid w:val="006157AF"/>
    <w:rsid w:val="0061594C"/>
    <w:rsid w:val="00616714"/>
    <w:rsid w:val="00620C57"/>
    <w:rsid w:val="0062336D"/>
    <w:rsid w:val="006238C8"/>
    <w:rsid w:val="00623AFE"/>
    <w:rsid w:val="00625073"/>
    <w:rsid w:val="006259CD"/>
    <w:rsid w:val="00625FF4"/>
    <w:rsid w:val="00627253"/>
    <w:rsid w:val="00627B14"/>
    <w:rsid w:val="0063093F"/>
    <w:rsid w:val="0063177D"/>
    <w:rsid w:val="006324C0"/>
    <w:rsid w:val="00633163"/>
    <w:rsid w:val="00633505"/>
    <w:rsid w:val="00634D4F"/>
    <w:rsid w:val="00635418"/>
    <w:rsid w:val="00637463"/>
    <w:rsid w:val="00644E05"/>
    <w:rsid w:val="00645C35"/>
    <w:rsid w:val="00646977"/>
    <w:rsid w:val="00647979"/>
    <w:rsid w:val="00647EBE"/>
    <w:rsid w:val="00652CD3"/>
    <w:rsid w:val="00655854"/>
    <w:rsid w:val="00657A14"/>
    <w:rsid w:val="00660172"/>
    <w:rsid w:val="00660D32"/>
    <w:rsid w:val="00662673"/>
    <w:rsid w:val="00663101"/>
    <w:rsid w:val="006631AE"/>
    <w:rsid w:val="00664D31"/>
    <w:rsid w:val="00665F32"/>
    <w:rsid w:val="00666823"/>
    <w:rsid w:val="00667545"/>
    <w:rsid w:val="006704C0"/>
    <w:rsid w:val="00670A57"/>
    <w:rsid w:val="00671502"/>
    <w:rsid w:val="00672315"/>
    <w:rsid w:val="00672DE9"/>
    <w:rsid w:val="0067451E"/>
    <w:rsid w:val="00674D2C"/>
    <w:rsid w:val="00676084"/>
    <w:rsid w:val="00677B2C"/>
    <w:rsid w:val="00682C06"/>
    <w:rsid w:val="006833F9"/>
    <w:rsid w:val="00684658"/>
    <w:rsid w:val="00684672"/>
    <w:rsid w:val="00684CBB"/>
    <w:rsid w:val="00684F01"/>
    <w:rsid w:val="00685329"/>
    <w:rsid w:val="0068533E"/>
    <w:rsid w:val="00686D3E"/>
    <w:rsid w:val="00686D6F"/>
    <w:rsid w:val="00687A45"/>
    <w:rsid w:val="00691670"/>
    <w:rsid w:val="006925BF"/>
    <w:rsid w:val="00693090"/>
    <w:rsid w:val="00693E82"/>
    <w:rsid w:val="00694C4B"/>
    <w:rsid w:val="00695A76"/>
    <w:rsid w:val="0069604C"/>
    <w:rsid w:val="006961DD"/>
    <w:rsid w:val="006A0BC3"/>
    <w:rsid w:val="006A169E"/>
    <w:rsid w:val="006A236E"/>
    <w:rsid w:val="006A333C"/>
    <w:rsid w:val="006A54AE"/>
    <w:rsid w:val="006A62DD"/>
    <w:rsid w:val="006A6341"/>
    <w:rsid w:val="006A70E3"/>
    <w:rsid w:val="006A7173"/>
    <w:rsid w:val="006A7EB2"/>
    <w:rsid w:val="006B13DF"/>
    <w:rsid w:val="006B3588"/>
    <w:rsid w:val="006B409A"/>
    <w:rsid w:val="006B4369"/>
    <w:rsid w:val="006B500C"/>
    <w:rsid w:val="006B5046"/>
    <w:rsid w:val="006B671E"/>
    <w:rsid w:val="006B6DAD"/>
    <w:rsid w:val="006B79C5"/>
    <w:rsid w:val="006B7CBB"/>
    <w:rsid w:val="006C13CA"/>
    <w:rsid w:val="006C148A"/>
    <w:rsid w:val="006C35E5"/>
    <w:rsid w:val="006C3AD9"/>
    <w:rsid w:val="006C4E49"/>
    <w:rsid w:val="006C6CB6"/>
    <w:rsid w:val="006D0665"/>
    <w:rsid w:val="006D1323"/>
    <w:rsid w:val="006D14D1"/>
    <w:rsid w:val="006D2EE5"/>
    <w:rsid w:val="006D3910"/>
    <w:rsid w:val="006D3C0B"/>
    <w:rsid w:val="006D4711"/>
    <w:rsid w:val="006D684F"/>
    <w:rsid w:val="006D6BA9"/>
    <w:rsid w:val="006D7762"/>
    <w:rsid w:val="006D7990"/>
    <w:rsid w:val="006E1A9B"/>
    <w:rsid w:val="006E1ABC"/>
    <w:rsid w:val="006E29F7"/>
    <w:rsid w:val="006E2B13"/>
    <w:rsid w:val="006E35CD"/>
    <w:rsid w:val="006E3B89"/>
    <w:rsid w:val="006E5257"/>
    <w:rsid w:val="006E5E98"/>
    <w:rsid w:val="006E7588"/>
    <w:rsid w:val="006E7708"/>
    <w:rsid w:val="006F0E51"/>
    <w:rsid w:val="006F0EC7"/>
    <w:rsid w:val="006F1060"/>
    <w:rsid w:val="006F2EE3"/>
    <w:rsid w:val="006F39B8"/>
    <w:rsid w:val="006F3C3B"/>
    <w:rsid w:val="006F4295"/>
    <w:rsid w:val="006F42E8"/>
    <w:rsid w:val="006F45A5"/>
    <w:rsid w:val="006F7333"/>
    <w:rsid w:val="007006A4"/>
    <w:rsid w:val="00701535"/>
    <w:rsid w:val="00704672"/>
    <w:rsid w:val="00704B19"/>
    <w:rsid w:val="00704C2E"/>
    <w:rsid w:val="007067B9"/>
    <w:rsid w:val="00710915"/>
    <w:rsid w:val="00710F85"/>
    <w:rsid w:val="007112AC"/>
    <w:rsid w:val="0071316C"/>
    <w:rsid w:val="00715B2E"/>
    <w:rsid w:val="00715EC3"/>
    <w:rsid w:val="00715F8F"/>
    <w:rsid w:val="00716EB7"/>
    <w:rsid w:val="00717511"/>
    <w:rsid w:val="0072365B"/>
    <w:rsid w:val="00724272"/>
    <w:rsid w:val="00725660"/>
    <w:rsid w:val="0073225D"/>
    <w:rsid w:val="00733433"/>
    <w:rsid w:val="007347B3"/>
    <w:rsid w:val="00735BC1"/>
    <w:rsid w:val="007367D4"/>
    <w:rsid w:val="007369E2"/>
    <w:rsid w:val="00737D3E"/>
    <w:rsid w:val="0074183F"/>
    <w:rsid w:val="00742588"/>
    <w:rsid w:val="00742D21"/>
    <w:rsid w:val="00742E14"/>
    <w:rsid w:val="00746CFB"/>
    <w:rsid w:val="00751DDC"/>
    <w:rsid w:val="0075290E"/>
    <w:rsid w:val="00753520"/>
    <w:rsid w:val="00755558"/>
    <w:rsid w:val="00755D4C"/>
    <w:rsid w:val="00755F38"/>
    <w:rsid w:val="00756DF8"/>
    <w:rsid w:val="00756DFF"/>
    <w:rsid w:val="0075736F"/>
    <w:rsid w:val="00757691"/>
    <w:rsid w:val="007602DB"/>
    <w:rsid w:val="00760DBF"/>
    <w:rsid w:val="00762B3C"/>
    <w:rsid w:val="00762B47"/>
    <w:rsid w:val="00762CFF"/>
    <w:rsid w:val="00765D16"/>
    <w:rsid w:val="00765FC1"/>
    <w:rsid w:val="00766AF1"/>
    <w:rsid w:val="007671E6"/>
    <w:rsid w:val="00767BE2"/>
    <w:rsid w:val="00767C98"/>
    <w:rsid w:val="007726D3"/>
    <w:rsid w:val="00772991"/>
    <w:rsid w:val="00772A20"/>
    <w:rsid w:val="00772E3A"/>
    <w:rsid w:val="007739BE"/>
    <w:rsid w:val="00775006"/>
    <w:rsid w:val="00775814"/>
    <w:rsid w:val="00775DFF"/>
    <w:rsid w:val="00777521"/>
    <w:rsid w:val="007779C9"/>
    <w:rsid w:val="00777EAE"/>
    <w:rsid w:val="00777FD1"/>
    <w:rsid w:val="0078062B"/>
    <w:rsid w:val="007808B4"/>
    <w:rsid w:val="00781087"/>
    <w:rsid w:val="007817C6"/>
    <w:rsid w:val="0078299C"/>
    <w:rsid w:val="00782A2C"/>
    <w:rsid w:val="0078336D"/>
    <w:rsid w:val="00783C9C"/>
    <w:rsid w:val="007924E4"/>
    <w:rsid w:val="00794BB6"/>
    <w:rsid w:val="00795EBB"/>
    <w:rsid w:val="00796BAD"/>
    <w:rsid w:val="007A2512"/>
    <w:rsid w:val="007A2874"/>
    <w:rsid w:val="007A2ABC"/>
    <w:rsid w:val="007A4CC0"/>
    <w:rsid w:val="007A517C"/>
    <w:rsid w:val="007A69A8"/>
    <w:rsid w:val="007A6DB8"/>
    <w:rsid w:val="007A6E30"/>
    <w:rsid w:val="007A722E"/>
    <w:rsid w:val="007A7C10"/>
    <w:rsid w:val="007A7DCE"/>
    <w:rsid w:val="007A7ED9"/>
    <w:rsid w:val="007B0B59"/>
    <w:rsid w:val="007B1057"/>
    <w:rsid w:val="007B1821"/>
    <w:rsid w:val="007B4A1E"/>
    <w:rsid w:val="007B6158"/>
    <w:rsid w:val="007B658E"/>
    <w:rsid w:val="007B67DC"/>
    <w:rsid w:val="007B79BE"/>
    <w:rsid w:val="007B7F4D"/>
    <w:rsid w:val="007C26A2"/>
    <w:rsid w:val="007C327B"/>
    <w:rsid w:val="007C5BD2"/>
    <w:rsid w:val="007C5FD5"/>
    <w:rsid w:val="007C6F07"/>
    <w:rsid w:val="007C7001"/>
    <w:rsid w:val="007C7406"/>
    <w:rsid w:val="007D0245"/>
    <w:rsid w:val="007D133E"/>
    <w:rsid w:val="007D1908"/>
    <w:rsid w:val="007D1A11"/>
    <w:rsid w:val="007D1D1A"/>
    <w:rsid w:val="007D2440"/>
    <w:rsid w:val="007D301D"/>
    <w:rsid w:val="007D4C7F"/>
    <w:rsid w:val="007D53D8"/>
    <w:rsid w:val="007D6CA4"/>
    <w:rsid w:val="007D7C2A"/>
    <w:rsid w:val="007E0151"/>
    <w:rsid w:val="007E184D"/>
    <w:rsid w:val="007E205B"/>
    <w:rsid w:val="007E2A2F"/>
    <w:rsid w:val="007E2C35"/>
    <w:rsid w:val="007E2D52"/>
    <w:rsid w:val="007E320F"/>
    <w:rsid w:val="007E3A6D"/>
    <w:rsid w:val="007E4C1B"/>
    <w:rsid w:val="007E503B"/>
    <w:rsid w:val="007E5138"/>
    <w:rsid w:val="007E5514"/>
    <w:rsid w:val="007E6D8D"/>
    <w:rsid w:val="007E713E"/>
    <w:rsid w:val="007F074A"/>
    <w:rsid w:val="007F164F"/>
    <w:rsid w:val="007F241D"/>
    <w:rsid w:val="007F26F4"/>
    <w:rsid w:val="007F44DF"/>
    <w:rsid w:val="007F4B0C"/>
    <w:rsid w:val="007F5E1C"/>
    <w:rsid w:val="008000D0"/>
    <w:rsid w:val="00801F68"/>
    <w:rsid w:val="008028B5"/>
    <w:rsid w:val="008030D9"/>
    <w:rsid w:val="00803657"/>
    <w:rsid w:val="0080381F"/>
    <w:rsid w:val="00803BA7"/>
    <w:rsid w:val="0080574D"/>
    <w:rsid w:val="008073B3"/>
    <w:rsid w:val="0080747F"/>
    <w:rsid w:val="0081013A"/>
    <w:rsid w:val="0081018E"/>
    <w:rsid w:val="00811076"/>
    <w:rsid w:val="008119B9"/>
    <w:rsid w:val="00812090"/>
    <w:rsid w:val="00814F11"/>
    <w:rsid w:val="00815D7B"/>
    <w:rsid w:val="008162C9"/>
    <w:rsid w:val="008162D5"/>
    <w:rsid w:val="00816350"/>
    <w:rsid w:val="008164EB"/>
    <w:rsid w:val="00816B13"/>
    <w:rsid w:val="008211CF"/>
    <w:rsid w:val="008215F1"/>
    <w:rsid w:val="00821B60"/>
    <w:rsid w:val="00821FA8"/>
    <w:rsid w:val="00823E70"/>
    <w:rsid w:val="008244F3"/>
    <w:rsid w:val="008247ED"/>
    <w:rsid w:val="0082499B"/>
    <w:rsid w:val="00825823"/>
    <w:rsid w:val="00826CEA"/>
    <w:rsid w:val="00827279"/>
    <w:rsid w:val="0082758E"/>
    <w:rsid w:val="00831F07"/>
    <w:rsid w:val="00832CEA"/>
    <w:rsid w:val="00833CB6"/>
    <w:rsid w:val="00833E2B"/>
    <w:rsid w:val="00834217"/>
    <w:rsid w:val="0083424A"/>
    <w:rsid w:val="008342EC"/>
    <w:rsid w:val="008344F5"/>
    <w:rsid w:val="0083456C"/>
    <w:rsid w:val="00834657"/>
    <w:rsid w:val="00835DFD"/>
    <w:rsid w:val="00836162"/>
    <w:rsid w:val="008410DB"/>
    <w:rsid w:val="00842111"/>
    <w:rsid w:val="0084214F"/>
    <w:rsid w:val="00842D39"/>
    <w:rsid w:val="008432C3"/>
    <w:rsid w:val="008432D4"/>
    <w:rsid w:val="00843E4C"/>
    <w:rsid w:val="00846EDF"/>
    <w:rsid w:val="0084707C"/>
    <w:rsid w:val="0085565D"/>
    <w:rsid w:val="00857916"/>
    <w:rsid w:val="00861595"/>
    <w:rsid w:val="00861EE4"/>
    <w:rsid w:val="00863F38"/>
    <w:rsid w:val="008640B7"/>
    <w:rsid w:val="008641DA"/>
    <w:rsid w:val="00864E37"/>
    <w:rsid w:val="00870271"/>
    <w:rsid w:val="0087060A"/>
    <w:rsid w:val="00872FE4"/>
    <w:rsid w:val="00873562"/>
    <w:rsid w:val="00873891"/>
    <w:rsid w:val="00873B30"/>
    <w:rsid w:val="00875FFB"/>
    <w:rsid w:val="00877D4E"/>
    <w:rsid w:val="008813AF"/>
    <w:rsid w:val="00881E9F"/>
    <w:rsid w:val="00884868"/>
    <w:rsid w:val="008859CF"/>
    <w:rsid w:val="00885BE7"/>
    <w:rsid w:val="00886A18"/>
    <w:rsid w:val="0088715B"/>
    <w:rsid w:val="008879AE"/>
    <w:rsid w:val="00887E71"/>
    <w:rsid w:val="00890528"/>
    <w:rsid w:val="00890DEE"/>
    <w:rsid w:val="00890EE0"/>
    <w:rsid w:val="008910BD"/>
    <w:rsid w:val="00891376"/>
    <w:rsid w:val="00892335"/>
    <w:rsid w:val="008935B3"/>
    <w:rsid w:val="00893BB8"/>
    <w:rsid w:val="008950C2"/>
    <w:rsid w:val="00896A8D"/>
    <w:rsid w:val="0089717E"/>
    <w:rsid w:val="008A1570"/>
    <w:rsid w:val="008A1944"/>
    <w:rsid w:val="008A300C"/>
    <w:rsid w:val="008A68B3"/>
    <w:rsid w:val="008A73FC"/>
    <w:rsid w:val="008A74B9"/>
    <w:rsid w:val="008A79D3"/>
    <w:rsid w:val="008A7A3A"/>
    <w:rsid w:val="008B0457"/>
    <w:rsid w:val="008B0A02"/>
    <w:rsid w:val="008B2847"/>
    <w:rsid w:val="008B2897"/>
    <w:rsid w:val="008B4C2A"/>
    <w:rsid w:val="008B5B2E"/>
    <w:rsid w:val="008B6368"/>
    <w:rsid w:val="008C08CE"/>
    <w:rsid w:val="008C3031"/>
    <w:rsid w:val="008C354C"/>
    <w:rsid w:val="008C5D31"/>
    <w:rsid w:val="008C7903"/>
    <w:rsid w:val="008D166F"/>
    <w:rsid w:val="008D1FBA"/>
    <w:rsid w:val="008D233F"/>
    <w:rsid w:val="008D2E00"/>
    <w:rsid w:val="008D2F3D"/>
    <w:rsid w:val="008D3012"/>
    <w:rsid w:val="008D3D67"/>
    <w:rsid w:val="008D530D"/>
    <w:rsid w:val="008D5F3D"/>
    <w:rsid w:val="008D73A6"/>
    <w:rsid w:val="008D7411"/>
    <w:rsid w:val="008E2D5A"/>
    <w:rsid w:val="008E35E8"/>
    <w:rsid w:val="008E3FD2"/>
    <w:rsid w:val="008E40C4"/>
    <w:rsid w:val="008E4AE3"/>
    <w:rsid w:val="008E62C6"/>
    <w:rsid w:val="008E72ED"/>
    <w:rsid w:val="008F1590"/>
    <w:rsid w:val="008F44E7"/>
    <w:rsid w:val="008F6549"/>
    <w:rsid w:val="008F6746"/>
    <w:rsid w:val="008F7075"/>
    <w:rsid w:val="008F7328"/>
    <w:rsid w:val="008F7485"/>
    <w:rsid w:val="008F7BA3"/>
    <w:rsid w:val="008F7C57"/>
    <w:rsid w:val="0090098B"/>
    <w:rsid w:val="00903539"/>
    <w:rsid w:val="00903710"/>
    <w:rsid w:val="00904041"/>
    <w:rsid w:val="00904377"/>
    <w:rsid w:val="00904A11"/>
    <w:rsid w:val="00904FCB"/>
    <w:rsid w:val="009071B3"/>
    <w:rsid w:val="00907634"/>
    <w:rsid w:val="009076C2"/>
    <w:rsid w:val="009101E3"/>
    <w:rsid w:val="00910A1D"/>
    <w:rsid w:val="00910E2E"/>
    <w:rsid w:val="0091236A"/>
    <w:rsid w:val="0091292A"/>
    <w:rsid w:val="00912E41"/>
    <w:rsid w:val="00913AEE"/>
    <w:rsid w:val="00914151"/>
    <w:rsid w:val="00914A70"/>
    <w:rsid w:val="00917072"/>
    <w:rsid w:val="009175C9"/>
    <w:rsid w:val="00920946"/>
    <w:rsid w:val="00920CB2"/>
    <w:rsid w:val="0092108D"/>
    <w:rsid w:val="00921468"/>
    <w:rsid w:val="00921619"/>
    <w:rsid w:val="009217D6"/>
    <w:rsid w:val="00921EAB"/>
    <w:rsid w:val="00922DDF"/>
    <w:rsid w:val="00922EAB"/>
    <w:rsid w:val="009230A4"/>
    <w:rsid w:val="009236E0"/>
    <w:rsid w:val="009243BB"/>
    <w:rsid w:val="00924B65"/>
    <w:rsid w:val="00924D25"/>
    <w:rsid w:val="0092624F"/>
    <w:rsid w:val="00926329"/>
    <w:rsid w:val="00926333"/>
    <w:rsid w:val="00926355"/>
    <w:rsid w:val="00926A78"/>
    <w:rsid w:val="00926C0D"/>
    <w:rsid w:val="00927B73"/>
    <w:rsid w:val="00927E08"/>
    <w:rsid w:val="00927FB0"/>
    <w:rsid w:val="00931B8E"/>
    <w:rsid w:val="00933F12"/>
    <w:rsid w:val="00934F25"/>
    <w:rsid w:val="00935E2F"/>
    <w:rsid w:val="009376C0"/>
    <w:rsid w:val="00940357"/>
    <w:rsid w:val="00940BC8"/>
    <w:rsid w:val="0094183D"/>
    <w:rsid w:val="009422B7"/>
    <w:rsid w:val="00942928"/>
    <w:rsid w:val="00942955"/>
    <w:rsid w:val="00943791"/>
    <w:rsid w:val="009444D8"/>
    <w:rsid w:val="0094605C"/>
    <w:rsid w:val="009460E4"/>
    <w:rsid w:val="00946FCB"/>
    <w:rsid w:val="009500DD"/>
    <w:rsid w:val="009527DB"/>
    <w:rsid w:val="00952F1F"/>
    <w:rsid w:val="00953557"/>
    <w:rsid w:val="00957223"/>
    <w:rsid w:val="00960023"/>
    <w:rsid w:val="009608BF"/>
    <w:rsid w:val="0096270B"/>
    <w:rsid w:val="00964A61"/>
    <w:rsid w:val="009650DA"/>
    <w:rsid w:val="00965616"/>
    <w:rsid w:val="009662BA"/>
    <w:rsid w:val="00966D4A"/>
    <w:rsid w:val="00967964"/>
    <w:rsid w:val="00970253"/>
    <w:rsid w:val="00970409"/>
    <w:rsid w:val="00972EA2"/>
    <w:rsid w:val="009733D1"/>
    <w:rsid w:val="00974939"/>
    <w:rsid w:val="00975030"/>
    <w:rsid w:val="0097534E"/>
    <w:rsid w:val="0097611D"/>
    <w:rsid w:val="00976804"/>
    <w:rsid w:val="009803B2"/>
    <w:rsid w:val="00980904"/>
    <w:rsid w:val="00980CC9"/>
    <w:rsid w:val="00980FF9"/>
    <w:rsid w:val="009820B9"/>
    <w:rsid w:val="00986104"/>
    <w:rsid w:val="0098611F"/>
    <w:rsid w:val="00986350"/>
    <w:rsid w:val="009866B2"/>
    <w:rsid w:val="00987406"/>
    <w:rsid w:val="009906BA"/>
    <w:rsid w:val="009910D3"/>
    <w:rsid w:val="009918CD"/>
    <w:rsid w:val="00994667"/>
    <w:rsid w:val="009958D2"/>
    <w:rsid w:val="0099645C"/>
    <w:rsid w:val="00996565"/>
    <w:rsid w:val="00996D13"/>
    <w:rsid w:val="0099771D"/>
    <w:rsid w:val="009A0371"/>
    <w:rsid w:val="009A04D5"/>
    <w:rsid w:val="009A3CAC"/>
    <w:rsid w:val="009A422A"/>
    <w:rsid w:val="009A51A0"/>
    <w:rsid w:val="009A529D"/>
    <w:rsid w:val="009A56D7"/>
    <w:rsid w:val="009A5FA6"/>
    <w:rsid w:val="009B1BB0"/>
    <w:rsid w:val="009B234C"/>
    <w:rsid w:val="009B2AD5"/>
    <w:rsid w:val="009B3D5F"/>
    <w:rsid w:val="009B4009"/>
    <w:rsid w:val="009B5773"/>
    <w:rsid w:val="009B64EA"/>
    <w:rsid w:val="009C00ED"/>
    <w:rsid w:val="009C2C57"/>
    <w:rsid w:val="009C35D4"/>
    <w:rsid w:val="009C37C2"/>
    <w:rsid w:val="009C3840"/>
    <w:rsid w:val="009C4226"/>
    <w:rsid w:val="009C4235"/>
    <w:rsid w:val="009C58C6"/>
    <w:rsid w:val="009C59AA"/>
    <w:rsid w:val="009C6F59"/>
    <w:rsid w:val="009D052C"/>
    <w:rsid w:val="009D0FFF"/>
    <w:rsid w:val="009D15A9"/>
    <w:rsid w:val="009D27B3"/>
    <w:rsid w:val="009D2A13"/>
    <w:rsid w:val="009D2EF8"/>
    <w:rsid w:val="009D4652"/>
    <w:rsid w:val="009D5A26"/>
    <w:rsid w:val="009D6C38"/>
    <w:rsid w:val="009D71DD"/>
    <w:rsid w:val="009D7D36"/>
    <w:rsid w:val="009D7DE4"/>
    <w:rsid w:val="009E0FDD"/>
    <w:rsid w:val="009E35E5"/>
    <w:rsid w:val="009E4890"/>
    <w:rsid w:val="009E64CB"/>
    <w:rsid w:val="009E6542"/>
    <w:rsid w:val="009E6D7B"/>
    <w:rsid w:val="009F0AD0"/>
    <w:rsid w:val="009F2685"/>
    <w:rsid w:val="009F322D"/>
    <w:rsid w:val="009F361B"/>
    <w:rsid w:val="009F54F9"/>
    <w:rsid w:val="009F586F"/>
    <w:rsid w:val="009F6348"/>
    <w:rsid w:val="009F6945"/>
    <w:rsid w:val="009F7D35"/>
    <w:rsid w:val="009F7EAC"/>
    <w:rsid w:val="00A007C5"/>
    <w:rsid w:val="00A00E1E"/>
    <w:rsid w:val="00A01511"/>
    <w:rsid w:val="00A016E8"/>
    <w:rsid w:val="00A02DA1"/>
    <w:rsid w:val="00A039E9"/>
    <w:rsid w:val="00A03EC4"/>
    <w:rsid w:val="00A04218"/>
    <w:rsid w:val="00A04B64"/>
    <w:rsid w:val="00A057DD"/>
    <w:rsid w:val="00A05ABA"/>
    <w:rsid w:val="00A07EB5"/>
    <w:rsid w:val="00A10B12"/>
    <w:rsid w:val="00A11121"/>
    <w:rsid w:val="00A12F97"/>
    <w:rsid w:val="00A135B3"/>
    <w:rsid w:val="00A15566"/>
    <w:rsid w:val="00A1695C"/>
    <w:rsid w:val="00A20177"/>
    <w:rsid w:val="00A20B1D"/>
    <w:rsid w:val="00A20D40"/>
    <w:rsid w:val="00A21885"/>
    <w:rsid w:val="00A21C70"/>
    <w:rsid w:val="00A22380"/>
    <w:rsid w:val="00A23FD5"/>
    <w:rsid w:val="00A24D57"/>
    <w:rsid w:val="00A25663"/>
    <w:rsid w:val="00A262A1"/>
    <w:rsid w:val="00A26961"/>
    <w:rsid w:val="00A26F4C"/>
    <w:rsid w:val="00A3082D"/>
    <w:rsid w:val="00A30F5C"/>
    <w:rsid w:val="00A329AE"/>
    <w:rsid w:val="00A33449"/>
    <w:rsid w:val="00A337EB"/>
    <w:rsid w:val="00A33C76"/>
    <w:rsid w:val="00A346E6"/>
    <w:rsid w:val="00A34F67"/>
    <w:rsid w:val="00A35283"/>
    <w:rsid w:val="00A35A6F"/>
    <w:rsid w:val="00A3669E"/>
    <w:rsid w:val="00A37506"/>
    <w:rsid w:val="00A37E90"/>
    <w:rsid w:val="00A411B1"/>
    <w:rsid w:val="00A43A1F"/>
    <w:rsid w:val="00A444CD"/>
    <w:rsid w:val="00A4589B"/>
    <w:rsid w:val="00A46AAE"/>
    <w:rsid w:val="00A46C32"/>
    <w:rsid w:val="00A47D2C"/>
    <w:rsid w:val="00A5279E"/>
    <w:rsid w:val="00A55E27"/>
    <w:rsid w:val="00A55F45"/>
    <w:rsid w:val="00A56C77"/>
    <w:rsid w:val="00A572EA"/>
    <w:rsid w:val="00A63097"/>
    <w:rsid w:val="00A64032"/>
    <w:rsid w:val="00A64362"/>
    <w:rsid w:val="00A644D0"/>
    <w:rsid w:val="00A65358"/>
    <w:rsid w:val="00A70390"/>
    <w:rsid w:val="00A72E62"/>
    <w:rsid w:val="00A72F0E"/>
    <w:rsid w:val="00A737CE"/>
    <w:rsid w:val="00A73E1F"/>
    <w:rsid w:val="00A74CD5"/>
    <w:rsid w:val="00A7547A"/>
    <w:rsid w:val="00A75F95"/>
    <w:rsid w:val="00A770AC"/>
    <w:rsid w:val="00A8022C"/>
    <w:rsid w:val="00A818C0"/>
    <w:rsid w:val="00A82AF0"/>
    <w:rsid w:val="00A8504D"/>
    <w:rsid w:val="00A854DD"/>
    <w:rsid w:val="00A876D9"/>
    <w:rsid w:val="00A87A92"/>
    <w:rsid w:val="00A93A13"/>
    <w:rsid w:val="00A95AE0"/>
    <w:rsid w:val="00A966C1"/>
    <w:rsid w:val="00A9739E"/>
    <w:rsid w:val="00AA1B2E"/>
    <w:rsid w:val="00AA45B5"/>
    <w:rsid w:val="00AA55EE"/>
    <w:rsid w:val="00AA58E1"/>
    <w:rsid w:val="00AA597D"/>
    <w:rsid w:val="00AA7C48"/>
    <w:rsid w:val="00AB0109"/>
    <w:rsid w:val="00AB0BDF"/>
    <w:rsid w:val="00AB2C91"/>
    <w:rsid w:val="00AB3257"/>
    <w:rsid w:val="00AB3535"/>
    <w:rsid w:val="00AB4068"/>
    <w:rsid w:val="00AB40B5"/>
    <w:rsid w:val="00AB4126"/>
    <w:rsid w:val="00AB654B"/>
    <w:rsid w:val="00AB6587"/>
    <w:rsid w:val="00AC0942"/>
    <w:rsid w:val="00AC31ED"/>
    <w:rsid w:val="00AC5C91"/>
    <w:rsid w:val="00AC603A"/>
    <w:rsid w:val="00AC799D"/>
    <w:rsid w:val="00AD16A7"/>
    <w:rsid w:val="00AD2892"/>
    <w:rsid w:val="00AD2C38"/>
    <w:rsid w:val="00AD31DD"/>
    <w:rsid w:val="00AD33E6"/>
    <w:rsid w:val="00AD3AEE"/>
    <w:rsid w:val="00AD5A62"/>
    <w:rsid w:val="00AD64ED"/>
    <w:rsid w:val="00AE118A"/>
    <w:rsid w:val="00AE21EF"/>
    <w:rsid w:val="00AE2A05"/>
    <w:rsid w:val="00AE5684"/>
    <w:rsid w:val="00AE5EB1"/>
    <w:rsid w:val="00AE62FF"/>
    <w:rsid w:val="00AF1073"/>
    <w:rsid w:val="00AF32AE"/>
    <w:rsid w:val="00AF35A0"/>
    <w:rsid w:val="00AF42D1"/>
    <w:rsid w:val="00AF5748"/>
    <w:rsid w:val="00AF66D9"/>
    <w:rsid w:val="00AF67FD"/>
    <w:rsid w:val="00AF69AC"/>
    <w:rsid w:val="00B00823"/>
    <w:rsid w:val="00B01416"/>
    <w:rsid w:val="00B01997"/>
    <w:rsid w:val="00B03484"/>
    <w:rsid w:val="00B04BFA"/>
    <w:rsid w:val="00B05AF4"/>
    <w:rsid w:val="00B07C7B"/>
    <w:rsid w:val="00B1149B"/>
    <w:rsid w:val="00B11829"/>
    <w:rsid w:val="00B130C8"/>
    <w:rsid w:val="00B16D47"/>
    <w:rsid w:val="00B16E78"/>
    <w:rsid w:val="00B21B5B"/>
    <w:rsid w:val="00B229FF"/>
    <w:rsid w:val="00B237A1"/>
    <w:rsid w:val="00B24E9E"/>
    <w:rsid w:val="00B2512B"/>
    <w:rsid w:val="00B25604"/>
    <w:rsid w:val="00B25FD8"/>
    <w:rsid w:val="00B262FB"/>
    <w:rsid w:val="00B266C7"/>
    <w:rsid w:val="00B277F3"/>
    <w:rsid w:val="00B310B4"/>
    <w:rsid w:val="00B32847"/>
    <w:rsid w:val="00B3478B"/>
    <w:rsid w:val="00B3584C"/>
    <w:rsid w:val="00B359F3"/>
    <w:rsid w:val="00B36153"/>
    <w:rsid w:val="00B361C8"/>
    <w:rsid w:val="00B36B6F"/>
    <w:rsid w:val="00B3752B"/>
    <w:rsid w:val="00B40315"/>
    <w:rsid w:val="00B40DB5"/>
    <w:rsid w:val="00B41660"/>
    <w:rsid w:val="00B42E05"/>
    <w:rsid w:val="00B44889"/>
    <w:rsid w:val="00B46A20"/>
    <w:rsid w:val="00B474E2"/>
    <w:rsid w:val="00B5078F"/>
    <w:rsid w:val="00B51DA3"/>
    <w:rsid w:val="00B53909"/>
    <w:rsid w:val="00B54E4F"/>
    <w:rsid w:val="00B55885"/>
    <w:rsid w:val="00B55DE8"/>
    <w:rsid w:val="00B56EDA"/>
    <w:rsid w:val="00B60F6C"/>
    <w:rsid w:val="00B6173E"/>
    <w:rsid w:val="00B635C7"/>
    <w:rsid w:val="00B6371E"/>
    <w:rsid w:val="00B63C8D"/>
    <w:rsid w:val="00B64F45"/>
    <w:rsid w:val="00B65C9E"/>
    <w:rsid w:val="00B66C4D"/>
    <w:rsid w:val="00B67E27"/>
    <w:rsid w:val="00B70668"/>
    <w:rsid w:val="00B70B9A"/>
    <w:rsid w:val="00B71F8D"/>
    <w:rsid w:val="00B72428"/>
    <w:rsid w:val="00B72812"/>
    <w:rsid w:val="00B736C1"/>
    <w:rsid w:val="00B73B26"/>
    <w:rsid w:val="00B73B4A"/>
    <w:rsid w:val="00B7431F"/>
    <w:rsid w:val="00B75B25"/>
    <w:rsid w:val="00B75BE8"/>
    <w:rsid w:val="00B75E37"/>
    <w:rsid w:val="00B76FB1"/>
    <w:rsid w:val="00B81039"/>
    <w:rsid w:val="00B82C3C"/>
    <w:rsid w:val="00B82E40"/>
    <w:rsid w:val="00B83502"/>
    <w:rsid w:val="00B8358B"/>
    <w:rsid w:val="00B83C44"/>
    <w:rsid w:val="00B84D12"/>
    <w:rsid w:val="00B858A1"/>
    <w:rsid w:val="00B86874"/>
    <w:rsid w:val="00B877DF"/>
    <w:rsid w:val="00B90062"/>
    <w:rsid w:val="00B900B3"/>
    <w:rsid w:val="00B90EFA"/>
    <w:rsid w:val="00B936B9"/>
    <w:rsid w:val="00B944E0"/>
    <w:rsid w:val="00B94E15"/>
    <w:rsid w:val="00B955EC"/>
    <w:rsid w:val="00B96924"/>
    <w:rsid w:val="00B97A31"/>
    <w:rsid w:val="00BA09A5"/>
    <w:rsid w:val="00BA0FB3"/>
    <w:rsid w:val="00BA1606"/>
    <w:rsid w:val="00BA18D0"/>
    <w:rsid w:val="00BA1F81"/>
    <w:rsid w:val="00BA2413"/>
    <w:rsid w:val="00BA29BC"/>
    <w:rsid w:val="00BA3250"/>
    <w:rsid w:val="00BA473F"/>
    <w:rsid w:val="00BA4AC9"/>
    <w:rsid w:val="00BA4C0C"/>
    <w:rsid w:val="00BA4FDF"/>
    <w:rsid w:val="00BA5603"/>
    <w:rsid w:val="00BA7498"/>
    <w:rsid w:val="00BA7C32"/>
    <w:rsid w:val="00BB03B8"/>
    <w:rsid w:val="00BB03E8"/>
    <w:rsid w:val="00BB0F31"/>
    <w:rsid w:val="00BB1F35"/>
    <w:rsid w:val="00BB2771"/>
    <w:rsid w:val="00BB31C5"/>
    <w:rsid w:val="00BB3643"/>
    <w:rsid w:val="00BB574E"/>
    <w:rsid w:val="00BB6B49"/>
    <w:rsid w:val="00BB7F1D"/>
    <w:rsid w:val="00BC0C9B"/>
    <w:rsid w:val="00BC0F47"/>
    <w:rsid w:val="00BC1142"/>
    <w:rsid w:val="00BC17B7"/>
    <w:rsid w:val="00BC218D"/>
    <w:rsid w:val="00BC4530"/>
    <w:rsid w:val="00BC558C"/>
    <w:rsid w:val="00BC596B"/>
    <w:rsid w:val="00BC793C"/>
    <w:rsid w:val="00BD03FD"/>
    <w:rsid w:val="00BD0B01"/>
    <w:rsid w:val="00BD1E30"/>
    <w:rsid w:val="00BD4194"/>
    <w:rsid w:val="00BD50D1"/>
    <w:rsid w:val="00BD5B14"/>
    <w:rsid w:val="00BD6A6A"/>
    <w:rsid w:val="00BD6CBF"/>
    <w:rsid w:val="00BD7737"/>
    <w:rsid w:val="00BE0B20"/>
    <w:rsid w:val="00BE2582"/>
    <w:rsid w:val="00BE40DF"/>
    <w:rsid w:val="00BE460F"/>
    <w:rsid w:val="00BE4C40"/>
    <w:rsid w:val="00BE5121"/>
    <w:rsid w:val="00BE5927"/>
    <w:rsid w:val="00BE5E6E"/>
    <w:rsid w:val="00BE7E52"/>
    <w:rsid w:val="00BF042C"/>
    <w:rsid w:val="00BF08DA"/>
    <w:rsid w:val="00BF11A0"/>
    <w:rsid w:val="00BF1882"/>
    <w:rsid w:val="00BF2C8A"/>
    <w:rsid w:val="00BF4608"/>
    <w:rsid w:val="00BF49D1"/>
    <w:rsid w:val="00C01032"/>
    <w:rsid w:val="00C010E4"/>
    <w:rsid w:val="00C014DE"/>
    <w:rsid w:val="00C01995"/>
    <w:rsid w:val="00C033C3"/>
    <w:rsid w:val="00C048D2"/>
    <w:rsid w:val="00C06A6E"/>
    <w:rsid w:val="00C06F84"/>
    <w:rsid w:val="00C07555"/>
    <w:rsid w:val="00C078AF"/>
    <w:rsid w:val="00C10435"/>
    <w:rsid w:val="00C11812"/>
    <w:rsid w:val="00C1182D"/>
    <w:rsid w:val="00C12173"/>
    <w:rsid w:val="00C1293A"/>
    <w:rsid w:val="00C12F5F"/>
    <w:rsid w:val="00C13E65"/>
    <w:rsid w:val="00C14084"/>
    <w:rsid w:val="00C14250"/>
    <w:rsid w:val="00C14C7E"/>
    <w:rsid w:val="00C16123"/>
    <w:rsid w:val="00C1660F"/>
    <w:rsid w:val="00C17E8D"/>
    <w:rsid w:val="00C20675"/>
    <w:rsid w:val="00C20EFC"/>
    <w:rsid w:val="00C213B7"/>
    <w:rsid w:val="00C2187B"/>
    <w:rsid w:val="00C21B77"/>
    <w:rsid w:val="00C23658"/>
    <w:rsid w:val="00C24CE9"/>
    <w:rsid w:val="00C25DAF"/>
    <w:rsid w:val="00C26209"/>
    <w:rsid w:val="00C26C5A"/>
    <w:rsid w:val="00C2715B"/>
    <w:rsid w:val="00C274BC"/>
    <w:rsid w:val="00C27787"/>
    <w:rsid w:val="00C27E86"/>
    <w:rsid w:val="00C31C84"/>
    <w:rsid w:val="00C3211C"/>
    <w:rsid w:val="00C33C50"/>
    <w:rsid w:val="00C34025"/>
    <w:rsid w:val="00C3621F"/>
    <w:rsid w:val="00C37C2A"/>
    <w:rsid w:val="00C400B2"/>
    <w:rsid w:val="00C40E89"/>
    <w:rsid w:val="00C420EA"/>
    <w:rsid w:val="00C431AA"/>
    <w:rsid w:val="00C43B72"/>
    <w:rsid w:val="00C50D97"/>
    <w:rsid w:val="00C5108D"/>
    <w:rsid w:val="00C5148F"/>
    <w:rsid w:val="00C52256"/>
    <w:rsid w:val="00C52A46"/>
    <w:rsid w:val="00C53C19"/>
    <w:rsid w:val="00C559DC"/>
    <w:rsid w:val="00C573B0"/>
    <w:rsid w:val="00C601AE"/>
    <w:rsid w:val="00C62153"/>
    <w:rsid w:val="00C6237F"/>
    <w:rsid w:val="00C62BF8"/>
    <w:rsid w:val="00C62C1A"/>
    <w:rsid w:val="00C63311"/>
    <w:rsid w:val="00C6442C"/>
    <w:rsid w:val="00C65343"/>
    <w:rsid w:val="00C664E0"/>
    <w:rsid w:val="00C671C6"/>
    <w:rsid w:val="00C676C7"/>
    <w:rsid w:val="00C7035F"/>
    <w:rsid w:val="00C71075"/>
    <w:rsid w:val="00C7278E"/>
    <w:rsid w:val="00C72A5A"/>
    <w:rsid w:val="00C73E0A"/>
    <w:rsid w:val="00C74361"/>
    <w:rsid w:val="00C7445C"/>
    <w:rsid w:val="00C7451D"/>
    <w:rsid w:val="00C74640"/>
    <w:rsid w:val="00C76362"/>
    <w:rsid w:val="00C763C0"/>
    <w:rsid w:val="00C76457"/>
    <w:rsid w:val="00C76E24"/>
    <w:rsid w:val="00C770EC"/>
    <w:rsid w:val="00C802B5"/>
    <w:rsid w:val="00C80620"/>
    <w:rsid w:val="00C8064D"/>
    <w:rsid w:val="00C8142D"/>
    <w:rsid w:val="00C81FC8"/>
    <w:rsid w:val="00C82FAA"/>
    <w:rsid w:val="00C8324A"/>
    <w:rsid w:val="00C83D67"/>
    <w:rsid w:val="00C83E18"/>
    <w:rsid w:val="00C8421A"/>
    <w:rsid w:val="00C84EAA"/>
    <w:rsid w:val="00C85212"/>
    <w:rsid w:val="00C859A2"/>
    <w:rsid w:val="00C86A3B"/>
    <w:rsid w:val="00C87245"/>
    <w:rsid w:val="00C87E0C"/>
    <w:rsid w:val="00C907CE"/>
    <w:rsid w:val="00C91468"/>
    <w:rsid w:val="00C91576"/>
    <w:rsid w:val="00C9165F"/>
    <w:rsid w:val="00C931C0"/>
    <w:rsid w:val="00C93B64"/>
    <w:rsid w:val="00C947EE"/>
    <w:rsid w:val="00C949C5"/>
    <w:rsid w:val="00C95968"/>
    <w:rsid w:val="00C95AC7"/>
    <w:rsid w:val="00CA14A9"/>
    <w:rsid w:val="00CA1948"/>
    <w:rsid w:val="00CA21F3"/>
    <w:rsid w:val="00CA3E14"/>
    <w:rsid w:val="00CA3F95"/>
    <w:rsid w:val="00CA4B6D"/>
    <w:rsid w:val="00CA4E83"/>
    <w:rsid w:val="00CA573A"/>
    <w:rsid w:val="00CA5F41"/>
    <w:rsid w:val="00CA6DA8"/>
    <w:rsid w:val="00CA739F"/>
    <w:rsid w:val="00CA79FD"/>
    <w:rsid w:val="00CA7A69"/>
    <w:rsid w:val="00CA7E77"/>
    <w:rsid w:val="00CB0191"/>
    <w:rsid w:val="00CB1857"/>
    <w:rsid w:val="00CB1DC6"/>
    <w:rsid w:val="00CB22DA"/>
    <w:rsid w:val="00CB2669"/>
    <w:rsid w:val="00CB2892"/>
    <w:rsid w:val="00CB2E93"/>
    <w:rsid w:val="00CB43F5"/>
    <w:rsid w:val="00CB47C3"/>
    <w:rsid w:val="00CB5EC4"/>
    <w:rsid w:val="00CB6F4B"/>
    <w:rsid w:val="00CB7820"/>
    <w:rsid w:val="00CB7941"/>
    <w:rsid w:val="00CC061B"/>
    <w:rsid w:val="00CC0ECA"/>
    <w:rsid w:val="00CC2521"/>
    <w:rsid w:val="00CC2818"/>
    <w:rsid w:val="00CC2DAB"/>
    <w:rsid w:val="00CC5675"/>
    <w:rsid w:val="00CC5A38"/>
    <w:rsid w:val="00CC5C43"/>
    <w:rsid w:val="00CD0C91"/>
    <w:rsid w:val="00CD25D6"/>
    <w:rsid w:val="00CD2B04"/>
    <w:rsid w:val="00CD2C1B"/>
    <w:rsid w:val="00CD2ED6"/>
    <w:rsid w:val="00CD30AC"/>
    <w:rsid w:val="00CD4DB4"/>
    <w:rsid w:val="00CD57F7"/>
    <w:rsid w:val="00CD664B"/>
    <w:rsid w:val="00CD67B1"/>
    <w:rsid w:val="00CE0FE7"/>
    <w:rsid w:val="00CE122E"/>
    <w:rsid w:val="00CE1723"/>
    <w:rsid w:val="00CE26BD"/>
    <w:rsid w:val="00CE2B8E"/>
    <w:rsid w:val="00CE2F13"/>
    <w:rsid w:val="00CE35E2"/>
    <w:rsid w:val="00CE3E4D"/>
    <w:rsid w:val="00CE3E92"/>
    <w:rsid w:val="00CE4CF8"/>
    <w:rsid w:val="00CE4D8B"/>
    <w:rsid w:val="00CE693E"/>
    <w:rsid w:val="00CE7413"/>
    <w:rsid w:val="00CE7489"/>
    <w:rsid w:val="00CF0A82"/>
    <w:rsid w:val="00CF13CE"/>
    <w:rsid w:val="00CF2033"/>
    <w:rsid w:val="00CF28F9"/>
    <w:rsid w:val="00CF483F"/>
    <w:rsid w:val="00CF60A9"/>
    <w:rsid w:val="00CF7474"/>
    <w:rsid w:val="00CF7EAE"/>
    <w:rsid w:val="00D007D4"/>
    <w:rsid w:val="00D01420"/>
    <w:rsid w:val="00D01A9E"/>
    <w:rsid w:val="00D029B0"/>
    <w:rsid w:val="00D02A4E"/>
    <w:rsid w:val="00D03726"/>
    <w:rsid w:val="00D049D9"/>
    <w:rsid w:val="00D07139"/>
    <w:rsid w:val="00D10380"/>
    <w:rsid w:val="00D1385B"/>
    <w:rsid w:val="00D13D4A"/>
    <w:rsid w:val="00D1597E"/>
    <w:rsid w:val="00D17C99"/>
    <w:rsid w:val="00D17CAC"/>
    <w:rsid w:val="00D17D86"/>
    <w:rsid w:val="00D218E3"/>
    <w:rsid w:val="00D241CB"/>
    <w:rsid w:val="00D25117"/>
    <w:rsid w:val="00D2578E"/>
    <w:rsid w:val="00D27FB4"/>
    <w:rsid w:val="00D30FE7"/>
    <w:rsid w:val="00D31A0C"/>
    <w:rsid w:val="00D32CC4"/>
    <w:rsid w:val="00D3468E"/>
    <w:rsid w:val="00D36451"/>
    <w:rsid w:val="00D37C25"/>
    <w:rsid w:val="00D40817"/>
    <w:rsid w:val="00D40CBC"/>
    <w:rsid w:val="00D4232A"/>
    <w:rsid w:val="00D42547"/>
    <w:rsid w:val="00D4284A"/>
    <w:rsid w:val="00D439BF"/>
    <w:rsid w:val="00D43C92"/>
    <w:rsid w:val="00D43CDA"/>
    <w:rsid w:val="00D43ED2"/>
    <w:rsid w:val="00D44A18"/>
    <w:rsid w:val="00D44F15"/>
    <w:rsid w:val="00D45469"/>
    <w:rsid w:val="00D471D4"/>
    <w:rsid w:val="00D505AA"/>
    <w:rsid w:val="00D50945"/>
    <w:rsid w:val="00D51810"/>
    <w:rsid w:val="00D520FB"/>
    <w:rsid w:val="00D57B23"/>
    <w:rsid w:val="00D57E1B"/>
    <w:rsid w:val="00D60804"/>
    <w:rsid w:val="00D608A1"/>
    <w:rsid w:val="00D61C51"/>
    <w:rsid w:val="00D61E93"/>
    <w:rsid w:val="00D64374"/>
    <w:rsid w:val="00D6458A"/>
    <w:rsid w:val="00D65C58"/>
    <w:rsid w:val="00D715B9"/>
    <w:rsid w:val="00D71B12"/>
    <w:rsid w:val="00D71B72"/>
    <w:rsid w:val="00D72AE4"/>
    <w:rsid w:val="00D74F8F"/>
    <w:rsid w:val="00D761BA"/>
    <w:rsid w:val="00D779CE"/>
    <w:rsid w:val="00D8312C"/>
    <w:rsid w:val="00D83ED3"/>
    <w:rsid w:val="00D85DAB"/>
    <w:rsid w:val="00D8667B"/>
    <w:rsid w:val="00D86B7D"/>
    <w:rsid w:val="00D873FF"/>
    <w:rsid w:val="00D87620"/>
    <w:rsid w:val="00D91C10"/>
    <w:rsid w:val="00D931D3"/>
    <w:rsid w:val="00D93727"/>
    <w:rsid w:val="00D93B26"/>
    <w:rsid w:val="00D93B62"/>
    <w:rsid w:val="00D95CDD"/>
    <w:rsid w:val="00D9651B"/>
    <w:rsid w:val="00D975FB"/>
    <w:rsid w:val="00DA1CDC"/>
    <w:rsid w:val="00DA203E"/>
    <w:rsid w:val="00DA2075"/>
    <w:rsid w:val="00DA2182"/>
    <w:rsid w:val="00DA2FA3"/>
    <w:rsid w:val="00DA3C4C"/>
    <w:rsid w:val="00DA439A"/>
    <w:rsid w:val="00DA4878"/>
    <w:rsid w:val="00DA5329"/>
    <w:rsid w:val="00DA58D6"/>
    <w:rsid w:val="00DA7056"/>
    <w:rsid w:val="00DA7D4F"/>
    <w:rsid w:val="00DA7F50"/>
    <w:rsid w:val="00DB3964"/>
    <w:rsid w:val="00DB3A5B"/>
    <w:rsid w:val="00DB3D3F"/>
    <w:rsid w:val="00DB55EC"/>
    <w:rsid w:val="00DB622F"/>
    <w:rsid w:val="00DC1AC0"/>
    <w:rsid w:val="00DC2551"/>
    <w:rsid w:val="00DC2BA2"/>
    <w:rsid w:val="00DC40E0"/>
    <w:rsid w:val="00DC438D"/>
    <w:rsid w:val="00DC48BD"/>
    <w:rsid w:val="00DC4D51"/>
    <w:rsid w:val="00DC4FB1"/>
    <w:rsid w:val="00DC52D6"/>
    <w:rsid w:val="00DC640C"/>
    <w:rsid w:val="00DC76B8"/>
    <w:rsid w:val="00DD02D4"/>
    <w:rsid w:val="00DD061D"/>
    <w:rsid w:val="00DD302F"/>
    <w:rsid w:val="00DD3B2C"/>
    <w:rsid w:val="00DD3D47"/>
    <w:rsid w:val="00DD4A25"/>
    <w:rsid w:val="00DD572B"/>
    <w:rsid w:val="00DD6225"/>
    <w:rsid w:val="00DD7C09"/>
    <w:rsid w:val="00DD7C34"/>
    <w:rsid w:val="00DE1F24"/>
    <w:rsid w:val="00DE3B9E"/>
    <w:rsid w:val="00DE48BB"/>
    <w:rsid w:val="00DE5CE0"/>
    <w:rsid w:val="00DE6778"/>
    <w:rsid w:val="00DE6856"/>
    <w:rsid w:val="00DE71DE"/>
    <w:rsid w:val="00DF0409"/>
    <w:rsid w:val="00DF10A8"/>
    <w:rsid w:val="00DF187C"/>
    <w:rsid w:val="00DF48DE"/>
    <w:rsid w:val="00DF610F"/>
    <w:rsid w:val="00E00BFC"/>
    <w:rsid w:val="00E00F5A"/>
    <w:rsid w:val="00E02C3F"/>
    <w:rsid w:val="00E0313A"/>
    <w:rsid w:val="00E047FF"/>
    <w:rsid w:val="00E05088"/>
    <w:rsid w:val="00E06A42"/>
    <w:rsid w:val="00E07696"/>
    <w:rsid w:val="00E07B40"/>
    <w:rsid w:val="00E10F05"/>
    <w:rsid w:val="00E13021"/>
    <w:rsid w:val="00E137B0"/>
    <w:rsid w:val="00E13BBF"/>
    <w:rsid w:val="00E154F1"/>
    <w:rsid w:val="00E1632A"/>
    <w:rsid w:val="00E16567"/>
    <w:rsid w:val="00E21C71"/>
    <w:rsid w:val="00E222C0"/>
    <w:rsid w:val="00E2257D"/>
    <w:rsid w:val="00E227F6"/>
    <w:rsid w:val="00E2538E"/>
    <w:rsid w:val="00E2599B"/>
    <w:rsid w:val="00E25FC6"/>
    <w:rsid w:val="00E2630E"/>
    <w:rsid w:val="00E271CA"/>
    <w:rsid w:val="00E300A2"/>
    <w:rsid w:val="00E310F4"/>
    <w:rsid w:val="00E32681"/>
    <w:rsid w:val="00E34E52"/>
    <w:rsid w:val="00E35123"/>
    <w:rsid w:val="00E3583D"/>
    <w:rsid w:val="00E35AB2"/>
    <w:rsid w:val="00E36276"/>
    <w:rsid w:val="00E3640B"/>
    <w:rsid w:val="00E40CBB"/>
    <w:rsid w:val="00E40ED7"/>
    <w:rsid w:val="00E42178"/>
    <w:rsid w:val="00E45FFB"/>
    <w:rsid w:val="00E468B5"/>
    <w:rsid w:val="00E46CEB"/>
    <w:rsid w:val="00E4726C"/>
    <w:rsid w:val="00E506C4"/>
    <w:rsid w:val="00E53396"/>
    <w:rsid w:val="00E53AB7"/>
    <w:rsid w:val="00E540FA"/>
    <w:rsid w:val="00E54982"/>
    <w:rsid w:val="00E550DE"/>
    <w:rsid w:val="00E55328"/>
    <w:rsid w:val="00E60B0D"/>
    <w:rsid w:val="00E610E5"/>
    <w:rsid w:val="00E618F4"/>
    <w:rsid w:val="00E61C04"/>
    <w:rsid w:val="00E6250A"/>
    <w:rsid w:val="00E62A1C"/>
    <w:rsid w:val="00E646B9"/>
    <w:rsid w:val="00E651B3"/>
    <w:rsid w:val="00E679B3"/>
    <w:rsid w:val="00E67FC0"/>
    <w:rsid w:val="00E7075C"/>
    <w:rsid w:val="00E71528"/>
    <w:rsid w:val="00E71C7C"/>
    <w:rsid w:val="00E728EA"/>
    <w:rsid w:val="00E73EEE"/>
    <w:rsid w:val="00E746D5"/>
    <w:rsid w:val="00E76165"/>
    <w:rsid w:val="00E769D4"/>
    <w:rsid w:val="00E7713D"/>
    <w:rsid w:val="00E77AA3"/>
    <w:rsid w:val="00E81097"/>
    <w:rsid w:val="00E81AF5"/>
    <w:rsid w:val="00E822F2"/>
    <w:rsid w:val="00E858AA"/>
    <w:rsid w:val="00E8600C"/>
    <w:rsid w:val="00E865A5"/>
    <w:rsid w:val="00E865C4"/>
    <w:rsid w:val="00E86811"/>
    <w:rsid w:val="00E86CBF"/>
    <w:rsid w:val="00E86EF8"/>
    <w:rsid w:val="00E87A21"/>
    <w:rsid w:val="00E87D33"/>
    <w:rsid w:val="00E90F22"/>
    <w:rsid w:val="00E91B7C"/>
    <w:rsid w:val="00E91BA8"/>
    <w:rsid w:val="00E9387A"/>
    <w:rsid w:val="00E93FE5"/>
    <w:rsid w:val="00E9403F"/>
    <w:rsid w:val="00E94485"/>
    <w:rsid w:val="00E94909"/>
    <w:rsid w:val="00E96E6A"/>
    <w:rsid w:val="00E97465"/>
    <w:rsid w:val="00EA0A28"/>
    <w:rsid w:val="00EA0C47"/>
    <w:rsid w:val="00EA36BB"/>
    <w:rsid w:val="00EA3985"/>
    <w:rsid w:val="00EA3B4B"/>
    <w:rsid w:val="00EA43DF"/>
    <w:rsid w:val="00EA6206"/>
    <w:rsid w:val="00EA6D14"/>
    <w:rsid w:val="00EA6D53"/>
    <w:rsid w:val="00EA6EC5"/>
    <w:rsid w:val="00EB019F"/>
    <w:rsid w:val="00EB16D8"/>
    <w:rsid w:val="00EB178B"/>
    <w:rsid w:val="00EB20DE"/>
    <w:rsid w:val="00EB24BB"/>
    <w:rsid w:val="00EB3DC8"/>
    <w:rsid w:val="00EB415F"/>
    <w:rsid w:val="00EB6474"/>
    <w:rsid w:val="00EB6D78"/>
    <w:rsid w:val="00EC23D0"/>
    <w:rsid w:val="00EC42AB"/>
    <w:rsid w:val="00EC6612"/>
    <w:rsid w:val="00EC6E56"/>
    <w:rsid w:val="00EC6F60"/>
    <w:rsid w:val="00EC72F9"/>
    <w:rsid w:val="00EC77CA"/>
    <w:rsid w:val="00EC79CF"/>
    <w:rsid w:val="00ED199B"/>
    <w:rsid w:val="00ED1B35"/>
    <w:rsid w:val="00ED3340"/>
    <w:rsid w:val="00ED3483"/>
    <w:rsid w:val="00ED3F28"/>
    <w:rsid w:val="00ED3F31"/>
    <w:rsid w:val="00ED4645"/>
    <w:rsid w:val="00ED6269"/>
    <w:rsid w:val="00ED7532"/>
    <w:rsid w:val="00ED7941"/>
    <w:rsid w:val="00EE0037"/>
    <w:rsid w:val="00EE089D"/>
    <w:rsid w:val="00EE0E80"/>
    <w:rsid w:val="00EE1420"/>
    <w:rsid w:val="00EE29B1"/>
    <w:rsid w:val="00EE3A1B"/>
    <w:rsid w:val="00EE5969"/>
    <w:rsid w:val="00EE72A3"/>
    <w:rsid w:val="00EE75F4"/>
    <w:rsid w:val="00EE79D6"/>
    <w:rsid w:val="00EE7F0B"/>
    <w:rsid w:val="00EF0111"/>
    <w:rsid w:val="00EF0304"/>
    <w:rsid w:val="00EF1561"/>
    <w:rsid w:val="00EF26F9"/>
    <w:rsid w:val="00EF271A"/>
    <w:rsid w:val="00EF3DD5"/>
    <w:rsid w:val="00EF3E0D"/>
    <w:rsid w:val="00EF534B"/>
    <w:rsid w:val="00EF54F7"/>
    <w:rsid w:val="00EF5811"/>
    <w:rsid w:val="00EF612A"/>
    <w:rsid w:val="00EF7071"/>
    <w:rsid w:val="00EF764F"/>
    <w:rsid w:val="00F00DF2"/>
    <w:rsid w:val="00F01542"/>
    <w:rsid w:val="00F015F5"/>
    <w:rsid w:val="00F01EE9"/>
    <w:rsid w:val="00F05F99"/>
    <w:rsid w:val="00F06643"/>
    <w:rsid w:val="00F06C63"/>
    <w:rsid w:val="00F070B5"/>
    <w:rsid w:val="00F07580"/>
    <w:rsid w:val="00F07C63"/>
    <w:rsid w:val="00F07E6A"/>
    <w:rsid w:val="00F106F8"/>
    <w:rsid w:val="00F109D1"/>
    <w:rsid w:val="00F128F5"/>
    <w:rsid w:val="00F14F49"/>
    <w:rsid w:val="00F17BBC"/>
    <w:rsid w:val="00F20ABF"/>
    <w:rsid w:val="00F20B1B"/>
    <w:rsid w:val="00F223CE"/>
    <w:rsid w:val="00F2320F"/>
    <w:rsid w:val="00F25467"/>
    <w:rsid w:val="00F26042"/>
    <w:rsid w:val="00F272D5"/>
    <w:rsid w:val="00F30041"/>
    <w:rsid w:val="00F30414"/>
    <w:rsid w:val="00F317B3"/>
    <w:rsid w:val="00F33B49"/>
    <w:rsid w:val="00F3491F"/>
    <w:rsid w:val="00F34995"/>
    <w:rsid w:val="00F3649E"/>
    <w:rsid w:val="00F365E6"/>
    <w:rsid w:val="00F36C25"/>
    <w:rsid w:val="00F37E9A"/>
    <w:rsid w:val="00F405AB"/>
    <w:rsid w:val="00F411D4"/>
    <w:rsid w:val="00F41653"/>
    <w:rsid w:val="00F42A4D"/>
    <w:rsid w:val="00F42F09"/>
    <w:rsid w:val="00F45414"/>
    <w:rsid w:val="00F45A64"/>
    <w:rsid w:val="00F463B6"/>
    <w:rsid w:val="00F51228"/>
    <w:rsid w:val="00F51373"/>
    <w:rsid w:val="00F51F41"/>
    <w:rsid w:val="00F52B64"/>
    <w:rsid w:val="00F53910"/>
    <w:rsid w:val="00F5418C"/>
    <w:rsid w:val="00F568DE"/>
    <w:rsid w:val="00F62354"/>
    <w:rsid w:val="00F630FA"/>
    <w:rsid w:val="00F63D39"/>
    <w:rsid w:val="00F65A92"/>
    <w:rsid w:val="00F663CD"/>
    <w:rsid w:val="00F66EF9"/>
    <w:rsid w:val="00F70D23"/>
    <w:rsid w:val="00F70D90"/>
    <w:rsid w:val="00F733D9"/>
    <w:rsid w:val="00F738FD"/>
    <w:rsid w:val="00F73CBE"/>
    <w:rsid w:val="00F73EF5"/>
    <w:rsid w:val="00F74613"/>
    <w:rsid w:val="00F746A4"/>
    <w:rsid w:val="00F74C61"/>
    <w:rsid w:val="00F83A37"/>
    <w:rsid w:val="00F841C1"/>
    <w:rsid w:val="00F85103"/>
    <w:rsid w:val="00F862D1"/>
    <w:rsid w:val="00F8652A"/>
    <w:rsid w:val="00F86793"/>
    <w:rsid w:val="00F87226"/>
    <w:rsid w:val="00F903E6"/>
    <w:rsid w:val="00F91B4F"/>
    <w:rsid w:val="00F931BC"/>
    <w:rsid w:val="00F94088"/>
    <w:rsid w:val="00F944E6"/>
    <w:rsid w:val="00F949F9"/>
    <w:rsid w:val="00F9554B"/>
    <w:rsid w:val="00F95E35"/>
    <w:rsid w:val="00F96B41"/>
    <w:rsid w:val="00FA211B"/>
    <w:rsid w:val="00FA2269"/>
    <w:rsid w:val="00FA2981"/>
    <w:rsid w:val="00FA3048"/>
    <w:rsid w:val="00FA3738"/>
    <w:rsid w:val="00FA3CFD"/>
    <w:rsid w:val="00FA4198"/>
    <w:rsid w:val="00FA5BE3"/>
    <w:rsid w:val="00FA731E"/>
    <w:rsid w:val="00FA7634"/>
    <w:rsid w:val="00FA7708"/>
    <w:rsid w:val="00FB0812"/>
    <w:rsid w:val="00FB23F4"/>
    <w:rsid w:val="00FB298C"/>
    <w:rsid w:val="00FB29F9"/>
    <w:rsid w:val="00FB398D"/>
    <w:rsid w:val="00FB47A0"/>
    <w:rsid w:val="00FB6779"/>
    <w:rsid w:val="00FC1786"/>
    <w:rsid w:val="00FC1F9E"/>
    <w:rsid w:val="00FC4126"/>
    <w:rsid w:val="00FC4451"/>
    <w:rsid w:val="00FC521C"/>
    <w:rsid w:val="00FC541B"/>
    <w:rsid w:val="00FC5525"/>
    <w:rsid w:val="00FC6441"/>
    <w:rsid w:val="00FC6491"/>
    <w:rsid w:val="00FC6DFE"/>
    <w:rsid w:val="00FC72F4"/>
    <w:rsid w:val="00FD0B19"/>
    <w:rsid w:val="00FD1205"/>
    <w:rsid w:val="00FD2A58"/>
    <w:rsid w:val="00FD5D77"/>
    <w:rsid w:val="00FD6423"/>
    <w:rsid w:val="00FD7552"/>
    <w:rsid w:val="00FD7D68"/>
    <w:rsid w:val="00FE2212"/>
    <w:rsid w:val="00FE3A57"/>
    <w:rsid w:val="00FE415A"/>
    <w:rsid w:val="00FE4262"/>
    <w:rsid w:val="00FE4997"/>
    <w:rsid w:val="00FE58E2"/>
    <w:rsid w:val="00FE5B80"/>
    <w:rsid w:val="00FE6300"/>
    <w:rsid w:val="00FE6A0A"/>
    <w:rsid w:val="00FE6F7C"/>
    <w:rsid w:val="00FE7E79"/>
    <w:rsid w:val="00FF019C"/>
    <w:rsid w:val="00FF10CF"/>
    <w:rsid w:val="00FF12E3"/>
    <w:rsid w:val="00FF16B0"/>
    <w:rsid w:val="00FF1BA3"/>
    <w:rsid w:val="00FF2C39"/>
    <w:rsid w:val="00FF3FFE"/>
    <w:rsid w:val="00FF4EAE"/>
    <w:rsid w:val="00FF52AC"/>
    <w:rsid w:val="00FF5389"/>
    <w:rsid w:val="00FF6032"/>
    <w:rsid w:val="00FF684A"/>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A4198"/>
    <w:pPr>
      <w:overflowPunct w:val="0"/>
      <w:autoSpaceDE w:val="0"/>
      <w:autoSpaceDN w:val="0"/>
      <w:adjustRightInd w:val="0"/>
      <w:textAlignment w:val="baseline"/>
    </w:pPr>
    <w:rPr>
      <w:rFonts w:ascii="Arial" w:hAnsi="Arial"/>
      <w:kern w:val="22"/>
      <w:sz w:val="22"/>
      <w:szCs w:val="18"/>
      <w:lang w:eastAsia="de-DE"/>
    </w:rPr>
  </w:style>
  <w:style w:type="paragraph" w:styleId="berschrift1">
    <w:name w:val="heading 1"/>
    <w:basedOn w:val="Standard"/>
    <w:next w:val="AufzZx1zLpucesxinterl1Puntielencoxil1"/>
    <w:qFormat/>
    <w:rsid w:val="00541C42"/>
    <w:pPr>
      <w:keepNext/>
      <w:suppressAutoHyphens/>
      <w:spacing w:before="600" w:after="120"/>
      <w:outlineLvl w:val="0"/>
    </w:pPr>
    <w:rPr>
      <w:b/>
    </w:rPr>
  </w:style>
  <w:style w:type="paragraph" w:styleId="berschrift2">
    <w:name w:val="heading 2"/>
    <w:basedOn w:val="berschrift1"/>
    <w:next w:val="Standard"/>
    <w:qFormat/>
    <w:rsid w:val="009D4652"/>
    <w:pPr>
      <w:spacing w:before="480"/>
      <w:outlineLvl w:val="1"/>
    </w:pPr>
  </w:style>
  <w:style w:type="paragraph" w:styleId="berschrift3">
    <w:name w:val="heading 3"/>
    <w:basedOn w:val="berschrift2"/>
    <w:next w:val="Standard"/>
    <w:autoRedefine/>
    <w:qFormat/>
    <w:rsid w:val="006C148A"/>
    <w:pPr>
      <w:spacing w:before="360"/>
      <w:outlineLvl w:val="2"/>
    </w:pPr>
  </w:style>
  <w:style w:type="paragraph" w:styleId="berschrift4">
    <w:name w:val="heading 4"/>
    <w:basedOn w:val="Standard"/>
    <w:next w:val="Standard"/>
    <w:qFormat/>
    <w:rsid w:val="003D6CFD"/>
    <w:pPr>
      <w:keepNext/>
      <w:spacing w:before="240" w:after="60"/>
      <w:outlineLvl w:val="3"/>
    </w:pPr>
    <w:rPr>
      <w:rFonts w:ascii="Times New Roman" w:hAnsi="Times New Roman"/>
      <w:b/>
      <w:bCs/>
      <w:sz w:val="28"/>
      <w:szCs w:val="28"/>
    </w:rPr>
  </w:style>
  <w:style w:type="paragraph" w:styleId="berschrift5">
    <w:name w:val="heading 5"/>
    <w:basedOn w:val="Standard"/>
    <w:next w:val="Standard"/>
    <w:qFormat/>
    <w:rsid w:val="006C148A"/>
    <w:pPr>
      <w:numPr>
        <w:ilvl w:val="4"/>
        <w:numId w:val="12"/>
      </w:numPr>
      <w:spacing w:before="240" w:after="60"/>
      <w:outlineLvl w:val="4"/>
    </w:pPr>
    <w:rPr>
      <w:b/>
      <w:bCs/>
      <w:i/>
      <w:iCs/>
      <w:sz w:val="26"/>
      <w:szCs w:val="26"/>
    </w:rPr>
  </w:style>
  <w:style w:type="paragraph" w:styleId="berschrift6">
    <w:name w:val="heading 6"/>
    <w:basedOn w:val="Standard"/>
    <w:next w:val="Standard"/>
    <w:qFormat/>
    <w:rsid w:val="006C148A"/>
    <w:pPr>
      <w:numPr>
        <w:ilvl w:val="5"/>
        <w:numId w:val="12"/>
      </w:numPr>
      <w:spacing w:before="240" w:after="60"/>
      <w:outlineLvl w:val="5"/>
    </w:pPr>
    <w:rPr>
      <w:rFonts w:ascii="Times New Roman" w:hAnsi="Times New Roman"/>
      <w:b/>
      <w:bCs/>
      <w:szCs w:val="22"/>
    </w:rPr>
  </w:style>
  <w:style w:type="paragraph" w:styleId="berschrift7">
    <w:name w:val="heading 7"/>
    <w:basedOn w:val="Standard"/>
    <w:next w:val="Standard"/>
    <w:qFormat/>
    <w:rsid w:val="006C148A"/>
    <w:pPr>
      <w:numPr>
        <w:ilvl w:val="6"/>
        <w:numId w:val="12"/>
      </w:numPr>
      <w:spacing w:before="240" w:after="60"/>
      <w:outlineLvl w:val="6"/>
    </w:pPr>
    <w:rPr>
      <w:rFonts w:ascii="Times New Roman" w:hAnsi="Times New Roman"/>
      <w:sz w:val="24"/>
    </w:rPr>
  </w:style>
  <w:style w:type="paragraph" w:styleId="berschrift8">
    <w:name w:val="heading 8"/>
    <w:basedOn w:val="Standard"/>
    <w:next w:val="Standard"/>
    <w:qFormat/>
    <w:rsid w:val="006C148A"/>
    <w:pPr>
      <w:numPr>
        <w:ilvl w:val="7"/>
        <w:numId w:val="12"/>
      </w:numPr>
      <w:spacing w:before="240" w:after="60"/>
      <w:outlineLvl w:val="7"/>
    </w:pPr>
    <w:rPr>
      <w:rFonts w:ascii="Times New Roman" w:hAnsi="Times New Roman"/>
      <w:i/>
      <w:iCs/>
      <w:sz w:val="24"/>
    </w:rPr>
  </w:style>
  <w:style w:type="paragraph" w:styleId="berschrift9">
    <w:name w:val="heading 9"/>
    <w:basedOn w:val="Standard"/>
    <w:next w:val="Standard"/>
    <w:qFormat/>
    <w:rsid w:val="006C148A"/>
    <w:pPr>
      <w:numPr>
        <w:ilvl w:val="8"/>
        <w:numId w:val="12"/>
      </w:numPr>
      <w:spacing w:before="240" w:after="60"/>
      <w:outlineLvl w:val="8"/>
    </w:pPr>
    <w:rPr>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ZLpucesPuntielenco">
    <w:name w:val="_AufzZ [  ]   L puces [  ]   Punti elenco [  ]"/>
    <w:basedOn w:val="Standard"/>
    <w:rsid w:val="00541C42"/>
    <w:pPr>
      <w:numPr>
        <w:numId w:val="1"/>
      </w:numPr>
      <w:spacing w:before="120"/>
    </w:pPr>
  </w:style>
  <w:style w:type="paragraph" w:customStyle="1" w:styleId="TextohneAbstTexteinterlignesimpleTestosenzainterlinea">
    <w:name w:val="_Text ohne Abst   Texte interligne simple   Testo senza interlinea"/>
    <w:basedOn w:val="Standard"/>
    <w:rsid w:val="00541C42"/>
  </w:style>
  <w:style w:type="paragraph" w:customStyle="1" w:styleId="AufzZ1zLpucesinterl1Puntielencoil1">
    <w:name w:val="_AufzZ [  ] 1z   L puces [  ] interl 1   Punti elenco [  ] il 1"/>
    <w:basedOn w:val="TextohneAbstTexteinterlignesimpleTestosenzainterlinea"/>
    <w:rsid w:val="00541C42"/>
    <w:pPr>
      <w:numPr>
        <w:numId w:val="2"/>
      </w:numPr>
    </w:pPr>
  </w:style>
  <w:style w:type="paragraph" w:customStyle="1" w:styleId="AufzZxLpucesxPuntielencox">
    <w:name w:val="_AufzZ [x]   L puces [x]   Punti elenco [x]"/>
    <w:basedOn w:val="AufzZLpucesPuntielenco"/>
    <w:rsid w:val="00541C42"/>
    <w:pPr>
      <w:numPr>
        <w:numId w:val="3"/>
      </w:numPr>
    </w:pPr>
  </w:style>
  <w:style w:type="paragraph" w:customStyle="1" w:styleId="AufzZx1zLpucesxinterl1Puntielencoxil1">
    <w:name w:val="_AufzZ [x] 1z   L puces [x] interl 1   Punti elenco [x] il 1"/>
    <w:basedOn w:val="TextohneAbstTexteinterlignesimpleTestosenzainterlinea"/>
    <w:rsid w:val="00541C42"/>
    <w:pPr>
      <w:numPr>
        <w:numId w:val="4"/>
      </w:numPr>
    </w:pPr>
  </w:style>
  <w:style w:type="paragraph" w:customStyle="1" w:styleId="AufzZ1Lpuces1Puntielenco1">
    <w:name w:val="_AufzZ 1   L puces 1   Punti elenco 1"/>
    <w:basedOn w:val="Standard"/>
    <w:rsid w:val="00566A1F"/>
    <w:pPr>
      <w:numPr>
        <w:numId w:val="13"/>
      </w:numPr>
    </w:pPr>
  </w:style>
  <w:style w:type="paragraph" w:customStyle="1" w:styleId="AufzZ12Lpuces12Puntielenco12">
    <w:name w:val="_AufzZ 1  2   L puces 1 2   Punti elenco 1 2"/>
    <w:basedOn w:val="AufzZ1Lpuces1Puntielenco1"/>
    <w:rsid w:val="002F7873"/>
    <w:pPr>
      <w:numPr>
        <w:ilvl w:val="1"/>
      </w:numPr>
      <w:tabs>
        <w:tab w:val="clear" w:pos="1080"/>
        <w:tab w:val="num" w:pos="709"/>
      </w:tabs>
      <w:ind w:left="709" w:hanging="349"/>
    </w:pPr>
  </w:style>
  <w:style w:type="paragraph" w:customStyle="1" w:styleId="AufzZ13Lpuces13Puntielenco13">
    <w:name w:val="_AufzZ 1  3   L puces 1 3   Punti elenco 1 3"/>
    <w:basedOn w:val="AufzZ1Lpuces1Puntielenco1"/>
    <w:rsid w:val="002F7873"/>
    <w:pPr>
      <w:numPr>
        <w:ilvl w:val="2"/>
      </w:numPr>
      <w:tabs>
        <w:tab w:val="clear" w:pos="1440"/>
        <w:tab w:val="num" w:pos="993"/>
      </w:tabs>
      <w:ind w:left="993" w:hanging="273"/>
    </w:pPr>
  </w:style>
  <w:style w:type="paragraph" w:customStyle="1" w:styleId="AufzZ15Lpuces15Puntielenco15">
    <w:name w:val="_AufzZ 1.5   L puces 1.5   Punti elenco 1.5"/>
    <w:basedOn w:val="Standard"/>
    <w:rsid w:val="00566A1F"/>
    <w:pPr>
      <w:numPr>
        <w:numId w:val="14"/>
      </w:numPr>
      <w:spacing w:before="120"/>
    </w:pPr>
  </w:style>
  <w:style w:type="paragraph" w:customStyle="1" w:styleId="AufzZ152Lpuces152Puntielenco152">
    <w:name w:val="_AufzZ 1.5  2   L puces 1.5 2   Punti elenco 1.5 2"/>
    <w:basedOn w:val="AufzZ15Lpuces15Puntielenco15"/>
    <w:link w:val="AufzZ152Lpuces152Puntielenco152ZchnZchn"/>
    <w:rsid w:val="002F7873"/>
    <w:pPr>
      <w:numPr>
        <w:numId w:val="0"/>
      </w:numPr>
      <w:tabs>
        <w:tab w:val="num" w:pos="709"/>
      </w:tabs>
      <w:ind w:left="709" w:hanging="349"/>
    </w:pPr>
  </w:style>
  <w:style w:type="character" w:customStyle="1" w:styleId="AufzZ152Lpuces152Puntielenco152ZchnZchn">
    <w:name w:val="_AufzZ 1.5  2   L puces 1.5 2   Punti elenco 1.5 2 Zchn Zchn"/>
    <w:basedOn w:val="Absatz-Standardschriftart"/>
    <w:link w:val="AufzZ152Lpuces152Puntielenco152"/>
    <w:rsid w:val="002F7873"/>
    <w:rPr>
      <w:rFonts w:ascii="Arial" w:hAnsi="Arial"/>
      <w:kern w:val="22"/>
      <w:sz w:val="22"/>
      <w:szCs w:val="18"/>
      <w:lang w:eastAsia="de-DE"/>
    </w:rPr>
  </w:style>
  <w:style w:type="paragraph" w:customStyle="1" w:styleId="AufzZ153Lpuces153Puntielenco153">
    <w:name w:val="_AufzZ 1.5  3   L puces 1.5 3   Punti elenco 1.5 3"/>
    <w:basedOn w:val="AufzZ15Lpuces15Puntielenco15"/>
    <w:rsid w:val="002F7873"/>
    <w:pPr>
      <w:numPr>
        <w:ilvl w:val="2"/>
      </w:numPr>
      <w:tabs>
        <w:tab w:val="clear" w:pos="1440"/>
        <w:tab w:val="num" w:pos="993"/>
      </w:tabs>
      <w:ind w:left="993" w:hanging="273"/>
    </w:pPr>
  </w:style>
  <w:style w:type="paragraph" w:customStyle="1" w:styleId="gesperrtespacspaziato">
    <w:name w:val="_gesperrt   espacé   spaziato"/>
    <w:basedOn w:val="Standard"/>
    <w:next w:val="TextkrperCorpsdetexteCorpodeltesto"/>
    <w:rsid w:val="00541C42"/>
    <w:pPr>
      <w:spacing w:before="120"/>
    </w:pPr>
    <w:rPr>
      <w:spacing w:val="60"/>
    </w:rPr>
  </w:style>
  <w:style w:type="paragraph" w:customStyle="1" w:styleId="gesperrtfettespacgrasspaziatograssetto">
    <w:name w:val="_gesperrt fett   espacé gras   spaziato grassetto"/>
    <w:basedOn w:val="gesperrtespacspaziato"/>
    <w:next w:val="TextkrperCorpsdetexteCorpodeltesto"/>
    <w:rsid w:val="00541C42"/>
    <w:rPr>
      <w:b/>
    </w:rPr>
  </w:style>
  <w:style w:type="paragraph" w:customStyle="1" w:styleId="Liste1Liste1Numeri1">
    <w:name w:val="_Liste 1.   Liste 1.   Numeri 1."/>
    <w:basedOn w:val="Standard"/>
    <w:rsid w:val="00541C42"/>
    <w:pPr>
      <w:numPr>
        <w:numId w:val="6"/>
      </w:numPr>
      <w:spacing w:before="120"/>
    </w:pPr>
  </w:style>
  <w:style w:type="paragraph" w:customStyle="1" w:styleId="Liste11zListe1interl1Numeri1interlinea1">
    <w:name w:val="_Liste 1. 1z   Liste 1. interl 1   Numeri 1. interlinea 1"/>
    <w:basedOn w:val="TextohneAbstTexteinterlignesimpleTestosenzainterlinea"/>
    <w:rsid w:val="00541C42"/>
    <w:pPr>
      <w:numPr>
        <w:numId w:val="7"/>
      </w:numPr>
    </w:pPr>
  </w:style>
  <w:style w:type="paragraph" w:customStyle="1" w:styleId="ListeaListeaLetterea">
    <w:name w:val="_Liste a.   Liste a.   Lettere a"/>
    <w:basedOn w:val="Liste1Liste1Numeri1"/>
    <w:rsid w:val="00541C42"/>
    <w:pPr>
      <w:numPr>
        <w:numId w:val="8"/>
      </w:numPr>
    </w:pPr>
  </w:style>
  <w:style w:type="paragraph" w:customStyle="1" w:styleId="Listea1zListeainterl1Lettereainterlinea1">
    <w:name w:val="_Liste a. 1z   Liste a. interl 1   Lettere a interlinea 1"/>
    <w:basedOn w:val="Liste11zListe1interl1Numeri1interlinea1"/>
    <w:rsid w:val="00541C42"/>
    <w:pPr>
      <w:numPr>
        <w:numId w:val="9"/>
      </w:numPr>
    </w:pPr>
  </w:style>
  <w:style w:type="paragraph" w:customStyle="1" w:styleId="ListeIListeINumeriI">
    <w:name w:val="_Liste I.   Liste I.   Numeri I."/>
    <w:basedOn w:val="ListeaListeaLetterea"/>
    <w:rsid w:val="00541C42"/>
    <w:pPr>
      <w:numPr>
        <w:numId w:val="10"/>
      </w:numPr>
    </w:pPr>
  </w:style>
  <w:style w:type="paragraph" w:customStyle="1" w:styleId="ListeI1zListeIinterl1NumeriIil1">
    <w:name w:val="_Liste I. 1z   Liste I. interl 1   Numeri I. il 1"/>
    <w:basedOn w:val="Listea1zListeainterl1Lettereainterlinea1"/>
    <w:rsid w:val="00541C42"/>
    <w:pPr>
      <w:numPr>
        <w:numId w:val="11"/>
      </w:numPr>
    </w:pPr>
  </w:style>
  <w:style w:type="paragraph" w:customStyle="1" w:styleId="TextkrperCorpsdetexteCorpodeltesto">
    <w:name w:val="_Textkörper   Corps de texte   Corpo del testo"/>
    <w:basedOn w:val="Standard"/>
    <w:link w:val="TextkrperCorpsdetexteCorpodeltestoZchn"/>
    <w:rsid w:val="00541C42"/>
    <w:pPr>
      <w:spacing w:before="120"/>
    </w:pPr>
  </w:style>
  <w:style w:type="paragraph" w:customStyle="1" w:styleId="TitelTitreTitolo">
    <w:name w:val="_Titel   Titre   Titolo"/>
    <w:basedOn w:val="TextkrperCorpsdetexteCorpodeltesto"/>
    <w:next w:val="TextkrperCorpsdetexteCorpodeltesto"/>
    <w:rsid w:val="00541C42"/>
    <w:pPr>
      <w:spacing w:before="360" w:after="240"/>
    </w:pPr>
    <w:rPr>
      <w:b/>
      <w:sz w:val="34"/>
    </w:rPr>
  </w:style>
  <w:style w:type="paragraph" w:customStyle="1" w:styleId="Titel0Titre0Titolo0">
    <w:name w:val="_Titel 0   Titre 0   Titolo 0"/>
    <w:basedOn w:val="Standard"/>
    <w:next w:val="TextkrperCorpsdetexteCorpodeltesto"/>
    <w:rsid w:val="00541C42"/>
    <w:pPr>
      <w:spacing w:before="360" w:after="120"/>
    </w:pPr>
    <w:rPr>
      <w:b/>
      <w:sz w:val="26"/>
    </w:rPr>
  </w:style>
  <w:style w:type="paragraph" w:customStyle="1" w:styleId="berschrift1Titre1Titolo1">
    <w:name w:val="_Überschrift_1   Titre_1   Titolo_1"/>
    <w:basedOn w:val="berschrift1"/>
    <w:next w:val="TextkrperCorpsdetexteCorpodeltesto"/>
    <w:rsid w:val="00541C42"/>
    <w:pPr>
      <w:numPr>
        <w:numId w:val="12"/>
      </w:numPr>
      <w:spacing w:after="240"/>
    </w:pPr>
    <w:rPr>
      <w:sz w:val="26"/>
    </w:rPr>
  </w:style>
  <w:style w:type="paragraph" w:customStyle="1" w:styleId="berschrift2Titre2Titolo2">
    <w:name w:val="_Überschrift_2   Titre_2   Titolo_2"/>
    <w:basedOn w:val="berschrift2"/>
    <w:next w:val="TextkrperCorpsdetexteCorpodeltesto"/>
    <w:rsid w:val="00541C42"/>
    <w:pPr>
      <w:numPr>
        <w:ilvl w:val="1"/>
        <w:numId w:val="12"/>
      </w:numPr>
    </w:pPr>
  </w:style>
  <w:style w:type="paragraph" w:customStyle="1" w:styleId="berschrift3Titre3Titolo3">
    <w:name w:val="_Überschrift_3   Titre_3   Titolo_3"/>
    <w:basedOn w:val="berschrift3"/>
    <w:next w:val="TextkrperCorpsdetexteCorpodeltesto"/>
    <w:rsid w:val="00541C42"/>
    <w:pPr>
      <w:numPr>
        <w:ilvl w:val="2"/>
        <w:numId w:val="12"/>
      </w:numPr>
    </w:pPr>
  </w:style>
  <w:style w:type="paragraph" w:customStyle="1" w:styleId="berschrift4Titre4Titolo4">
    <w:name w:val="_Überschrift_4   Titre_4   Titolo_4"/>
    <w:basedOn w:val="berschrift4"/>
    <w:next w:val="TextkrperCorpsdetexteCorpodeltesto"/>
    <w:rsid w:val="00541C42"/>
    <w:pPr>
      <w:numPr>
        <w:ilvl w:val="3"/>
        <w:numId w:val="12"/>
      </w:numPr>
    </w:pPr>
    <w:rPr>
      <w:rFonts w:ascii="Arial" w:hAnsi="Arial"/>
      <w:sz w:val="22"/>
    </w:rPr>
  </w:style>
  <w:style w:type="paragraph" w:styleId="Kopfzeile">
    <w:name w:val="header"/>
    <w:basedOn w:val="Standard"/>
    <w:rsid w:val="00970253"/>
    <w:pPr>
      <w:tabs>
        <w:tab w:val="center" w:pos="4536"/>
        <w:tab w:val="right" w:pos="9072"/>
      </w:tabs>
    </w:pPr>
  </w:style>
  <w:style w:type="paragraph" w:styleId="Fuzeile">
    <w:name w:val="footer"/>
    <w:basedOn w:val="Standard"/>
    <w:link w:val="FuzeileZchn"/>
    <w:uiPriority w:val="99"/>
    <w:rsid w:val="00EB3DC8"/>
    <w:pPr>
      <w:tabs>
        <w:tab w:val="center" w:pos="4536"/>
        <w:tab w:val="right" w:pos="9072"/>
      </w:tabs>
    </w:pPr>
  </w:style>
  <w:style w:type="character" w:styleId="Seitenzahl">
    <w:name w:val="page number"/>
    <w:basedOn w:val="Absatz-Standardschriftart"/>
    <w:rsid w:val="00EB3DC8"/>
  </w:style>
  <w:style w:type="table" w:styleId="Tabellengitternetz">
    <w:name w:val="Table Grid"/>
    <w:basedOn w:val="NormaleTabelle"/>
    <w:rsid w:val="004D435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krperCorpsdetexteCorpodeltestoZchn">
    <w:name w:val="_Textkörper   Corps de texte   Corpo del testo Zchn"/>
    <w:basedOn w:val="Absatz-Standardschriftart"/>
    <w:link w:val="TextkrperCorpsdetexteCorpodeltesto"/>
    <w:rsid w:val="00D17D86"/>
    <w:rPr>
      <w:rFonts w:ascii="Arial" w:hAnsi="Arial"/>
      <w:kern w:val="22"/>
      <w:sz w:val="22"/>
      <w:szCs w:val="18"/>
      <w:lang w:val="de-CH" w:eastAsia="de-DE" w:bidi="ar-SA"/>
    </w:rPr>
  </w:style>
  <w:style w:type="paragraph" w:customStyle="1" w:styleId="AufzZ1linksbndig">
    <w:name w:val="_AufzZ 1 linksbündig"/>
    <w:basedOn w:val="AufzZ12Lpuces12Puntielenco12"/>
    <w:next w:val="TextkrperCorpsdetexteCorpodeltesto"/>
    <w:rsid w:val="00D17D86"/>
    <w:pPr>
      <w:tabs>
        <w:tab w:val="clear" w:pos="709"/>
        <w:tab w:val="num" w:pos="284"/>
      </w:tabs>
      <w:ind w:left="284" w:hanging="284"/>
    </w:pPr>
    <w:rPr>
      <w:szCs w:val="20"/>
    </w:rPr>
  </w:style>
  <w:style w:type="paragraph" w:customStyle="1" w:styleId="AufzZ15linksbndig">
    <w:name w:val="_AufzZ 1.5 linksbündig"/>
    <w:basedOn w:val="Standard"/>
    <w:next w:val="TextkrperCorpsdetexteCorpodeltesto"/>
    <w:rsid w:val="00D17D86"/>
    <w:pPr>
      <w:numPr>
        <w:ilvl w:val="1"/>
        <w:numId w:val="5"/>
      </w:numPr>
      <w:tabs>
        <w:tab w:val="clear" w:pos="1080"/>
        <w:tab w:val="num" w:pos="284"/>
      </w:tabs>
      <w:spacing w:before="120"/>
      <w:ind w:left="284" w:hanging="284"/>
    </w:pPr>
    <w:rPr>
      <w:szCs w:val="20"/>
    </w:rPr>
  </w:style>
  <w:style w:type="table" w:customStyle="1" w:styleId="Tabelle">
    <w:name w:val="_Tabelle"/>
    <w:basedOn w:val="NormaleTabelle"/>
    <w:rsid w:val="00D17D86"/>
    <w:pPr>
      <w:spacing w:before="120" w:after="120"/>
    </w:pPr>
    <w:rPr>
      <w:rFonts w:ascii="Arial" w:hAnsi="Arial"/>
      <w:sz w:val="22"/>
    </w:rPr>
    <w:tblPr>
      <w:tblInd w:w="0" w:type="dxa"/>
      <w:tblCellMar>
        <w:top w:w="0" w:type="dxa"/>
        <w:left w:w="108" w:type="dxa"/>
        <w:bottom w:w="0" w:type="dxa"/>
        <w:right w:w="108" w:type="dxa"/>
      </w:tblCellMar>
    </w:tblPr>
  </w:style>
  <w:style w:type="paragraph" w:customStyle="1" w:styleId="TabelleNummerierung">
    <w:name w:val="_Tabelle Nummerierung"/>
    <w:basedOn w:val="Standard"/>
    <w:next w:val="Standard"/>
    <w:rsid w:val="00D17D86"/>
    <w:pPr>
      <w:numPr>
        <w:numId w:val="15"/>
      </w:numPr>
      <w:overflowPunct/>
      <w:autoSpaceDE/>
      <w:autoSpaceDN/>
      <w:adjustRightInd/>
      <w:spacing w:before="120" w:after="120"/>
      <w:textAlignment w:val="auto"/>
    </w:pPr>
    <w:rPr>
      <w:rFonts w:cs="Arial"/>
      <w:noProof/>
      <w:kern w:val="0"/>
      <w:szCs w:val="24"/>
    </w:rPr>
  </w:style>
  <w:style w:type="paragraph" w:styleId="Listenabsatz">
    <w:name w:val="List Paragraph"/>
    <w:basedOn w:val="Standard"/>
    <w:uiPriority w:val="34"/>
    <w:qFormat/>
    <w:rsid w:val="003B0328"/>
    <w:pPr>
      <w:overflowPunct/>
      <w:autoSpaceDE/>
      <w:autoSpaceDN/>
      <w:adjustRightInd/>
      <w:spacing w:after="200" w:line="276" w:lineRule="auto"/>
      <w:ind w:left="720"/>
      <w:contextualSpacing/>
      <w:textAlignment w:val="auto"/>
    </w:pPr>
    <w:rPr>
      <w:rFonts w:ascii="Calibri" w:eastAsia="Calibri" w:hAnsi="Calibri"/>
      <w:kern w:val="0"/>
      <w:szCs w:val="22"/>
      <w:lang w:eastAsia="en-US"/>
    </w:rPr>
  </w:style>
  <w:style w:type="character" w:customStyle="1" w:styleId="FuzeileZchn">
    <w:name w:val="Fußzeile Zchn"/>
    <w:basedOn w:val="Absatz-Standardschriftart"/>
    <w:link w:val="Fuzeile"/>
    <w:uiPriority w:val="99"/>
    <w:rsid w:val="000D21C6"/>
    <w:rPr>
      <w:rFonts w:ascii="Arial" w:hAnsi="Arial"/>
      <w:kern w:val="22"/>
      <w:sz w:val="22"/>
      <w:szCs w:val="18"/>
      <w:lang w:eastAsia="de-DE"/>
    </w:rPr>
  </w:style>
  <w:style w:type="paragraph" w:styleId="Sprechblasentext">
    <w:name w:val="Balloon Text"/>
    <w:basedOn w:val="Standard"/>
    <w:link w:val="SprechblasentextZchn"/>
    <w:rsid w:val="000D21C6"/>
    <w:rPr>
      <w:rFonts w:ascii="Tahoma" w:hAnsi="Tahoma" w:cs="Tahoma"/>
      <w:sz w:val="16"/>
      <w:szCs w:val="16"/>
    </w:rPr>
  </w:style>
  <w:style w:type="character" w:customStyle="1" w:styleId="SprechblasentextZchn">
    <w:name w:val="Sprechblasentext Zchn"/>
    <w:basedOn w:val="Absatz-Standardschriftart"/>
    <w:link w:val="Sprechblasentext"/>
    <w:rsid w:val="000D21C6"/>
    <w:rPr>
      <w:rFonts w:ascii="Tahoma" w:hAnsi="Tahoma" w:cs="Tahoma"/>
      <w:kern w:val="22"/>
      <w:sz w:val="16"/>
      <w:szCs w:val="16"/>
      <w:lang w:eastAsia="de-D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VBSTemplates\OU02\BABS\Arbeitspapier.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Arbeitspapier.dot</Template>
  <TotalTime>0</TotalTime>
  <Pages>1</Pages>
  <Words>954</Words>
  <Characters>6014</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Behelf Anlegen und Durchführen von Einsatzübungen</vt:lpstr>
    </vt:vector>
  </TitlesOfParts>
  <Company>BURAUT VBS</Company>
  <LinksUpToDate>false</LinksUpToDate>
  <CharactersWithSpaces>6955</CharactersWithSpaces>
  <SharedDoc>false</SharedDoc>
  <HyperlinkBase>1</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Behelf Anlegen und Durchführen von Einsatzübungen</dc:title>
  <dc:subject>Drehbuch</dc:subject>
  <dc:creator>Coray Beat BABS</dc:creator>
  <cp:keywords>BABS 11</cp:keywords>
  <cp:lastModifiedBy>inst</cp:lastModifiedBy>
  <cp:revision>10</cp:revision>
  <cp:lastPrinted>2011-03-09T12:37:00Z</cp:lastPrinted>
  <dcterms:created xsi:type="dcterms:W3CDTF">2011-03-09T07:38:00Z</dcterms:created>
  <dcterms:modified xsi:type="dcterms:W3CDTF">2011-03-09T12:41:00Z</dcterms:modified>
  <cp:category>1701-915-02-d Anhang 2</cp:category>
</cp:coreProperties>
</file>